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4CDFF" w14:textId="372AA7C9" w:rsidR="00D90F73" w:rsidRPr="005E25B9" w:rsidRDefault="00E91878" w:rsidP="002834B5">
      <w:pPr>
        <w:pStyle w:val="PMHeadline1"/>
        <w:rPr>
          <w:rFonts w:ascii="Arial" w:hAnsi="Arial" w:cs="Arial"/>
        </w:rPr>
      </w:pPr>
      <w:r>
        <w:rPr>
          <w:rFonts w:ascii="Arial" w:hAnsi="Arial" w:cs="Arial"/>
        </w:rPr>
        <w:t>Geführte H</w:t>
      </w:r>
      <w:r w:rsidR="00063C56" w:rsidRPr="005E25B9">
        <w:rPr>
          <w:rFonts w:ascii="Arial" w:hAnsi="Arial" w:cs="Arial"/>
        </w:rPr>
        <w:t>ochvolt-</w:t>
      </w:r>
      <w:r>
        <w:rPr>
          <w:rFonts w:ascii="Arial" w:hAnsi="Arial" w:cs="Arial"/>
        </w:rPr>
        <w:t>Messungen</w:t>
      </w:r>
      <w:r w:rsidR="00927239" w:rsidRPr="005E25B9">
        <w:rPr>
          <w:rFonts w:ascii="Arial" w:hAnsi="Arial" w:cs="Arial"/>
        </w:rPr>
        <w:t xml:space="preserve"> mit dem mega macs</w:t>
      </w:r>
      <w:r>
        <w:rPr>
          <w:rFonts w:ascii="Arial" w:hAnsi="Arial" w:cs="Arial"/>
        </w:rPr>
        <w:t xml:space="preserve"> X</w:t>
      </w:r>
    </w:p>
    <w:p w14:paraId="78E72748" w14:textId="105230C6" w:rsidR="00927239" w:rsidRPr="00E91878" w:rsidRDefault="00E91878" w:rsidP="00E91878">
      <w:pPr>
        <w:pStyle w:val="PMBullets"/>
        <w:spacing w:after="0" w:line="360" w:lineRule="auto"/>
        <w:rPr>
          <w:rFonts w:ascii="Arial" w:hAnsi="Arial" w:cs="Arial"/>
        </w:rPr>
      </w:pPr>
      <w:r w:rsidRPr="00E91878">
        <w:rPr>
          <w:rFonts w:ascii="Arial" w:eastAsiaTheme="minorHAnsi" w:hAnsi="Arial" w:cs="Arial"/>
        </w:rPr>
        <w:t>Neue Funktionen erleichtern messtechnische Abläufe im Hochvoltbereich</w:t>
      </w:r>
    </w:p>
    <w:p w14:paraId="7128E2FC" w14:textId="3D1ED58C" w:rsidR="00323102" w:rsidRPr="00E91878" w:rsidRDefault="00E91878" w:rsidP="00E91878">
      <w:pPr>
        <w:pStyle w:val="PMBullets"/>
        <w:spacing w:after="0" w:line="360" w:lineRule="auto"/>
        <w:rPr>
          <w:rFonts w:ascii="Arial" w:hAnsi="Arial" w:cs="Arial"/>
        </w:rPr>
      </w:pPr>
      <w:r w:rsidRPr="00E91878">
        <w:rPr>
          <w:rFonts w:ascii="Arial" w:hAnsi="Arial" w:cs="Arial"/>
        </w:rPr>
        <w:t>Fahrzeugspezifische Schritt-für-Schritt-Führung für das Spannungsfreischalten</w:t>
      </w:r>
    </w:p>
    <w:p w14:paraId="26C3A460" w14:textId="1775B56F" w:rsidR="00E91878" w:rsidRPr="00E91878" w:rsidRDefault="00E91878" w:rsidP="00E91878">
      <w:pPr>
        <w:pStyle w:val="Listenabsatz"/>
        <w:widowControl w:val="0"/>
        <w:numPr>
          <w:ilvl w:val="0"/>
          <w:numId w:val="18"/>
        </w:numPr>
        <w:autoSpaceDE w:val="0"/>
        <w:autoSpaceDN w:val="0"/>
        <w:adjustRightInd w:val="0"/>
        <w:spacing w:before="0" w:line="360" w:lineRule="auto"/>
        <w:ind w:left="426" w:hanging="426"/>
        <w:contextualSpacing/>
        <w:rPr>
          <w:rFonts w:eastAsiaTheme="minorHAnsi" w:cs="Arial"/>
          <w:sz w:val="24"/>
        </w:rPr>
      </w:pPr>
      <w:r w:rsidRPr="00E91878">
        <w:rPr>
          <w:rFonts w:eastAsiaTheme="minorHAnsi" w:cs="Arial"/>
          <w:sz w:val="24"/>
        </w:rPr>
        <w:t>Automatisch erstellte Prüfabläufe für weiterführende Messungen</w:t>
      </w:r>
    </w:p>
    <w:p w14:paraId="09A4D05E" w14:textId="5B7CFF27" w:rsidR="00E91878" w:rsidRPr="00430F9F" w:rsidRDefault="00E91878" w:rsidP="00E91878">
      <w:pPr>
        <w:spacing w:line="360" w:lineRule="auto"/>
        <w:ind w:right="561"/>
        <w:rPr>
          <w:rFonts w:cs="Arial"/>
          <w:sz w:val="22"/>
          <w:szCs w:val="22"/>
          <w:lang w:eastAsia="de-DE"/>
        </w:rPr>
      </w:pPr>
      <w:r w:rsidRPr="00430F9F">
        <w:rPr>
          <w:sz w:val="22"/>
          <w:szCs w:val="22"/>
          <w:lang w:eastAsia="ar-SA"/>
        </w:rPr>
        <w:t>Mit der Zunahme von</w:t>
      </w:r>
      <w:r w:rsidRPr="00430F9F">
        <w:rPr>
          <w:rFonts w:cs="Arial"/>
          <w:sz w:val="22"/>
          <w:szCs w:val="22"/>
          <w:lang w:eastAsia="de-DE"/>
        </w:rPr>
        <w:t xml:space="preserve"> Hybrid- und Elektrofahrzeugen in Werkstätten </w:t>
      </w:r>
      <w:r w:rsidR="00B831C8">
        <w:rPr>
          <w:rFonts w:cs="Arial"/>
          <w:sz w:val="22"/>
          <w:szCs w:val="22"/>
          <w:lang w:eastAsia="de-DE"/>
        </w:rPr>
        <w:t xml:space="preserve">steigt </w:t>
      </w:r>
      <w:r w:rsidRPr="00430F9F">
        <w:rPr>
          <w:rFonts w:cs="Arial"/>
          <w:sz w:val="22"/>
          <w:szCs w:val="22"/>
          <w:lang w:eastAsia="de-DE"/>
        </w:rPr>
        <w:t>auch die Notwendigkeit für elektrische Messungen. Bereits vor jeglicher Diagnose steht die Eingangs-Überprüfung der Spannungsfreiheit an Hochvoltfahrzeugen an. Im weiteren Verlauf können Messungen von Isolationswiderstand, Spannung bis 1.000 Volt und</w:t>
      </w:r>
      <w:r w:rsidRPr="00430F9F">
        <w:rPr>
          <w:rFonts w:cs="Arial"/>
          <w:sz w:val="22"/>
          <w:szCs w:val="22"/>
        </w:rPr>
        <w:t xml:space="preserve"> Potentialausgleichsmessungen an HV-Komponenten </w:t>
      </w:r>
      <w:r w:rsidRPr="00430F9F">
        <w:rPr>
          <w:rFonts w:cs="Arial"/>
          <w:sz w:val="22"/>
          <w:szCs w:val="22"/>
          <w:lang w:eastAsia="de-DE"/>
        </w:rPr>
        <w:t xml:space="preserve">nötig werden. Mit dem Ziel einer interagierenden Nutzung von Messdaten, Daten und Funktionen setzt Hella Gutmann auf die Kopplung des Diagnosegeräts mega macs X mit der kompatiblen Hochvolt-Messtechnik MT-HV. So entsteht eine leistungsfähige All-in-One-Lösung für die gesamte Spannbreite von Arbeiten an Hochvoltfahrzeugen − mit wachsendem Mehrwert für Werkstätten. </w:t>
      </w:r>
    </w:p>
    <w:p w14:paraId="12DA647E" w14:textId="77777777" w:rsidR="00E91878" w:rsidRPr="00430F9F" w:rsidRDefault="00E91878" w:rsidP="00E91878">
      <w:pPr>
        <w:spacing w:line="360" w:lineRule="auto"/>
        <w:ind w:right="561"/>
        <w:rPr>
          <w:rFonts w:cs="Arial"/>
          <w:sz w:val="22"/>
          <w:szCs w:val="22"/>
          <w:lang w:eastAsia="de-DE"/>
        </w:rPr>
      </w:pPr>
      <w:r w:rsidRPr="00430F9F">
        <w:rPr>
          <w:rFonts w:cs="Arial"/>
          <w:sz w:val="22"/>
          <w:szCs w:val="22"/>
          <w:lang w:eastAsia="de-DE"/>
        </w:rPr>
        <w:t>Durch zwei neue Funktionen gestalten sich Hochvoltmessungen mit dem mega macs X in X</w:t>
      </w:r>
      <w:r w:rsidRPr="00430F9F">
        <w:rPr>
          <w:rFonts w:cs="Arial"/>
          <w:sz w:val="22"/>
          <w:szCs w:val="22"/>
          <w:vertAlign w:val="superscript"/>
          <w:lang w:eastAsia="de-DE"/>
        </w:rPr>
        <w:t>5</w:t>
      </w:r>
      <w:r w:rsidRPr="00430F9F">
        <w:rPr>
          <w:rFonts w:cs="Arial"/>
          <w:sz w:val="22"/>
          <w:szCs w:val="22"/>
          <w:lang w:eastAsia="de-DE"/>
        </w:rPr>
        <w:t xml:space="preserve">-Konfiguration jetzt noch etwas geschmeidiger: die fahrzeugspezifische Schritt-für-Schritt-Führung beim Spannungsfreischalten und die individuelle Konfigurierbarkeit von Potenzial- und Isolationswiderstands-Messungen. </w:t>
      </w:r>
      <w:r w:rsidRPr="00430F9F">
        <w:rPr>
          <w:rFonts w:cs="Arial"/>
          <w:sz w:val="22"/>
          <w:szCs w:val="22"/>
        </w:rPr>
        <w:t xml:space="preserve">Wird nach der Fahrzeugauswahl die Funktion ‚Geführte Messung‘ gewählt, erscheint eine Information zum Ablauf des Spannungsfreischaltens und die geführte Messung kann per Klick gestartet werden. Die folgende Schritt-für-Schritt-Führung mit Sicherheitshinweisen beinhaltet alle konkreten Vorgaben, wie und an welchen Messpunkten Messungen erfolgen müssen. Jeder durchgeführte Messschritt wird über den Taster des roten Hochvolt-Messkabels bestätigt. Dessen </w:t>
      </w:r>
      <w:r w:rsidRPr="00430F9F">
        <w:rPr>
          <w:rFonts w:cs="Arial"/>
          <w:sz w:val="22"/>
          <w:szCs w:val="22"/>
        </w:rPr>
        <w:lastRenderedPageBreak/>
        <w:t>sofortige automatische Bewertung fließt automatisch in den weiteren Messablauf ein. Last but not least erfolgt die Dokumentation der Spannungsfreischaltung in der mega macs-Datenbank.</w:t>
      </w:r>
    </w:p>
    <w:p w14:paraId="5F4DEE0B" w14:textId="77777777" w:rsidR="00E91878" w:rsidRPr="00430F9F" w:rsidRDefault="00E91878" w:rsidP="00E91878">
      <w:pPr>
        <w:pStyle w:val="StandardWeb"/>
        <w:spacing w:before="180" w:beforeAutospacing="0" w:after="0" w:afterAutospacing="0" w:line="360" w:lineRule="auto"/>
        <w:ind w:right="561"/>
        <w:rPr>
          <w:rFonts w:ascii="Arial" w:hAnsi="Arial" w:cs="Arial"/>
          <w:sz w:val="22"/>
          <w:szCs w:val="22"/>
        </w:rPr>
      </w:pPr>
      <w:r w:rsidRPr="00430F9F">
        <w:rPr>
          <w:rFonts w:ascii="Arial" w:hAnsi="Arial" w:cs="Arial"/>
          <w:sz w:val="22"/>
          <w:szCs w:val="22"/>
        </w:rPr>
        <w:t>Auch die Prozessabläufe weiterführender Messungen gestalten sich im Rahmen der jüngsten mega macs-Software-Version einen Tick eleganter und somit schneller. Im Menüpunkt ‚Geführte Hochvoltmessungʼ steht jetzt die Möglichkeit für eine individuelle Konfiguration der gewünschten Potenzial- und Isolationswiderstands- Messungen zur Verfügung. Der Nutzer wählt einfach die für ihn relevanten Bauteile des Hochvoltsystems aus einer Liste zu prüfender Bauteile. Weitere können manuell ergänzt werden. Aus dieser Wunschliste wird dann seitens des mega macs X automatisch ein optimaler Prüfablauf generiert, der sukzessive abgearbeitet werden kann. Auch die Messergebnisse dieses Prüfablaufs werden automatisch dokumentiert.</w:t>
      </w:r>
    </w:p>
    <w:p w14:paraId="4BB205A5" w14:textId="77777777" w:rsidR="00E91878" w:rsidRPr="008973E9" w:rsidRDefault="00E91878" w:rsidP="00E91878">
      <w:pPr>
        <w:pStyle w:val="StandardWeb"/>
        <w:spacing w:before="180" w:beforeAutospacing="0" w:after="0" w:afterAutospacing="0" w:line="360" w:lineRule="auto"/>
        <w:ind w:right="561"/>
        <w:rPr>
          <w:rFonts w:ascii="Arial" w:hAnsi="Arial" w:cs="Arial"/>
          <w:sz w:val="22"/>
          <w:szCs w:val="22"/>
        </w:rPr>
      </w:pPr>
      <w:r w:rsidRPr="008973E9">
        <w:rPr>
          <w:rFonts w:ascii="Arial" w:hAnsi="Arial" w:cs="Arial"/>
          <w:sz w:val="22"/>
          <w:szCs w:val="22"/>
        </w:rPr>
        <w:t>&lt;HGS_mmX_gef_HV-Mess&gt; Das MT-HV und der mega macs-X vernetzen sich kabellos via Bluetooth und decken alle messtechnischen Funktionen ab, die im Zusammenhang mit E- und Hybrid-Fahrzeugen benötigt werden.</w:t>
      </w:r>
    </w:p>
    <w:p w14:paraId="6863506C" w14:textId="72DF74B9" w:rsidR="005E26F7" w:rsidRPr="008973E9" w:rsidRDefault="00E91878" w:rsidP="00E91878">
      <w:pPr>
        <w:pStyle w:val="StandardWeb"/>
        <w:spacing w:before="180" w:beforeAutospacing="0" w:after="0" w:afterAutospacing="0" w:line="360" w:lineRule="auto"/>
        <w:ind w:right="561"/>
        <w:rPr>
          <w:rFonts w:ascii="Arial" w:hAnsi="Arial" w:cs="Arial"/>
          <w:sz w:val="22"/>
          <w:szCs w:val="22"/>
        </w:rPr>
      </w:pPr>
      <w:r w:rsidRPr="008973E9">
        <w:rPr>
          <w:rFonts w:ascii="Arial" w:hAnsi="Arial" w:cs="Arial"/>
          <w:sz w:val="22"/>
          <w:szCs w:val="22"/>
        </w:rPr>
        <w:t xml:space="preserve">&lt;HGS_mmX_gef_Spannungsfreischalten&gt;Auf Basis der E-Mobility-Datenbank und hinterlegten Algorithmen wir der Nutzer durch die fahrzeugspezifischen Schritte des Spannungsfreischaltens geführt. </w:t>
      </w:r>
    </w:p>
    <w:p w14:paraId="018DCC41" w14:textId="77777777" w:rsidR="00E91878" w:rsidRPr="00E91878" w:rsidRDefault="00E91878" w:rsidP="00E91878">
      <w:pPr>
        <w:pStyle w:val="StandardWeb"/>
        <w:spacing w:before="180" w:beforeAutospacing="0" w:after="0" w:afterAutospacing="0" w:line="360" w:lineRule="auto"/>
        <w:ind w:right="561"/>
        <w:rPr>
          <w:rFonts w:ascii="Arial" w:hAnsi="Arial" w:cs="Arial"/>
          <w:szCs w:val="20"/>
        </w:rPr>
      </w:pPr>
    </w:p>
    <w:p w14:paraId="634F53F6" w14:textId="77777777" w:rsidR="00597E8B" w:rsidRPr="00FD47E4" w:rsidRDefault="00597E8B" w:rsidP="00597E8B">
      <w:pPr>
        <w:pStyle w:val="PMAbbinder"/>
        <w:rPr>
          <w:rStyle w:val="Fett"/>
          <w:b w:val="0"/>
          <w:bCs w:val="0"/>
        </w:rPr>
      </w:pPr>
      <w:r w:rsidRPr="00A80638">
        <w:rPr>
          <w:rStyle w:val="Fett"/>
          <w:sz w:val="20"/>
        </w:rPr>
        <w:t xml:space="preserve">Hinweis: </w:t>
      </w:r>
      <w:r w:rsidRPr="00A80638">
        <w:rPr>
          <w:rStyle w:val="Fett"/>
          <w:sz w:val="20"/>
        </w:rPr>
        <w:br/>
      </w:r>
      <w:r w:rsidRPr="00FD47E4">
        <w:rPr>
          <w:rStyle w:val="Fett"/>
          <w:b w:val="0"/>
          <w:bCs w:val="0"/>
          <w:sz w:val="20"/>
        </w:rPr>
        <w:t>Diesen Text sowie passendes Bildmaterial finden Sie auch in unserer Pressedatenbank unter:</w:t>
      </w:r>
    </w:p>
    <w:p w14:paraId="755500D2" w14:textId="77777777" w:rsidR="00597E8B" w:rsidRPr="00A80638" w:rsidRDefault="00000000" w:rsidP="00597E8B">
      <w:pPr>
        <w:pStyle w:val="PMAbbinder"/>
        <w:rPr>
          <w:sz w:val="20"/>
        </w:rPr>
      </w:pPr>
      <w:hyperlink r:id="rId11" w:history="1">
        <w:r w:rsidR="00597E8B" w:rsidRPr="00A80638">
          <w:rPr>
            <w:rStyle w:val="Hyperlink"/>
            <w:sz w:val="20"/>
          </w:rPr>
          <w:t>www.hella-gutmann.com/de/hella-gutmann/presse/</w:t>
        </w:r>
      </w:hyperlink>
      <w:r w:rsidR="00597E8B" w:rsidRPr="00A80638">
        <w:rPr>
          <w:sz w:val="20"/>
        </w:rPr>
        <w:t xml:space="preserve"> </w:t>
      </w:r>
      <w:r w:rsidR="00597E8B" w:rsidRPr="00A80638">
        <w:rPr>
          <w:rStyle w:val="Fett"/>
          <w:sz w:val="20"/>
        </w:rPr>
        <w:t xml:space="preserve">oder </w:t>
      </w:r>
      <w:r w:rsidR="00597E8B" w:rsidRPr="00A80638">
        <w:rPr>
          <w:sz w:val="20"/>
        </w:rPr>
        <w:fldChar w:fldCharType="begin"/>
      </w:r>
      <w:r w:rsidR="00597E8B" w:rsidRPr="00A80638">
        <w:rPr>
          <w:sz w:val="20"/>
        </w:rPr>
        <w:instrText xml:space="preserve"> HYPERLINK "http://www.hella.de/presse</w:instrText>
      </w:r>
    </w:p>
    <w:p w14:paraId="590D6D2D" w14:textId="77777777" w:rsidR="00597E8B" w:rsidRPr="00A80638" w:rsidRDefault="00597E8B" w:rsidP="00597E8B">
      <w:pPr>
        <w:pStyle w:val="PMAbbinder"/>
        <w:rPr>
          <w:rStyle w:val="Hyperlink"/>
        </w:rPr>
      </w:pPr>
      <w:r w:rsidRPr="00A80638">
        <w:rPr>
          <w:sz w:val="20"/>
        </w:rPr>
        <w:instrText xml:space="preserve">" </w:instrText>
      </w:r>
      <w:r w:rsidRPr="00A80638">
        <w:rPr>
          <w:sz w:val="20"/>
        </w:rPr>
        <w:fldChar w:fldCharType="separate"/>
      </w:r>
      <w:r w:rsidRPr="00A80638">
        <w:rPr>
          <w:rStyle w:val="Hyperlink"/>
          <w:sz w:val="20"/>
        </w:rPr>
        <w:t>www.hella.de/presse</w:t>
      </w:r>
    </w:p>
    <w:p w14:paraId="73223EF8" w14:textId="77777777" w:rsidR="00597E8B" w:rsidRPr="00A80638" w:rsidRDefault="00597E8B" w:rsidP="00597E8B">
      <w:pPr>
        <w:suppressAutoHyphens/>
        <w:spacing w:before="240" w:line="240" w:lineRule="auto"/>
      </w:pPr>
      <w:r w:rsidRPr="00A80638">
        <w:fldChar w:fldCharType="end"/>
      </w:r>
      <w:r w:rsidRPr="00A80638">
        <w:rPr>
          <w:b/>
          <w:bCs/>
          <w:lang w:eastAsia="ar-SA"/>
        </w:rPr>
        <w:t xml:space="preserve">Hella Gutmann Solutions GmbH, Ihringen: </w:t>
      </w:r>
      <w:r w:rsidRPr="00A80638">
        <w:t>Das Unternehmen mit rund 500 Mitarbeitern und Hauptsitz in Ihringen/Breisach, Deutschland, gehört zur Hella Gutmann-Gruppe, einem Unternehmen der</w:t>
      </w:r>
      <w:r w:rsidRPr="00A80638">
        <w:rPr>
          <w:rFonts w:cs="Arial"/>
          <w:color w:val="141413"/>
        </w:rPr>
        <w:t xml:space="preserve"> HELLA GmbH &amp; Co. KGaA. </w:t>
      </w:r>
      <w:r w:rsidRPr="00A80638">
        <w:t xml:space="preserve">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t>
      </w:r>
      <w:r w:rsidRPr="00A80638">
        <w:lastRenderedPageBreak/>
        <w:t>wie Technisches Callcenter, Technisches Training, Technische Daten und Sales &amp; Marketing Support.</w:t>
      </w:r>
    </w:p>
    <w:p w14:paraId="03D6B851" w14:textId="77777777" w:rsidR="00DB620E" w:rsidRDefault="00DB620E" w:rsidP="0022556A">
      <w:pPr>
        <w:pStyle w:val="PMBoilerplate"/>
        <w:spacing w:after="60"/>
        <w:rPr>
          <w:rFonts w:cs="Arial"/>
        </w:rPr>
      </w:pPr>
    </w:p>
    <w:p w14:paraId="5F69B797" w14:textId="77777777" w:rsidR="002834B5" w:rsidRDefault="007A40D9" w:rsidP="0022556A">
      <w:pPr>
        <w:pStyle w:val="PMBoilerplate"/>
        <w:spacing w:after="60"/>
        <w:rPr>
          <w:rFonts w:cs="Arial"/>
          <w:b/>
          <w:bCs/>
        </w:rPr>
      </w:pPr>
      <w:r w:rsidRPr="00BD118B">
        <w:rPr>
          <w:rFonts w:cs="Arial"/>
          <w:b/>
          <w:bCs/>
        </w:rPr>
        <w:t>Weitere Informationen erhalten Sie von:</w:t>
      </w:r>
      <w:r w:rsidR="00D272CC">
        <w:rPr>
          <w:rFonts w:cs="Arial"/>
          <w:b/>
          <w:bCs/>
        </w:rPr>
        <w:t xml:space="preserve"> </w:t>
      </w:r>
    </w:p>
    <w:p w14:paraId="75B51696" w14:textId="77777777" w:rsidR="00B22FD9" w:rsidRPr="00BD118B" w:rsidRDefault="00014CEB" w:rsidP="0022556A">
      <w:pPr>
        <w:pStyle w:val="PMBoilerplate"/>
        <w:spacing w:after="60"/>
        <w:rPr>
          <w:rFonts w:cs="Arial"/>
          <w:b/>
          <w:bCs/>
        </w:rPr>
      </w:pPr>
      <w:r>
        <w:rPr>
          <w:noProof/>
        </w:rPr>
        <mc:AlternateContent>
          <mc:Choice Requires="wps">
            <w:drawing>
              <wp:anchor distT="0" distB="0" distL="0" distR="89535" simplePos="0" relativeHeight="251657728" behindDoc="0" locked="0" layoutInCell="1" allowOverlap="1" wp14:anchorId="3EDB75B5" wp14:editId="043F80F7">
                <wp:simplePos x="0" y="0"/>
                <wp:positionH relativeFrom="margin">
                  <wp:posOffset>-95250</wp:posOffset>
                </wp:positionH>
                <wp:positionV relativeFrom="paragraph">
                  <wp:posOffset>247650</wp:posOffset>
                </wp:positionV>
                <wp:extent cx="4787900" cy="1485900"/>
                <wp:effectExtent l="0" t="0" r="0" b="0"/>
                <wp:wrapSquare wrapText="largest"/>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7900" cy="1485900"/>
                        </a:xfrm>
                        <a:prstGeom prst="rect">
                          <a:avLst/>
                        </a:prstGeom>
                        <a:solidFill>
                          <a:srgbClr val="FFFFFF">
                            <a:alpha val="0"/>
                          </a:srgbClr>
                        </a:solidFill>
                        <a:ln>
                          <a:noFill/>
                        </a:ln>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D272CC" w14:paraId="4B0E8449" w14:textId="77777777">
                              <w:tc>
                                <w:tcPr>
                                  <w:tcW w:w="4750" w:type="dxa"/>
                                </w:tcPr>
                                <w:p w14:paraId="76D0B1B3" w14:textId="77777777" w:rsidR="00D272CC" w:rsidRPr="00A80638" w:rsidRDefault="00D272CC" w:rsidP="00B579DC">
                                  <w:pPr>
                                    <w:autoSpaceDE w:val="0"/>
                                    <w:autoSpaceDN w:val="0"/>
                                    <w:adjustRightInd w:val="0"/>
                                    <w:spacing w:before="0" w:line="240" w:lineRule="auto"/>
                                    <w:rPr>
                                      <w:rFonts w:cs="Arial"/>
                                      <w:b/>
                                      <w:szCs w:val="20"/>
                                      <w:lang w:eastAsia="de-DE"/>
                                    </w:rPr>
                                  </w:pPr>
                                  <w:r w:rsidRPr="00A80638">
                                    <w:rPr>
                                      <w:rFonts w:cs="Arial"/>
                                      <w:b/>
                                      <w:szCs w:val="20"/>
                                      <w:lang w:eastAsia="de-DE"/>
                                    </w:rPr>
                                    <w:t>Hella Gutmann Solutions GmbH</w:t>
                                  </w:r>
                                </w:p>
                              </w:tc>
                              <w:tc>
                                <w:tcPr>
                                  <w:tcW w:w="2792" w:type="dxa"/>
                                </w:tcPr>
                                <w:p w14:paraId="3F3E1092" w14:textId="77777777" w:rsidR="00D272CC" w:rsidRPr="00A80638" w:rsidRDefault="00D272CC">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D272CC" w14:paraId="0B2D2828" w14:textId="77777777">
                              <w:tc>
                                <w:tcPr>
                                  <w:tcW w:w="4750" w:type="dxa"/>
                                </w:tcPr>
                                <w:p w14:paraId="06F5B6C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Uschi Winkler</w:t>
                                  </w:r>
                                </w:p>
                              </w:tc>
                              <w:tc>
                                <w:tcPr>
                                  <w:tcW w:w="2792" w:type="dxa"/>
                                </w:tcPr>
                                <w:p w14:paraId="1B724E28"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D272CC" w14:paraId="74D85AA0" w14:textId="77777777">
                              <w:tc>
                                <w:tcPr>
                                  <w:tcW w:w="4750" w:type="dxa"/>
                                </w:tcPr>
                                <w:p w14:paraId="5E6A2EEB" w14:textId="77777777" w:rsidR="00D272CC" w:rsidRPr="00A80638" w:rsidRDefault="00D272CC" w:rsidP="00B579DC">
                                  <w:pPr>
                                    <w:autoSpaceDE w:val="0"/>
                                    <w:autoSpaceDN w:val="0"/>
                                    <w:adjustRightInd w:val="0"/>
                                    <w:spacing w:before="0" w:line="240" w:lineRule="auto"/>
                                    <w:rPr>
                                      <w:rFonts w:cs="Arial"/>
                                      <w:szCs w:val="20"/>
                                      <w:lang w:eastAsia="de-DE"/>
                                    </w:rPr>
                                  </w:pPr>
                                  <w:r>
                                    <w:rPr>
                                      <w:rFonts w:cs="Arial"/>
                                      <w:szCs w:val="20"/>
                                      <w:lang w:eastAsia="de-DE"/>
                                    </w:rPr>
                                    <w:t>Presse</w:t>
                                  </w:r>
                                </w:p>
                              </w:tc>
                              <w:tc>
                                <w:tcPr>
                                  <w:tcW w:w="2792" w:type="dxa"/>
                                </w:tcPr>
                                <w:p w14:paraId="2A96C38A"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D272CC" w14:paraId="5C8A72B4" w14:textId="77777777">
                              <w:tc>
                                <w:tcPr>
                                  <w:tcW w:w="4750" w:type="dxa"/>
                                </w:tcPr>
                                <w:p w14:paraId="2B198FA2"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Am Krebsbach 2</w:t>
                                  </w:r>
                                </w:p>
                              </w:tc>
                              <w:tc>
                                <w:tcPr>
                                  <w:tcW w:w="2792" w:type="dxa"/>
                                </w:tcPr>
                                <w:p w14:paraId="0EA7F5B9"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D272CC" w14:paraId="42C8159B" w14:textId="77777777">
                              <w:tc>
                                <w:tcPr>
                                  <w:tcW w:w="4750" w:type="dxa"/>
                                </w:tcPr>
                                <w:p w14:paraId="465F3B95"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D-79241 Ihringen</w:t>
                                  </w:r>
                                </w:p>
                              </w:tc>
                              <w:tc>
                                <w:tcPr>
                                  <w:tcW w:w="2792" w:type="dxa"/>
                                </w:tcPr>
                                <w:p w14:paraId="4E7D94F3"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D272CC" w14:paraId="54CF38AF" w14:textId="77777777">
                              <w:tc>
                                <w:tcPr>
                                  <w:tcW w:w="4750" w:type="dxa"/>
                                </w:tcPr>
                                <w:p w14:paraId="10F1A14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Tel.: +49 8033 3023 290</w:t>
                                  </w:r>
                                </w:p>
                              </w:tc>
                              <w:tc>
                                <w:tcPr>
                                  <w:tcW w:w="2792" w:type="dxa"/>
                                </w:tcPr>
                                <w:p w14:paraId="20C586C0"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D272CC" w14:paraId="62214EFA" w14:textId="77777777">
                              <w:tc>
                                <w:tcPr>
                                  <w:tcW w:w="4750" w:type="dxa"/>
                                </w:tcPr>
                                <w:p w14:paraId="2CBE6F9C"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Mobil: +49 171 837 9251</w:t>
                                  </w:r>
                                </w:p>
                              </w:tc>
                              <w:tc>
                                <w:tcPr>
                                  <w:tcW w:w="2792" w:type="dxa"/>
                                </w:tcPr>
                                <w:p w14:paraId="20CC8BF1"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D272CC" w14:paraId="62F1E0E5" w14:textId="77777777">
                              <w:tc>
                                <w:tcPr>
                                  <w:tcW w:w="4750" w:type="dxa"/>
                                </w:tcPr>
                                <w:p w14:paraId="32DFB007" w14:textId="77777777" w:rsidR="00D272CC" w:rsidRPr="00A80638" w:rsidRDefault="00000000" w:rsidP="00B579DC">
                                  <w:pPr>
                                    <w:spacing w:before="0" w:line="240" w:lineRule="auto"/>
                                    <w:rPr>
                                      <w:rFonts w:cs="Arial"/>
                                      <w:szCs w:val="20"/>
                                      <w:lang w:eastAsia="ar-SA"/>
                                    </w:rPr>
                                  </w:pPr>
                                  <w:hyperlink r:id="rId12" w:history="1">
                                    <w:r w:rsidR="00D272CC" w:rsidRPr="00E006DE">
                                      <w:rPr>
                                        <w:rStyle w:val="Hyperlink"/>
                                        <w:rFonts w:cs="Arial"/>
                                        <w:szCs w:val="20"/>
                                        <w:lang w:eastAsia="de-DE"/>
                                      </w:rPr>
                                      <w:t>presse@hella-gutmann.com</w:t>
                                    </w:r>
                                  </w:hyperlink>
                                  <w:r w:rsidR="00D272CC" w:rsidRPr="00A80638">
                                    <w:rPr>
                                      <w:rFonts w:cs="Arial"/>
                                      <w:szCs w:val="20"/>
                                      <w:lang w:eastAsia="de-DE"/>
                                    </w:rPr>
                                    <w:t xml:space="preserve"> </w:t>
                                  </w:r>
                                </w:p>
                              </w:tc>
                              <w:tc>
                                <w:tcPr>
                                  <w:tcW w:w="2792" w:type="dxa"/>
                                </w:tcPr>
                                <w:p w14:paraId="4A70C2E6" w14:textId="00B59563" w:rsidR="00D272CC" w:rsidRPr="00A80638" w:rsidRDefault="00000000">
                                  <w:pPr>
                                    <w:pStyle w:val="Textkrper21"/>
                                    <w:tabs>
                                      <w:tab w:val="left" w:pos="4320"/>
                                    </w:tabs>
                                    <w:snapToGrid w:val="0"/>
                                    <w:rPr>
                                      <w:rFonts w:ascii="Arial" w:hAnsi="Arial" w:cs="Arial"/>
                                      <w:sz w:val="20"/>
                                      <w:szCs w:val="20"/>
                                    </w:rPr>
                                  </w:pPr>
                                  <w:hyperlink r:id="rId13" w:history="1">
                                    <w:r w:rsidR="00152D76" w:rsidRPr="00A200B4">
                                      <w:rPr>
                                        <w:rStyle w:val="Hyperlink"/>
                                        <w:rFonts w:cs="Arial"/>
                                        <w:sz w:val="20"/>
                                        <w:szCs w:val="20"/>
                                      </w:rPr>
                                      <w:t>Markus.Richter@forvia.com</w:t>
                                    </w:r>
                                  </w:hyperlink>
                                </w:p>
                              </w:tc>
                            </w:tr>
                            <w:tr w:rsidR="00D272CC" w14:paraId="3E9A06C4" w14:textId="77777777">
                              <w:tc>
                                <w:tcPr>
                                  <w:tcW w:w="4750" w:type="dxa"/>
                                </w:tcPr>
                                <w:p w14:paraId="744DAE3E" w14:textId="77777777" w:rsidR="00D272CC" w:rsidRPr="00A80638" w:rsidRDefault="00000000" w:rsidP="00B579DC">
                                  <w:pPr>
                                    <w:pStyle w:val="Textkrper21"/>
                                    <w:tabs>
                                      <w:tab w:val="left" w:pos="4320"/>
                                    </w:tabs>
                                    <w:snapToGrid w:val="0"/>
                                    <w:rPr>
                                      <w:rFonts w:ascii="Arial" w:hAnsi="Arial" w:cs="Arial"/>
                                      <w:sz w:val="20"/>
                                      <w:szCs w:val="20"/>
                                    </w:rPr>
                                  </w:pPr>
                                  <w:hyperlink r:id="rId14" w:history="1">
                                    <w:r w:rsidR="00D272CC" w:rsidRPr="00A80638">
                                      <w:rPr>
                                        <w:rStyle w:val="Hyperlink"/>
                                        <w:rFonts w:cs="Arial"/>
                                        <w:sz w:val="20"/>
                                        <w:szCs w:val="20"/>
                                      </w:rPr>
                                      <w:t>www.hella-gutmann.com</w:t>
                                    </w:r>
                                  </w:hyperlink>
                                </w:p>
                              </w:tc>
                              <w:tc>
                                <w:tcPr>
                                  <w:tcW w:w="2792" w:type="dxa"/>
                                </w:tcPr>
                                <w:p w14:paraId="632286CB" w14:textId="77777777" w:rsidR="00D272CC" w:rsidRPr="00A80638" w:rsidRDefault="00000000">
                                  <w:pPr>
                                    <w:pStyle w:val="Textkrper21"/>
                                    <w:tabs>
                                      <w:tab w:val="left" w:pos="4320"/>
                                    </w:tabs>
                                    <w:snapToGrid w:val="0"/>
                                    <w:rPr>
                                      <w:rFonts w:ascii="Arial" w:hAnsi="Arial" w:cs="Arial"/>
                                      <w:sz w:val="20"/>
                                      <w:szCs w:val="20"/>
                                    </w:rPr>
                                  </w:pPr>
                                  <w:hyperlink r:id="rId15" w:history="1">
                                    <w:r w:rsidR="00D272CC" w:rsidRPr="00A80638">
                                      <w:rPr>
                                        <w:rStyle w:val="Hyperlink"/>
                                        <w:rFonts w:cs="Arial"/>
                                        <w:sz w:val="20"/>
                                        <w:szCs w:val="20"/>
                                      </w:rPr>
                                      <w:t>www.hella.com</w:t>
                                    </w:r>
                                  </w:hyperlink>
                                </w:p>
                              </w:tc>
                            </w:tr>
                          </w:tbl>
                          <w:p w14:paraId="3602720F" w14:textId="77777777" w:rsidR="00D272CC" w:rsidRDefault="00D272CC" w:rsidP="00D272C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B75B5" id="_x0000_t202" coordsize="21600,21600" o:spt="202" path="m,l,21600r21600,l21600,xe">
                <v:stroke joinstyle="miter"/>
                <v:path gradientshapeok="t" o:connecttype="rect"/>
              </v:shapetype>
              <v:shape id="Textfeld 1" o:spid="_x0000_s1026" type="#_x0000_t202" style="position:absolute;margin-left:-7.5pt;margin-top:19.5pt;width:377pt;height:117pt;z-index:251657728;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&#13;&#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D272CC" w14:paraId="4B0E8449" w14:textId="77777777">
                        <w:tc>
                          <w:tcPr>
                            <w:tcW w:w="4750" w:type="dxa"/>
                          </w:tcPr>
                          <w:p w14:paraId="76D0B1B3" w14:textId="77777777" w:rsidR="00D272CC" w:rsidRPr="00A80638" w:rsidRDefault="00D272CC" w:rsidP="00B579DC">
                            <w:pPr>
                              <w:autoSpaceDE w:val="0"/>
                              <w:autoSpaceDN w:val="0"/>
                              <w:adjustRightInd w:val="0"/>
                              <w:spacing w:before="0" w:line="240" w:lineRule="auto"/>
                              <w:rPr>
                                <w:rFonts w:cs="Arial"/>
                                <w:b/>
                                <w:szCs w:val="20"/>
                                <w:lang w:eastAsia="de-DE"/>
                              </w:rPr>
                            </w:pPr>
                            <w:r w:rsidRPr="00A80638">
                              <w:rPr>
                                <w:rFonts w:cs="Arial"/>
                                <w:b/>
                                <w:szCs w:val="20"/>
                                <w:lang w:eastAsia="de-DE"/>
                              </w:rPr>
                              <w:t>Hella Gutmann Solutions GmbH</w:t>
                            </w:r>
                          </w:p>
                        </w:tc>
                        <w:tc>
                          <w:tcPr>
                            <w:tcW w:w="2792" w:type="dxa"/>
                          </w:tcPr>
                          <w:p w14:paraId="3F3E1092" w14:textId="77777777" w:rsidR="00D272CC" w:rsidRPr="00A80638" w:rsidRDefault="00D272CC">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D272CC" w14:paraId="0B2D2828" w14:textId="77777777">
                        <w:tc>
                          <w:tcPr>
                            <w:tcW w:w="4750" w:type="dxa"/>
                          </w:tcPr>
                          <w:p w14:paraId="06F5B6C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Uschi Winkler</w:t>
                            </w:r>
                          </w:p>
                        </w:tc>
                        <w:tc>
                          <w:tcPr>
                            <w:tcW w:w="2792" w:type="dxa"/>
                          </w:tcPr>
                          <w:p w14:paraId="1B724E28"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D272CC" w14:paraId="74D85AA0" w14:textId="77777777">
                        <w:tc>
                          <w:tcPr>
                            <w:tcW w:w="4750" w:type="dxa"/>
                          </w:tcPr>
                          <w:p w14:paraId="5E6A2EEB" w14:textId="77777777" w:rsidR="00D272CC" w:rsidRPr="00A80638" w:rsidRDefault="00D272CC" w:rsidP="00B579DC">
                            <w:pPr>
                              <w:autoSpaceDE w:val="0"/>
                              <w:autoSpaceDN w:val="0"/>
                              <w:adjustRightInd w:val="0"/>
                              <w:spacing w:before="0" w:line="240" w:lineRule="auto"/>
                              <w:rPr>
                                <w:rFonts w:cs="Arial"/>
                                <w:szCs w:val="20"/>
                                <w:lang w:eastAsia="de-DE"/>
                              </w:rPr>
                            </w:pPr>
                            <w:r>
                              <w:rPr>
                                <w:rFonts w:cs="Arial"/>
                                <w:szCs w:val="20"/>
                                <w:lang w:eastAsia="de-DE"/>
                              </w:rPr>
                              <w:t>Presse</w:t>
                            </w:r>
                          </w:p>
                        </w:tc>
                        <w:tc>
                          <w:tcPr>
                            <w:tcW w:w="2792" w:type="dxa"/>
                          </w:tcPr>
                          <w:p w14:paraId="2A96C38A"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D272CC" w14:paraId="5C8A72B4" w14:textId="77777777">
                        <w:tc>
                          <w:tcPr>
                            <w:tcW w:w="4750" w:type="dxa"/>
                          </w:tcPr>
                          <w:p w14:paraId="2B198FA2"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Am Krebsbach 2</w:t>
                            </w:r>
                          </w:p>
                        </w:tc>
                        <w:tc>
                          <w:tcPr>
                            <w:tcW w:w="2792" w:type="dxa"/>
                          </w:tcPr>
                          <w:p w14:paraId="0EA7F5B9"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D272CC" w14:paraId="42C8159B" w14:textId="77777777">
                        <w:tc>
                          <w:tcPr>
                            <w:tcW w:w="4750" w:type="dxa"/>
                          </w:tcPr>
                          <w:p w14:paraId="465F3B95"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D-79241 Ihringen</w:t>
                            </w:r>
                          </w:p>
                        </w:tc>
                        <w:tc>
                          <w:tcPr>
                            <w:tcW w:w="2792" w:type="dxa"/>
                          </w:tcPr>
                          <w:p w14:paraId="4E7D94F3"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D272CC" w14:paraId="54CF38AF" w14:textId="77777777">
                        <w:tc>
                          <w:tcPr>
                            <w:tcW w:w="4750" w:type="dxa"/>
                          </w:tcPr>
                          <w:p w14:paraId="10F1A14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Tel.: +49 8033 3023 290</w:t>
                            </w:r>
                          </w:p>
                        </w:tc>
                        <w:tc>
                          <w:tcPr>
                            <w:tcW w:w="2792" w:type="dxa"/>
                          </w:tcPr>
                          <w:p w14:paraId="20C586C0"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D272CC" w14:paraId="62214EFA" w14:textId="77777777">
                        <w:tc>
                          <w:tcPr>
                            <w:tcW w:w="4750" w:type="dxa"/>
                          </w:tcPr>
                          <w:p w14:paraId="2CBE6F9C"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Mobil: +49 171 837 9251</w:t>
                            </w:r>
                          </w:p>
                        </w:tc>
                        <w:tc>
                          <w:tcPr>
                            <w:tcW w:w="2792" w:type="dxa"/>
                          </w:tcPr>
                          <w:p w14:paraId="20CC8BF1"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D272CC" w14:paraId="62F1E0E5" w14:textId="77777777">
                        <w:tc>
                          <w:tcPr>
                            <w:tcW w:w="4750" w:type="dxa"/>
                          </w:tcPr>
                          <w:p w14:paraId="32DFB007" w14:textId="77777777" w:rsidR="00D272CC" w:rsidRPr="00A80638" w:rsidRDefault="00000000" w:rsidP="00B579DC">
                            <w:pPr>
                              <w:spacing w:before="0" w:line="240" w:lineRule="auto"/>
                              <w:rPr>
                                <w:rFonts w:cs="Arial"/>
                                <w:szCs w:val="20"/>
                                <w:lang w:eastAsia="ar-SA"/>
                              </w:rPr>
                            </w:pPr>
                            <w:hyperlink r:id="rId16" w:history="1">
                              <w:r w:rsidR="00D272CC" w:rsidRPr="00E006DE">
                                <w:rPr>
                                  <w:rStyle w:val="Hyperlink"/>
                                  <w:rFonts w:cs="Arial"/>
                                  <w:szCs w:val="20"/>
                                  <w:lang w:eastAsia="de-DE"/>
                                </w:rPr>
                                <w:t>presse@hella-gutmann.com</w:t>
                              </w:r>
                            </w:hyperlink>
                            <w:r w:rsidR="00D272CC" w:rsidRPr="00A80638">
                              <w:rPr>
                                <w:rFonts w:cs="Arial"/>
                                <w:szCs w:val="20"/>
                                <w:lang w:eastAsia="de-DE"/>
                              </w:rPr>
                              <w:t xml:space="preserve"> </w:t>
                            </w:r>
                          </w:p>
                        </w:tc>
                        <w:tc>
                          <w:tcPr>
                            <w:tcW w:w="2792" w:type="dxa"/>
                          </w:tcPr>
                          <w:p w14:paraId="4A70C2E6" w14:textId="00B59563" w:rsidR="00D272CC" w:rsidRPr="00A80638" w:rsidRDefault="00000000">
                            <w:pPr>
                              <w:pStyle w:val="Textkrper21"/>
                              <w:tabs>
                                <w:tab w:val="left" w:pos="4320"/>
                              </w:tabs>
                              <w:snapToGrid w:val="0"/>
                              <w:rPr>
                                <w:rFonts w:ascii="Arial" w:hAnsi="Arial" w:cs="Arial"/>
                                <w:sz w:val="20"/>
                                <w:szCs w:val="20"/>
                              </w:rPr>
                            </w:pPr>
                            <w:hyperlink r:id="rId17" w:history="1">
                              <w:r w:rsidR="00152D76" w:rsidRPr="00A200B4">
                                <w:rPr>
                                  <w:rStyle w:val="Hyperlink"/>
                                  <w:rFonts w:cs="Arial"/>
                                  <w:sz w:val="20"/>
                                  <w:szCs w:val="20"/>
                                </w:rPr>
                                <w:t>Markus.Richter@forvia.com</w:t>
                              </w:r>
                            </w:hyperlink>
                          </w:p>
                        </w:tc>
                      </w:tr>
                      <w:tr w:rsidR="00D272CC" w14:paraId="3E9A06C4" w14:textId="77777777">
                        <w:tc>
                          <w:tcPr>
                            <w:tcW w:w="4750" w:type="dxa"/>
                          </w:tcPr>
                          <w:p w14:paraId="744DAE3E" w14:textId="77777777" w:rsidR="00D272CC" w:rsidRPr="00A80638" w:rsidRDefault="00000000" w:rsidP="00B579DC">
                            <w:pPr>
                              <w:pStyle w:val="Textkrper21"/>
                              <w:tabs>
                                <w:tab w:val="left" w:pos="4320"/>
                              </w:tabs>
                              <w:snapToGrid w:val="0"/>
                              <w:rPr>
                                <w:rFonts w:ascii="Arial" w:hAnsi="Arial" w:cs="Arial"/>
                                <w:sz w:val="20"/>
                                <w:szCs w:val="20"/>
                              </w:rPr>
                            </w:pPr>
                            <w:hyperlink r:id="rId18" w:history="1">
                              <w:r w:rsidR="00D272CC" w:rsidRPr="00A80638">
                                <w:rPr>
                                  <w:rStyle w:val="Hyperlink"/>
                                  <w:rFonts w:cs="Arial"/>
                                  <w:sz w:val="20"/>
                                  <w:szCs w:val="20"/>
                                </w:rPr>
                                <w:t>www.hella-gutmann.com</w:t>
                              </w:r>
                            </w:hyperlink>
                          </w:p>
                        </w:tc>
                        <w:tc>
                          <w:tcPr>
                            <w:tcW w:w="2792" w:type="dxa"/>
                          </w:tcPr>
                          <w:p w14:paraId="632286CB" w14:textId="77777777" w:rsidR="00D272CC" w:rsidRPr="00A80638" w:rsidRDefault="00000000">
                            <w:pPr>
                              <w:pStyle w:val="Textkrper21"/>
                              <w:tabs>
                                <w:tab w:val="left" w:pos="4320"/>
                              </w:tabs>
                              <w:snapToGrid w:val="0"/>
                              <w:rPr>
                                <w:rFonts w:ascii="Arial" w:hAnsi="Arial" w:cs="Arial"/>
                                <w:sz w:val="20"/>
                                <w:szCs w:val="20"/>
                              </w:rPr>
                            </w:pPr>
                            <w:hyperlink r:id="rId19" w:history="1">
                              <w:r w:rsidR="00D272CC" w:rsidRPr="00A80638">
                                <w:rPr>
                                  <w:rStyle w:val="Hyperlink"/>
                                  <w:rFonts w:cs="Arial"/>
                                  <w:sz w:val="20"/>
                                  <w:szCs w:val="20"/>
                                </w:rPr>
                                <w:t>www.hella.com</w:t>
                              </w:r>
                            </w:hyperlink>
                          </w:p>
                        </w:tc>
                      </w:tr>
                    </w:tbl>
                    <w:p w14:paraId="3602720F" w14:textId="77777777" w:rsidR="00D272CC" w:rsidRDefault="00D272CC" w:rsidP="00D272CC">
                      <w:r>
                        <w:t xml:space="preserve"> </w:t>
                      </w:r>
                    </w:p>
                  </w:txbxContent>
                </v:textbox>
                <w10:wrap type="square" side="largest" anchorx="margin"/>
              </v:shape>
            </w:pict>
          </mc:Fallback>
        </mc:AlternateContent>
      </w:r>
    </w:p>
    <w:p w14:paraId="3F306690" w14:textId="77777777" w:rsidR="00C05A5A" w:rsidRPr="00BD118B" w:rsidRDefault="00C05A5A" w:rsidP="0022556A">
      <w:pPr>
        <w:pStyle w:val="PMBoilerplate"/>
        <w:rPr>
          <w:rStyle w:val="Hyperlink"/>
          <w:rFonts w:cs="Arial"/>
          <w:color w:val="auto"/>
          <w:u w:val="none"/>
          <w:lang w:val="fr-FR"/>
        </w:rPr>
      </w:pPr>
    </w:p>
    <w:sectPr w:rsidR="00C05A5A" w:rsidRPr="00BD118B" w:rsidSect="00532AD4">
      <w:headerReference w:type="even" r:id="rId20"/>
      <w:headerReference w:type="default" r:id="rId21"/>
      <w:footerReference w:type="even" r:id="rId22"/>
      <w:footerReference w:type="default" r:id="rId23"/>
      <w:headerReference w:type="first" r:id="rId24"/>
      <w:footerReference w:type="first" r:id="rId25"/>
      <w:pgSz w:w="12240" w:h="15840" w:code="1"/>
      <w:pgMar w:top="1179" w:right="2601" w:bottom="1134" w:left="1418" w:header="851" w:footer="85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EB7D8" w14:textId="77777777" w:rsidR="003413D4" w:rsidRDefault="003413D4">
      <w:r>
        <w:separator/>
      </w:r>
    </w:p>
  </w:endnote>
  <w:endnote w:type="continuationSeparator" w:id="0">
    <w:p w14:paraId="5000DCF3" w14:textId="77777777" w:rsidR="003413D4" w:rsidRDefault="0034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la DIN Universal">
    <w:altName w:val="Calibri"/>
    <w:panose1 w:val="020B0604020202020204"/>
    <w:charset w:val="00"/>
    <w:family w:val="auto"/>
    <w:notTrueType/>
    <w:pitch w:val="variable"/>
    <w:sig w:usb0="E00022BF" w:usb1="D000E0FB" w:usb2="00000008" w:usb3="00000000" w:csb0="000001DF" w:csb1="00000000"/>
  </w:font>
  <w:font w:name="Cambria">
    <w:panose1 w:val="02040503050406030204"/>
    <w:charset w:val="00"/>
    <w:family w:val="roman"/>
    <w:pitch w:val="variable"/>
    <w:sig w:usb0="E00002FF" w:usb1="400004FF" w:usb2="00000000" w:usb3="00000000" w:csb0="0000019F" w:csb1="00000000"/>
  </w:font>
  <w:font w:name="Hella DIN Universal Light">
    <w:altName w:val="Calibri"/>
    <w:panose1 w:val="020B0604020202020204"/>
    <w:charset w:val="00"/>
    <w:family w:val="auto"/>
    <w:notTrueType/>
    <w:pitch w:val="variable"/>
    <w:sig w:usb0="E00022BF" w:usb1="D000E0FB" w:usb2="00000008" w:usb3="00000000" w:csb0="000001D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6F2F" w14:textId="77777777" w:rsidR="00554803" w:rsidRDefault="005548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4A8A" w14:textId="77777777" w:rsidR="004E78B9" w:rsidRPr="00DB6A0B" w:rsidRDefault="00014CEB" w:rsidP="00BE284E">
    <w:pPr>
      <w:pStyle w:val="Fuzeile"/>
      <w:tabs>
        <w:tab w:val="center" w:pos="4040"/>
        <w:tab w:val="left" w:pos="7193"/>
      </w:tabs>
      <w:rPr>
        <w:rFonts w:ascii="Hella DIN Universal" w:hAnsi="Hella DIN Universal" w:cs="Hella DIN Universal"/>
        <w:color w:val="808080"/>
        <w:sz w:val="16"/>
      </w:rPr>
    </w:pPr>
    <w:r>
      <w:rPr>
        <w:noProof/>
      </w:rPr>
      <mc:AlternateContent>
        <mc:Choice Requires="wps">
          <w:drawing>
            <wp:anchor distT="45720" distB="45720" distL="114300" distR="114300" simplePos="0" relativeHeight="251656704" behindDoc="0" locked="0" layoutInCell="1" allowOverlap="1" wp14:anchorId="6DA90142" wp14:editId="07A24228">
              <wp:simplePos x="0" y="0"/>
              <wp:positionH relativeFrom="column">
                <wp:posOffset>5316220</wp:posOffset>
              </wp:positionH>
              <wp:positionV relativeFrom="paragraph">
                <wp:posOffset>-130810</wp:posOffset>
              </wp:positionV>
              <wp:extent cx="883285" cy="465455"/>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83285" cy="465455"/>
                      </a:xfrm>
                      <a:prstGeom prst="rect">
                        <a:avLst/>
                      </a:prstGeom>
                      <a:solidFill>
                        <a:srgbClr val="FFFFFF"/>
                      </a:solidFill>
                      <a:ln w="9525">
                        <a:noFill/>
                        <a:miter lim="800000"/>
                        <a:headEnd/>
                        <a:tailEnd/>
                      </a:ln>
                    </wps:spPr>
                    <wps:txbx>
                      <w:txbxContent>
                        <w:p w14:paraId="0876B94F" w14:textId="77777777" w:rsidR="00E22B7B" w:rsidRPr="00BD118B" w:rsidRDefault="00E22B7B" w:rsidP="00BE284E">
                          <w:pPr>
                            <w:pStyle w:val="Fuzeile"/>
                            <w:jc w:val="right"/>
                            <w:rPr>
                              <w:rFonts w:cs="Arial"/>
                              <w:color w:val="808080"/>
                              <w:sz w:val="16"/>
                            </w:rPr>
                          </w:pPr>
                          <w:r w:rsidRPr="00BD118B">
                            <w:rPr>
                              <w:rStyle w:val="Seitenzahl"/>
                              <w:rFonts w:cs="Arial"/>
                              <w:color w:val="808080"/>
                              <w:sz w:val="16"/>
                            </w:rPr>
                            <w:t xml:space="preserve">Seite </w:t>
                          </w:r>
                          <w:r w:rsidRPr="00BD118B">
                            <w:rPr>
                              <w:rStyle w:val="Seitenzahl"/>
                              <w:rFonts w:cs="Arial"/>
                              <w:color w:val="808080"/>
                              <w:sz w:val="16"/>
                            </w:rPr>
                            <w:fldChar w:fldCharType="begin"/>
                          </w:r>
                          <w:r w:rsidRPr="00BD118B">
                            <w:rPr>
                              <w:rStyle w:val="Seitenzahl"/>
                              <w:rFonts w:cs="Arial"/>
                              <w:color w:val="808080"/>
                              <w:sz w:val="16"/>
                            </w:rPr>
                            <w:instrText>PAGE  \* Arabic  \* MERGEFORMAT</w:instrText>
                          </w:r>
                          <w:r w:rsidRPr="00BD118B">
                            <w:rPr>
                              <w:rStyle w:val="Seitenzahl"/>
                              <w:rFonts w:cs="Arial"/>
                              <w:color w:val="808080"/>
                              <w:sz w:val="16"/>
                            </w:rPr>
                            <w:fldChar w:fldCharType="separate"/>
                          </w:r>
                          <w:r w:rsidRPr="00BD118B">
                            <w:rPr>
                              <w:rStyle w:val="Seitenzahl"/>
                              <w:rFonts w:cs="Arial"/>
                              <w:color w:val="808080"/>
                              <w:sz w:val="16"/>
                            </w:rPr>
                            <w:t>3</w:t>
                          </w:r>
                          <w:r w:rsidRPr="00BD118B">
                            <w:rPr>
                              <w:rStyle w:val="Seitenzahl"/>
                              <w:rFonts w:cs="Arial"/>
                              <w:color w:val="808080"/>
                              <w:sz w:val="16"/>
                            </w:rPr>
                            <w:fldChar w:fldCharType="end"/>
                          </w:r>
                          <w:r w:rsidRPr="00BD118B">
                            <w:rPr>
                              <w:rStyle w:val="Seitenzahl"/>
                              <w:rFonts w:cs="Arial"/>
                              <w:color w:val="808080"/>
                              <w:sz w:val="16"/>
                            </w:rPr>
                            <w:t xml:space="preserve"> von </w:t>
                          </w:r>
                          <w:r w:rsidRPr="00BD118B">
                            <w:rPr>
                              <w:rStyle w:val="Seitenzahl"/>
                              <w:rFonts w:cs="Arial"/>
                              <w:color w:val="808080"/>
                              <w:sz w:val="16"/>
                            </w:rPr>
                            <w:fldChar w:fldCharType="begin"/>
                          </w:r>
                          <w:r w:rsidRPr="00BD118B">
                            <w:rPr>
                              <w:rStyle w:val="Seitenzahl"/>
                              <w:rFonts w:cs="Arial"/>
                              <w:color w:val="808080"/>
                              <w:sz w:val="16"/>
                            </w:rPr>
                            <w:instrText>NUMPAGES  \* Arabic  \* MERGEFORMAT</w:instrText>
                          </w:r>
                          <w:r w:rsidRPr="00BD118B">
                            <w:rPr>
                              <w:rStyle w:val="Seitenzahl"/>
                              <w:rFonts w:cs="Arial"/>
                              <w:color w:val="808080"/>
                              <w:sz w:val="16"/>
                            </w:rPr>
                            <w:fldChar w:fldCharType="separate"/>
                          </w:r>
                          <w:r w:rsidRPr="00BD118B">
                            <w:rPr>
                              <w:rStyle w:val="Seitenzahl"/>
                              <w:rFonts w:cs="Arial"/>
                              <w:color w:val="808080"/>
                              <w:sz w:val="16"/>
                            </w:rPr>
                            <w:t>5</w:t>
                          </w:r>
                          <w:r w:rsidRPr="00BD118B">
                            <w:rPr>
                              <w:rStyle w:val="Seitenzahl"/>
                              <w:rFonts w:cs="Arial"/>
                              <w:color w:val="808080"/>
                              <w:sz w:val="16"/>
                            </w:rPr>
                            <w:fldChar w:fldCharType="end"/>
                          </w:r>
                        </w:p>
                        <w:p w14:paraId="4DAFC911" w14:textId="77777777" w:rsidR="00E22B7B" w:rsidRDefault="00E22B7B" w:rsidP="00BE284E">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A90142" id="_x0000_t202" coordsize="21600,21600" o:spt="202" path="m,l,21600r21600,l21600,xe">
              <v:stroke joinstyle="miter"/>
              <v:path gradientshapeok="t" o:connecttype="rect"/>
            </v:shapetype>
            <v:shape id="Textfeld 2" o:spid="_x0000_s1027" type="#_x0000_t202" style="position:absolute;margin-left:418.6pt;margin-top:-10.3pt;width:69.55pt;height:36.6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" stroked="f">
              <v:textbox>
                <w:txbxContent>
                  <w:p w14:paraId="0876B94F" w14:textId="77777777" w:rsidR="00E22B7B" w:rsidRPr="00BD118B" w:rsidRDefault="00E22B7B" w:rsidP="00BE284E">
                    <w:pPr>
                      <w:pStyle w:val="Fuzeile"/>
                      <w:jc w:val="right"/>
                      <w:rPr>
                        <w:rFonts w:cs="Arial"/>
                        <w:color w:val="808080"/>
                        <w:sz w:val="16"/>
                      </w:rPr>
                    </w:pPr>
                    <w:r w:rsidRPr="00BD118B">
                      <w:rPr>
                        <w:rStyle w:val="Seitenzahl"/>
                        <w:rFonts w:cs="Arial"/>
                        <w:color w:val="808080"/>
                        <w:sz w:val="16"/>
                      </w:rPr>
                      <w:t xml:space="preserve">Seite </w:t>
                    </w:r>
                    <w:r w:rsidRPr="00BD118B">
                      <w:rPr>
                        <w:rStyle w:val="Seitenzahl"/>
                        <w:rFonts w:cs="Arial"/>
                        <w:color w:val="808080"/>
                        <w:sz w:val="16"/>
                      </w:rPr>
                      <w:fldChar w:fldCharType="begin"/>
                    </w:r>
                    <w:r w:rsidRPr="00BD118B">
                      <w:rPr>
                        <w:rStyle w:val="Seitenzahl"/>
                        <w:rFonts w:cs="Arial"/>
                        <w:color w:val="808080"/>
                        <w:sz w:val="16"/>
                      </w:rPr>
                      <w:instrText>PAGE  \* Arabic  \* MERGEFORMAT</w:instrText>
                    </w:r>
                    <w:r w:rsidRPr="00BD118B">
                      <w:rPr>
                        <w:rStyle w:val="Seitenzahl"/>
                        <w:rFonts w:cs="Arial"/>
                        <w:color w:val="808080"/>
                        <w:sz w:val="16"/>
                      </w:rPr>
                      <w:fldChar w:fldCharType="separate"/>
                    </w:r>
                    <w:r w:rsidRPr="00BD118B">
                      <w:rPr>
                        <w:rStyle w:val="Seitenzahl"/>
                        <w:rFonts w:cs="Arial"/>
                        <w:color w:val="808080"/>
                        <w:sz w:val="16"/>
                      </w:rPr>
                      <w:t>3</w:t>
                    </w:r>
                    <w:r w:rsidRPr="00BD118B">
                      <w:rPr>
                        <w:rStyle w:val="Seitenzahl"/>
                        <w:rFonts w:cs="Arial"/>
                        <w:color w:val="808080"/>
                        <w:sz w:val="16"/>
                      </w:rPr>
                      <w:fldChar w:fldCharType="end"/>
                    </w:r>
                    <w:r w:rsidRPr="00BD118B">
                      <w:rPr>
                        <w:rStyle w:val="Seitenzahl"/>
                        <w:rFonts w:cs="Arial"/>
                        <w:color w:val="808080"/>
                        <w:sz w:val="16"/>
                      </w:rPr>
                      <w:t xml:space="preserve"> von </w:t>
                    </w:r>
                    <w:r w:rsidRPr="00BD118B">
                      <w:rPr>
                        <w:rStyle w:val="Seitenzahl"/>
                        <w:rFonts w:cs="Arial"/>
                        <w:color w:val="808080"/>
                        <w:sz w:val="16"/>
                      </w:rPr>
                      <w:fldChar w:fldCharType="begin"/>
                    </w:r>
                    <w:r w:rsidRPr="00BD118B">
                      <w:rPr>
                        <w:rStyle w:val="Seitenzahl"/>
                        <w:rFonts w:cs="Arial"/>
                        <w:color w:val="808080"/>
                        <w:sz w:val="16"/>
                      </w:rPr>
                      <w:instrText>NUMPAGES  \* Arabic  \* MERGEFORMAT</w:instrText>
                    </w:r>
                    <w:r w:rsidRPr="00BD118B">
                      <w:rPr>
                        <w:rStyle w:val="Seitenzahl"/>
                        <w:rFonts w:cs="Arial"/>
                        <w:color w:val="808080"/>
                        <w:sz w:val="16"/>
                      </w:rPr>
                      <w:fldChar w:fldCharType="separate"/>
                    </w:r>
                    <w:r w:rsidRPr="00BD118B">
                      <w:rPr>
                        <w:rStyle w:val="Seitenzahl"/>
                        <w:rFonts w:cs="Arial"/>
                        <w:color w:val="808080"/>
                        <w:sz w:val="16"/>
                      </w:rPr>
                      <w:t>5</w:t>
                    </w:r>
                    <w:r w:rsidRPr="00BD118B">
                      <w:rPr>
                        <w:rStyle w:val="Seitenzahl"/>
                        <w:rFonts w:cs="Arial"/>
                        <w:color w:val="808080"/>
                        <w:sz w:val="16"/>
                      </w:rPr>
                      <w:fldChar w:fldCharType="end"/>
                    </w:r>
                  </w:p>
                  <w:p w14:paraId="4DAFC911" w14:textId="77777777" w:rsidR="00E22B7B" w:rsidRDefault="00E22B7B" w:rsidP="00BE284E">
                    <w:pPr>
                      <w:jc w:val="right"/>
                    </w:pPr>
                  </w:p>
                </w:txbxContent>
              </v:textbox>
              <w10:wrap type="square"/>
            </v:shape>
          </w:pict>
        </mc:Fallback>
      </mc:AlternateContent>
    </w:r>
    <w:r w:rsidR="00BE284E">
      <w:rPr>
        <w:rFonts w:ascii="Hella DIN Universal" w:hAnsi="Hella DIN Universal" w:cs="Hella DIN Universal"/>
        <w:color w:val="808080"/>
        <w:sz w:val="16"/>
      </w:rPr>
      <w:tab/>
    </w:r>
    <w:r w:rsidR="00BE284E">
      <w:rPr>
        <w:rFonts w:ascii="Hella DIN Universal" w:hAnsi="Hella DIN Universal" w:cs="Hella DIN Universal"/>
        <w:color w:val="808080"/>
        <w:sz w:val="16"/>
      </w:rPr>
      <w:tab/>
    </w:r>
    <w:r w:rsidR="00BE284E">
      <w:rPr>
        <w:rFonts w:ascii="Hella DIN Universal" w:hAnsi="Hella DIN Universal" w:cs="Hella DIN Universal"/>
        <w:color w:val="808080"/>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3D1F" w14:textId="77777777" w:rsidR="00554803" w:rsidRDefault="005548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A59C4" w14:textId="77777777" w:rsidR="003413D4" w:rsidRDefault="003413D4">
      <w:r>
        <w:separator/>
      </w:r>
    </w:p>
  </w:footnote>
  <w:footnote w:type="continuationSeparator" w:id="0">
    <w:p w14:paraId="1D6C9050" w14:textId="77777777" w:rsidR="003413D4" w:rsidRDefault="0034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1220" w14:textId="77777777" w:rsidR="00554803" w:rsidRDefault="005548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554D" w14:textId="70DCD651" w:rsidR="0008427E" w:rsidRDefault="00014CEB" w:rsidP="006352BA">
    <w:pPr>
      <w:pStyle w:val="PMHeadline1"/>
      <w:spacing w:after="0" w:line="400" w:lineRule="exact"/>
    </w:pPr>
    <w:r>
      <w:rPr>
        <w:noProof/>
      </w:rPr>
      <w:drawing>
        <wp:anchor distT="0" distB="0" distL="114300" distR="114300" simplePos="0" relativeHeight="251658752" behindDoc="0" locked="0" layoutInCell="1" allowOverlap="1" wp14:anchorId="2CCA05F6" wp14:editId="5D537E17">
          <wp:simplePos x="0" y="0"/>
          <wp:positionH relativeFrom="column">
            <wp:posOffset>4300220</wp:posOffset>
          </wp:positionH>
          <wp:positionV relativeFrom="paragraph">
            <wp:posOffset>202565</wp:posOffset>
          </wp:positionV>
          <wp:extent cx="2162175" cy="414655"/>
          <wp:effectExtent l="0" t="0" r="0" b="0"/>
          <wp:wrapNone/>
          <wp:docPr id="4"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414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768B4" w14:textId="77777777" w:rsidR="0029395E" w:rsidRPr="00BD118B" w:rsidRDefault="0027154A" w:rsidP="006352BA">
    <w:pPr>
      <w:pStyle w:val="PMHeadline1"/>
      <w:spacing w:after="0" w:line="400" w:lineRule="exact"/>
      <w:rPr>
        <w:rFonts w:ascii="Arial" w:hAnsi="Arial" w:cs="Arial"/>
      </w:rPr>
    </w:pPr>
    <w:r w:rsidRPr="00BD118B">
      <w:rPr>
        <w:rFonts w:ascii="Arial" w:hAnsi="Arial" w:cs="Arial"/>
      </w:rPr>
      <w:t>P</w:t>
    </w:r>
    <w:r w:rsidR="00DB6A0B" w:rsidRPr="00BD118B">
      <w:rPr>
        <w:rFonts w:ascii="Arial" w:hAnsi="Arial" w:cs="Arial"/>
      </w:rPr>
      <w:t>ressemitteilung</w:t>
    </w:r>
  </w:p>
  <w:p w14:paraId="7E589349" w14:textId="3A40E148" w:rsidR="0027154A" w:rsidRPr="00BD118B" w:rsidRDefault="00586D1C" w:rsidP="006352BA">
    <w:pPr>
      <w:pStyle w:val="PMHeadline1"/>
      <w:spacing w:after="0" w:line="300" w:lineRule="exact"/>
      <w:rPr>
        <w:rFonts w:ascii="Arial" w:hAnsi="Arial" w:cs="Arial"/>
        <w:szCs w:val="20"/>
      </w:rPr>
    </w:pPr>
    <w:r>
      <w:rPr>
        <w:rFonts w:ascii="Arial" w:hAnsi="Arial" w:cs="Arial"/>
        <w:sz w:val="20"/>
        <w:szCs w:val="20"/>
      </w:rPr>
      <w:t>Ihringen</w:t>
    </w:r>
    <w:r w:rsidR="00C05A5A" w:rsidRPr="00BD118B">
      <w:rPr>
        <w:rFonts w:ascii="Arial" w:hAnsi="Arial" w:cs="Arial"/>
        <w:sz w:val="20"/>
        <w:szCs w:val="20"/>
      </w:rPr>
      <w:t xml:space="preserve">, </w:t>
    </w:r>
    <w:r w:rsidR="00843647">
      <w:rPr>
        <w:rFonts w:ascii="Arial" w:hAnsi="Arial" w:cs="Arial"/>
        <w:sz w:val="20"/>
        <w:szCs w:val="20"/>
      </w:rPr>
      <w:t>1</w:t>
    </w:r>
    <w:r w:rsidR="00632F49">
      <w:rPr>
        <w:rFonts w:ascii="Arial" w:hAnsi="Arial" w:cs="Arial"/>
        <w:sz w:val="20"/>
        <w:szCs w:val="20"/>
      </w:rPr>
      <w:t>9</w:t>
    </w:r>
    <w:r w:rsidR="00DB6A0B" w:rsidRPr="00BD118B">
      <w:rPr>
        <w:rFonts w:ascii="Arial" w:hAnsi="Arial" w:cs="Arial"/>
        <w:sz w:val="20"/>
        <w:szCs w:val="20"/>
      </w:rPr>
      <w:t xml:space="preserve">. </w:t>
    </w:r>
    <w:r w:rsidR="00E91878">
      <w:rPr>
        <w:rFonts w:ascii="Arial" w:hAnsi="Arial" w:cs="Arial"/>
        <w:sz w:val="20"/>
        <w:szCs w:val="20"/>
      </w:rPr>
      <w:t>August</w:t>
    </w:r>
    <w:r w:rsidR="00DB6A0B" w:rsidRPr="00BD118B">
      <w:rPr>
        <w:rFonts w:ascii="Arial" w:hAnsi="Arial" w:cs="Arial"/>
        <w:sz w:val="20"/>
        <w:szCs w:val="20"/>
      </w:rPr>
      <w:t xml:space="preserve"> 20</w:t>
    </w:r>
    <w:r w:rsidR="00843647">
      <w:rPr>
        <w:rFonts w:ascii="Arial" w:hAnsi="Arial" w:cs="Arial"/>
        <w:sz w:val="20"/>
        <w:szCs w:val="20"/>
      </w:rPr>
      <w:t>22</w:t>
    </w:r>
  </w:p>
  <w:p w14:paraId="271745D1" w14:textId="77777777" w:rsidR="001A1F1C" w:rsidRPr="007E3E47" w:rsidRDefault="001A1F1C" w:rsidP="008A37C1">
    <w:pPr>
      <w:pStyle w:val="Kopfzeile"/>
      <w:rPr>
        <w:rFonts w:ascii="Hella DIN Universal" w:hAnsi="Hella DIN Universal" w:cs="Hella DIN Universal"/>
        <w:sz w:val="36"/>
        <w:szCs w:val="36"/>
      </w:rPr>
    </w:pPr>
  </w:p>
  <w:p w14:paraId="42DE24CA" w14:textId="77777777" w:rsidR="0027154A" w:rsidRPr="003B3305" w:rsidRDefault="0027154A" w:rsidP="00B35EFA">
    <w:pPr>
      <w:pStyle w:val="Kopfzeile"/>
      <w:spacing w:before="0" w:line="240" w:lineRule="auto"/>
      <w:rPr>
        <w:rFonts w:ascii="Hella DIN Universal Light" w:hAnsi="Hella DIN Universal Light"/>
        <w:sz w:val="24"/>
      </w:rPr>
    </w:pPr>
    <w:r w:rsidRPr="003B3305">
      <w:rPr>
        <w:rFonts w:ascii="Hella DIN Universal Light" w:hAnsi="Hella DIN Universal Light"/>
        <w:sz w:val="24"/>
      </w:rPr>
      <w:tab/>
    </w:r>
  </w:p>
  <w:p w14:paraId="5F362642" w14:textId="77777777" w:rsidR="0027154A" w:rsidRDefault="0027154A" w:rsidP="003857FB">
    <w:pPr>
      <w:pStyle w:val="Kopfzeile"/>
      <w:spacing w:before="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CD20" w14:textId="77777777" w:rsidR="00554803" w:rsidRDefault="005548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9A3C94"/>
    <w:multiLevelType w:val="hybridMultilevel"/>
    <w:tmpl w:val="8062A8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FC5C62"/>
    <w:multiLevelType w:val="hybridMultilevel"/>
    <w:tmpl w:val="AA9CC160"/>
    <w:lvl w:ilvl="0" w:tplc="0409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77E59"/>
    <w:multiLevelType w:val="hybridMultilevel"/>
    <w:tmpl w:val="DADCB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291F40"/>
    <w:multiLevelType w:val="hybridMultilevel"/>
    <w:tmpl w:val="FE1AD5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AF617A"/>
    <w:multiLevelType w:val="hybridMultilevel"/>
    <w:tmpl w:val="7F660C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EE44F63"/>
    <w:multiLevelType w:val="hybridMultilevel"/>
    <w:tmpl w:val="9AAC63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A256A"/>
    <w:multiLevelType w:val="hybridMultilevel"/>
    <w:tmpl w:val="06007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DF59E2"/>
    <w:multiLevelType w:val="hybridMultilevel"/>
    <w:tmpl w:val="9B88555C"/>
    <w:lvl w:ilvl="0" w:tplc="59CC5E2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50336B"/>
    <w:multiLevelType w:val="hybridMultilevel"/>
    <w:tmpl w:val="7832A87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44000FB"/>
    <w:multiLevelType w:val="hybridMultilevel"/>
    <w:tmpl w:val="7A2C4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9267521"/>
    <w:multiLevelType w:val="hybridMultilevel"/>
    <w:tmpl w:val="7C962574"/>
    <w:lvl w:ilvl="0" w:tplc="31526BBC">
      <w:start w:val="1"/>
      <w:numFmt w:val="bullet"/>
      <w:pStyle w:val="PMBullets"/>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B4B2D8D"/>
    <w:multiLevelType w:val="hybridMultilevel"/>
    <w:tmpl w:val="5D2CB7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28365117">
    <w:abstractNumId w:val="13"/>
  </w:num>
  <w:num w:numId="2" w16cid:durableId="1228568349">
    <w:abstractNumId w:val="4"/>
  </w:num>
  <w:num w:numId="3" w16cid:durableId="1811248284">
    <w:abstractNumId w:val="14"/>
  </w:num>
  <w:num w:numId="4" w16cid:durableId="2095936932">
    <w:abstractNumId w:val="0"/>
  </w:num>
  <w:num w:numId="5" w16cid:durableId="1194341228">
    <w:abstractNumId w:val="10"/>
  </w:num>
  <w:num w:numId="6" w16cid:durableId="233854670">
    <w:abstractNumId w:val="3"/>
  </w:num>
  <w:num w:numId="7" w16cid:durableId="230043507">
    <w:abstractNumId w:val="5"/>
  </w:num>
  <w:num w:numId="8" w16cid:durableId="1058624053">
    <w:abstractNumId w:val="12"/>
  </w:num>
  <w:num w:numId="9" w16cid:durableId="80419507">
    <w:abstractNumId w:val="6"/>
  </w:num>
  <w:num w:numId="10" w16cid:durableId="1462504538">
    <w:abstractNumId w:val="11"/>
  </w:num>
  <w:num w:numId="11" w16cid:durableId="195389835">
    <w:abstractNumId w:val="2"/>
  </w:num>
  <w:num w:numId="12" w16cid:durableId="946742173">
    <w:abstractNumId w:val="9"/>
  </w:num>
  <w:num w:numId="13" w16cid:durableId="735129923">
    <w:abstractNumId w:val="17"/>
  </w:num>
  <w:num w:numId="14" w16cid:durableId="1755974421">
    <w:abstractNumId w:val="1"/>
  </w:num>
  <w:num w:numId="15" w16cid:durableId="772820102">
    <w:abstractNumId w:val="15"/>
  </w:num>
  <w:num w:numId="16" w16cid:durableId="475805778">
    <w:abstractNumId w:val="8"/>
  </w:num>
  <w:num w:numId="17" w16cid:durableId="1211457122">
    <w:abstractNumId w:val="16"/>
  </w:num>
  <w:num w:numId="18" w16cid:durableId="18472834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803"/>
    <w:rsid w:val="00000F74"/>
    <w:rsid w:val="00001FC9"/>
    <w:rsid w:val="00003174"/>
    <w:rsid w:val="00005623"/>
    <w:rsid w:val="00006E74"/>
    <w:rsid w:val="000070CF"/>
    <w:rsid w:val="000100B2"/>
    <w:rsid w:val="00010110"/>
    <w:rsid w:val="000101A4"/>
    <w:rsid w:val="0001076C"/>
    <w:rsid w:val="00010F1D"/>
    <w:rsid w:val="00012159"/>
    <w:rsid w:val="000126FC"/>
    <w:rsid w:val="00013E03"/>
    <w:rsid w:val="00014CEB"/>
    <w:rsid w:val="0001663F"/>
    <w:rsid w:val="00017110"/>
    <w:rsid w:val="000171E7"/>
    <w:rsid w:val="00020638"/>
    <w:rsid w:val="00020898"/>
    <w:rsid w:val="00020942"/>
    <w:rsid w:val="00020B3B"/>
    <w:rsid w:val="00021396"/>
    <w:rsid w:val="00021858"/>
    <w:rsid w:val="00024BC7"/>
    <w:rsid w:val="0002534B"/>
    <w:rsid w:val="00026CBF"/>
    <w:rsid w:val="00030B3A"/>
    <w:rsid w:val="00030FF9"/>
    <w:rsid w:val="00031FAF"/>
    <w:rsid w:val="00033780"/>
    <w:rsid w:val="0003470D"/>
    <w:rsid w:val="00036415"/>
    <w:rsid w:val="00036B21"/>
    <w:rsid w:val="00036B67"/>
    <w:rsid w:val="00036F0A"/>
    <w:rsid w:val="000378FD"/>
    <w:rsid w:val="00037B1C"/>
    <w:rsid w:val="00041555"/>
    <w:rsid w:val="000416A1"/>
    <w:rsid w:val="00041700"/>
    <w:rsid w:val="00041BC9"/>
    <w:rsid w:val="000432EF"/>
    <w:rsid w:val="00043958"/>
    <w:rsid w:val="0004475D"/>
    <w:rsid w:val="000449B9"/>
    <w:rsid w:val="000459F6"/>
    <w:rsid w:val="00046191"/>
    <w:rsid w:val="0004630B"/>
    <w:rsid w:val="000464B0"/>
    <w:rsid w:val="000466B4"/>
    <w:rsid w:val="00046F13"/>
    <w:rsid w:val="000476C8"/>
    <w:rsid w:val="00047A9D"/>
    <w:rsid w:val="00047EBD"/>
    <w:rsid w:val="00050EA3"/>
    <w:rsid w:val="00051431"/>
    <w:rsid w:val="00051D1D"/>
    <w:rsid w:val="0005248F"/>
    <w:rsid w:val="00053819"/>
    <w:rsid w:val="00054422"/>
    <w:rsid w:val="00055EAE"/>
    <w:rsid w:val="00061134"/>
    <w:rsid w:val="00061C71"/>
    <w:rsid w:val="00063773"/>
    <w:rsid w:val="00063C56"/>
    <w:rsid w:val="000646F1"/>
    <w:rsid w:val="000647C6"/>
    <w:rsid w:val="00065738"/>
    <w:rsid w:val="00066919"/>
    <w:rsid w:val="00066DA5"/>
    <w:rsid w:val="00067395"/>
    <w:rsid w:val="00067A35"/>
    <w:rsid w:val="00067B4F"/>
    <w:rsid w:val="00070EBD"/>
    <w:rsid w:val="0007331A"/>
    <w:rsid w:val="0007413E"/>
    <w:rsid w:val="00074DF5"/>
    <w:rsid w:val="00075E10"/>
    <w:rsid w:val="00080192"/>
    <w:rsid w:val="00080279"/>
    <w:rsid w:val="00081511"/>
    <w:rsid w:val="00081B16"/>
    <w:rsid w:val="00082361"/>
    <w:rsid w:val="00082D79"/>
    <w:rsid w:val="00083987"/>
    <w:rsid w:val="0008427E"/>
    <w:rsid w:val="00085F21"/>
    <w:rsid w:val="000865CF"/>
    <w:rsid w:val="000873CF"/>
    <w:rsid w:val="00087D58"/>
    <w:rsid w:val="00091B89"/>
    <w:rsid w:val="00092BF3"/>
    <w:rsid w:val="00092C47"/>
    <w:rsid w:val="00093E28"/>
    <w:rsid w:val="000948E1"/>
    <w:rsid w:val="000960F1"/>
    <w:rsid w:val="00097381"/>
    <w:rsid w:val="000A1A59"/>
    <w:rsid w:val="000A2F4C"/>
    <w:rsid w:val="000A36D7"/>
    <w:rsid w:val="000A3B7B"/>
    <w:rsid w:val="000A5BCB"/>
    <w:rsid w:val="000A641D"/>
    <w:rsid w:val="000B0BC8"/>
    <w:rsid w:val="000B13DF"/>
    <w:rsid w:val="000B183C"/>
    <w:rsid w:val="000B1C11"/>
    <w:rsid w:val="000B4798"/>
    <w:rsid w:val="000B4A78"/>
    <w:rsid w:val="000B514D"/>
    <w:rsid w:val="000B5986"/>
    <w:rsid w:val="000B6352"/>
    <w:rsid w:val="000B7AF4"/>
    <w:rsid w:val="000B7E67"/>
    <w:rsid w:val="000C057A"/>
    <w:rsid w:val="000C1A67"/>
    <w:rsid w:val="000C22BD"/>
    <w:rsid w:val="000C37AC"/>
    <w:rsid w:val="000C5326"/>
    <w:rsid w:val="000C5925"/>
    <w:rsid w:val="000C632C"/>
    <w:rsid w:val="000C6840"/>
    <w:rsid w:val="000C6BF9"/>
    <w:rsid w:val="000C6E30"/>
    <w:rsid w:val="000C74B1"/>
    <w:rsid w:val="000C7D88"/>
    <w:rsid w:val="000D1156"/>
    <w:rsid w:val="000D1479"/>
    <w:rsid w:val="000D1A6C"/>
    <w:rsid w:val="000D2576"/>
    <w:rsid w:val="000D2DB0"/>
    <w:rsid w:val="000D329A"/>
    <w:rsid w:val="000D43BC"/>
    <w:rsid w:val="000D4F00"/>
    <w:rsid w:val="000D56BA"/>
    <w:rsid w:val="000D5C63"/>
    <w:rsid w:val="000D68C3"/>
    <w:rsid w:val="000D6EF0"/>
    <w:rsid w:val="000D7011"/>
    <w:rsid w:val="000E0170"/>
    <w:rsid w:val="000E0AF4"/>
    <w:rsid w:val="000E1F4E"/>
    <w:rsid w:val="000E262C"/>
    <w:rsid w:val="000E2D3F"/>
    <w:rsid w:val="000E30AC"/>
    <w:rsid w:val="000E3825"/>
    <w:rsid w:val="000E4B2B"/>
    <w:rsid w:val="000E5061"/>
    <w:rsid w:val="000E52D1"/>
    <w:rsid w:val="000E5C67"/>
    <w:rsid w:val="000E5D36"/>
    <w:rsid w:val="000E601E"/>
    <w:rsid w:val="000E6A53"/>
    <w:rsid w:val="000E7883"/>
    <w:rsid w:val="000F0AAA"/>
    <w:rsid w:val="000F1193"/>
    <w:rsid w:val="000F21CD"/>
    <w:rsid w:val="000F340A"/>
    <w:rsid w:val="000F378E"/>
    <w:rsid w:val="000F4068"/>
    <w:rsid w:val="000F5BD2"/>
    <w:rsid w:val="001008AA"/>
    <w:rsid w:val="001011BE"/>
    <w:rsid w:val="00106EAE"/>
    <w:rsid w:val="001071FB"/>
    <w:rsid w:val="001071FF"/>
    <w:rsid w:val="00107352"/>
    <w:rsid w:val="00111910"/>
    <w:rsid w:val="00113EB2"/>
    <w:rsid w:val="001148B6"/>
    <w:rsid w:val="00116D0A"/>
    <w:rsid w:val="00116EC2"/>
    <w:rsid w:val="00117D78"/>
    <w:rsid w:val="00122F8A"/>
    <w:rsid w:val="001230C4"/>
    <w:rsid w:val="00123745"/>
    <w:rsid w:val="00123880"/>
    <w:rsid w:val="00123920"/>
    <w:rsid w:val="001239F8"/>
    <w:rsid w:val="00124112"/>
    <w:rsid w:val="0012467B"/>
    <w:rsid w:val="00124893"/>
    <w:rsid w:val="001262CD"/>
    <w:rsid w:val="001267DF"/>
    <w:rsid w:val="00127569"/>
    <w:rsid w:val="00130AB0"/>
    <w:rsid w:val="001314EC"/>
    <w:rsid w:val="0013404B"/>
    <w:rsid w:val="00134B2F"/>
    <w:rsid w:val="001365D7"/>
    <w:rsid w:val="0013671D"/>
    <w:rsid w:val="001373D5"/>
    <w:rsid w:val="00137A2D"/>
    <w:rsid w:val="00137DC7"/>
    <w:rsid w:val="00140563"/>
    <w:rsid w:val="00142677"/>
    <w:rsid w:val="00143701"/>
    <w:rsid w:val="0014385B"/>
    <w:rsid w:val="00143BE5"/>
    <w:rsid w:val="00144499"/>
    <w:rsid w:val="001462FC"/>
    <w:rsid w:val="00147D76"/>
    <w:rsid w:val="0015102F"/>
    <w:rsid w:val="00151848"/>
    <w:rsid w:val="00151FCA"/>
    <w:rsid w:val="00152276"/>
    <w:rsid w:val="00152D76"/>
    <w:rsid w:val="00157A44"/>
    <w:rsid w:val="001601EF"/>
    <w:rsid w:val="00160FE0"/>
    <w:rsid w:val="00161C60"/>
    <w:rsid w:val="0016285B"/>
    <w:rsid w:val="00162CF3"/>
    <w:rsid w:val="001633D3"/>
    <w:rsid w:val="0016433F"/>
    <w:rsid w:val="00164BAD"/>
    <w:rsid w:val="00164C21"/>
    <w:rsid w:val="00166CE7"/>
    <w:rsid w:val="00167917"/>
    <w:rsid w:val="00167E18"/>
    <w:rsid w:val="001707A9"/>
    <w:rsid w:val="00172887"/>
    <w:rsid w:val="001728AC"/>
    <w:rsid w:val="001749DF"/>
    <w:rsid w:val="00174A68"/>
    <w:rsid w:val="00176653"/>
    <w:rsid w:val="00176C8A"/>
    <w:rsid w:val="00180564"/>
    <w:rsid w:val="00180860"/>
    <w:rsid w:val="00181220"/>
    <w:rsid w:val="0018184D"/>
    <w:rsid w:val="001823EF"/>
    <w:rsid w:val="00182BF5"/>
    <w:rsid w:val="00184A31"/>
    <w:rsid w:val="001867BA"/>
    <w:rsid w:val="0019009B"/>
    <w:rsid w:val="00190A5F"/>
    <w:rsid w:val="00190B04"/>
    <w:rsid w:val="00192F67"/>
    <w:rsid w:val="00193883"/>
    <w:rsid w:val="00193ED4"/>
    <w:rsid w:val="001951D1"/>
    <w:rsid w:val="001965E1"/>
    <w:rsid w:val="001970A9"/>
    <w:rsid w:val="0019735B"/>
    <w:rsid w:val="00197615"/>
    <w:rsid w:val="00197AB3"/>
    <w:rsid w:val="001A01E0"/>
    <w:rsid w:val="001A1F1C"/>
    <w:rsid w:val="001A21B1"/>
    <w:rsid w:val="001A272B"/>
    <w:rsid w:val="001A34A9"/>
    <w:rsid w:val="001A3A8D"/>
    <w:rsid w:val="001A5063"/>
    <w:rsid w:val="001A5712"/>
    <w:rsid w:val="001A6066"/>
    <w:rsid w:val="001A6674"/>
    <w:rsid w:val="001B0138"/>
    <w:rsid w:val="001B0D0E"/>
    <w:rsid w:val="001B1EFB"/>
    <w:rsid w:val="001B2A98"/>
    <w:rsid w:val="001B40C0"/>
    <w:rsid w:val="001B4480"/>
    <w:rsid w:val="001B4D02"/>
    <w:rsid w:val="001B5EFF"/>
    <w:rsid w:val="001B64F0"/>
    <w:rsid w:val="001B747F"/>
    <w:rsid w:val="001C31CB"/>
    <w:rsid w:val="001C6762"/>
    <w:rsid w:val="001C6774"/>
    <w:rsid w:val="001C7620"/>
    <w:rsid w:val="001C7A17"/>
    <w:rsid w:val="001D0E25"/>
    <w:rsid w:val="001D0FD2"/>
    <w:rsid w:val="001D195A"/>
    <w:rsid w:val="001D1F5E"/>
    <w:rsid w:val="001D31F0"/>
    <w:rsid w:val="001D3ABA"/>
    <w:rsid w:val="001D3D23"/>
    <w:rsid w:val="001D4E05"/>
    <w:rsid w:val="001D568C"/>
    <w:rsid w:val="001D60CD"/>
    <w:rsid w:val="001D6628"/>
    <w:rsid w:val="001E05F1"/>
    <w:rsid w:val="001E14B3"/>
    <w:rsid w:val="001E14DA"/>
    <w:rsid w:val="001E3386"/>
    <w:rsid w:val="001E3564"/>
    <w:rsid w:val="001E5FA7"/>
    <w:rsid w:val="001E6387"/>
    <w:rsid w:val="001E68D2"/>
    <w:rsid w:val="001E6E03"/>
    <w:rsid w:val="001E7219"/>
    <w:rsid w:val="001E76A0"/>
    <w:rsid w:val="001F0AE4"/>
    <w:rsid w:val="001F16A4"/>
    <w:rsid w:val="001F6471"/>
    <w:rsid w:val="001F6AC5"/>
    <w:rsid w:val="001F779E"/>
    <w:rsid w:val="002016EA"/>
    <w:rsid w:val="002017D4"/>
    <w:rsid w:val="0020197D"/>
    <w:rsid w:val="00204AFC"/>
    <w:rsid w:val="00205A4F"/>
    <w:rsid w:val="00205F20"/>
    <w:rsid w:val="00211490"/>
    <w:rsid w:val="00212A09"/>
    <w:rsid w:val="00213242"/>
    <w:rsid w:val="002135D8"/>
    <w:rsid w:val="00213D76"/>
    <w:rsid w:val="00213D8B"/>
    <w:rsid w:val="00214821"/>
    <w:rsid w:val="00216483"/>
    <w:rsid w:val="002209DD"/>
    <w:rsid w:val="00220ADA"/>
    <w:rsid w:val="00221C62"/>
    <w:rsid w:val="00223679"/>
    <w:rsid w:val="002238B0"/>
    <w:rsid w:val="00223984"/>
    <w:rsid w:val="00224391"/>
    <w:rsid w:val="002252BF"/>
    <w:rsid w:val="0022556A"/>
    <w:rsid w:val="00225A12"/>
    <w:rsid w:val="00226B9C"/>
    <w:rsid w:val="00230D15"/>
    <w:rsid w:val="00232D60"/>
    <w:rsid w:val="00233F63"/>
    <w:rsid w:val="00234513"/>
    <w:rsid w:val="002347B9"/>
    <w:rsid w:val="0023490B"/>
    <w:rsid w:val="0023498E"/>
    <w:rsid w:val="00235B54"/>
    <w:rsid w:val="0023672E"/>
    <w:rsid w:val="00236C36"/>
    <w:rsid w:val="0023705D"/>
    <w:rsid w:val="00241477"/>
    <w:rsid w:val="002425CE"/>
    <w:rsid w:val="00242CC2"/>
    <w:rsid w:val="00243E17"/>
    <w:rsid w:val="00243F1E"/>
    <w:rsid w:val="00244A07"/>
    <w:rsid w:val="00244B33"/>
    <w:rsid w:val="00245001"/>
    <w:rsid w:val="002456F8"/>
    <w:rsid w:val="00245C9B"/>
    <w:rsid w:val="00246336"/>
    <w:rsid w:val="002470BF"/>
    <w:rsid w:val="002506C3"/>
    <w:rsid w:val="00250855"/>
    <w:rsid w:val="002508A4"/>
    <w:rsid w:val="00250DA1"/>
    <w:rsid w:val="00251D04"/>
    <w:rsid w:val="00254BE1"/>
    <w:rsid w:val="0025581B"/>
    <w:rsid w:val="00255C49"/>
    <w:rsid w:val="0025603F"/>
    <w:rsid w:val="00257364"/>
    <w:rsid w:val="00257C65"/>
    <w:rsid w:val="0026134B"/>
    <w:rsid w:val="00261647"/>
    <w:rsid w:val="002617CB"/>
    <w:rsid w:val="00263316"/>
    <w:rsid w:val="002633CC"/>
    <w:rsid w:val="00265446"/>
    <w:rsid w:val="00266425"/>
    <w:rsid w:val="00266618"/>
    <w:rsid w:val="0026674E"/>
    <w:rsid w:val="00270355"/>
    <w:rsid w:val="00270BAB"/>
    <w:rsid w:val="0027154A"/>
    <w:rsid w:val="0027218C"/>
    <w:rsid w:val="002721DD"/>
    <w:rsid w:val="00273349"/>
    <w:rsid w:val="00275B52"/>
    <w:rsid w:val="00275CC8"/>
    <w:rsid w:val="00275FA9"/>
    <w:rsid w:val="00280443"/>
    <w:rsid w:val="002812A9"/>
    <w:rsid w:val="00281A6E"/>
    <w:rsid w:val="00281D04"/>
    <w:rsid w:val="002834B5"/>
    <w:rsid w:val="0028451E"/>
    <w:rsid w:val="002857F5"/>
    <w:rsid w:val="00285B52"/>
    <w:rsid w:val="002862AD"/>
    <w:rsid w:val="00287BD2"/>
    <w:rsid w:val="00293715"/>
    <w:rsid w:val="0029395E"/>
    <w:rsid w:val="002942BC"/>
    <w:rsid w:val="00294651"/>
    <w:rsid w:val="00294CF9"/>
    <w:rsid w:val="00295600"/>
    <w:rsid w:val="00295A07"/>
    <w:rsid w:val="00296643"/>
    <w:rsid w:val="002A152F"/>
    <w:rsid w:val="002A18EF"/>
    <w:rsid w:val="002A1F93"/>
    <w:rsid w:val="002A2DE5"/>
    <w:rsid w:val="002A2FFF"/>
    <w:rsid w:val="002A34E9"/>
    <w:rsid w:val="002A3652"/>
    <w:rsid w:val="002A3B5E"/>
    <w:rsid w:val="002A538C"/>
    <w:rsid w:val="002A6382"/>
    <w:rsid w:val="002A6A24"/>
    <w:rsid w:val="002B017A"/>
    <w:rsid w:val="002B0591"/>
    <w:rsid w:val="002B57CE"/>
    <w:rsid w:val="002B698E"/>
    <w:rsid w:val="002B788C"/>
    <w:rsid w:val="002B7DF9"/>
    <w:rsid w:val="002C0AE0"/>
    <w:rsid w:val="002C1AA1"/>
    <w:rsid w:val="002C1BAD"/>
    <w:rsid w:val="002C33E1"/>
    <w:rsid w:val="002C3F6A"/>
    <w:rsid w:val="002C432A"/>
    <w:rsid w:val="002C4EF7"/>
    <w:rsid w:val="002C63BA"/>
    <w:rsid w:val="002C76BF"/>
    <w:rsid w:val="002D0BAA"/>
    <w:rsid w:val="002D1515"/>
    <w:rsid w:val="002D3A2D"/>
    <w:rsid w:val="002D4FF2"/>
    <w:rsid w:val="002D5326"/>
    <w:rsid w:val="002D5EA1"/>
    <w:rsid w:val="002D6209"/>
    <w:rsid w:val="002D6615"/>
    <w:rsid w:val="002D7586"/>
    <w:rsid w:val="002D75D7"/>
    <w:rsid w:val="002D7934"/>
    <w:rsid w:val="002E0725"/>
    <w:rsid w:val="002E1111"/>
    <w:rsid w:val="002E134E"/>
    <w:rsid w:val="002E2527"/>
    <w:rsid w:val="002E2CD1"/>
    <w:rsid w:val="002E2EE4"/>
    <w:rsid w:val="002E41FE"/>
    <w:rsid w:val="002E4AB0"/>
    <w:rsid w:val="002E508C"/>
    <w:rsid w:val="002E6E11"/>
    <w:rsid w:val="002E6FC2"/>
    <w:rsid w:val="002E7CE9"/>
    <w:rsid w:val="002F013B"/>
    <w:rsid w:val="002F2448"/>
    <w:rsid w:val="002F2E9C"/>
    <w:rsid w:val="002F3334"/>
    <w:rsid w:val="002F4A29"/>
    <w:rsid w:val="002F60A2"/>
    <w:rsid w:val="002F6129"/>
    <w:rsid w:val="002F6E8A"/>
    <w:rsid w:val="002F718E"/>
    <w:rsid w:val="002F7559"/>
    <w:rsid w:val="00300206"/>
    <w:rsid w:val="00301027"/>
    <w:rsid w:val="003018DF"/>
    <w:rsid w:val="00304085"/>
    <w:rsid w:val="003046B1"/>
    <w:rsid w:val="00305F35"/>
    <w:rsid w:val="0030694C"/>
    <w:rsid w:val="00310E20"/>
    <w:rsid w:val="00310EFD"/>
    <w:rsid w:val="00311715"/>
    <w:rsid w:val="00312079"/>
    <w:rsid w:val="00312F4C"/>
    <w:rsid w:val="00313C44"/>
    <w:rsid w:val="00313EB9"/>
    <w:rsid w:val="00314B65"/>
    <w:rsid w:val="00320438"/>
    <w:rsid w:val="003207D7"/>
    <w:rsid w:val="003216F2"/>
    <w:rsid w:val="0032177E"/>
    <w:rsid w:val="00321A9B"/>
    <w:rsid w:val="00321F06"/>
    <w:rsid w:val="003229A3"/>
    <w:rsid w:val="00322DBA"/>
    <w:rsid w:val="00323102"/>
    <w:rsid w:val="003237FF"/>
    <w:rsid w:val="00325F2A"/>
    <w:rsid w:val="00326E2A"/>
    <w:rsid w:val="00326E42"/>
    <w:rsid w:val="00327102"/>
    <w:rsid w:val="00327FA9"/>
    <w:rsid w:val="00331499"/>
    <w:rsid w:val="00331BA4"/>
    <w:rsid w:val="00332849"/>
    <w:rsid w:val="00333AC3"/>
    <w:rsid w:val="00335098"/>
    <w:rsid w:val="0033601D"/>
    <w:rsid w:val="00336C96"/>
    <w:rsid w:val="00337B3D"/>
    <w:rsid w:val="003413D4"/>
    <w:rsid w:val="00342BD7"/>
    <w:rsid w:val="00342DC3"/>
    <w:rsid w:val="003433A5"/>
    <w:rsid w:val="00343863"/>
    <w:rsid w:val="00345A1D"/>
    <w:rsid w:val="00345FFA"/>
    <w:rsid w:val="00346739"/>
    <w:rsid w:val="003472D4"/>
    <w:rsid w:val="00347922"/>
    <w:rsid w:val="00350314"/>
    <w:rsid w:val="00350D5A"/>
    <w:rsid w:val="00350DA4"/>
    <w:rsid w:val="00350EDE"/>
    <w:rsid w:val="00351035"/>
    <w:rsid w:val="003524B9"/>
    <w:rsid w:val="00352B0C"/>
    <w:rsid w:val="003532F5"/>
    <w:rsid w:val="0035398D"/>
    <w:rsid w:val="0035426F"/>
    <w:rsid w:val="003542A3"/>
    <w:rsid w:val="003549C0"/>
    <w:rsid w:val="003551D4"/>
    <w:rsid w:val="00356915"/>
    <w:rsid w:val="00361BE2"/>
    <w:rsid w:val="00361F7D"/>
    <w:rsid w:val="0036200C"/>
    <w:rsid w:val="003620B1"/>
    <w:rsid w:val="00362A1F"/>
    <w:rsid w:val="00362B4E"/>
    <w:rsid w:val="003655FA"/>
    <w:rsid w:val="003656C3"/>
    <w:rsid w:val="00365DE9"/>
    <w:rsid w:val="00366170"/>
    <w:rsid w:val="0036637F"/>
    <w:rsid w:val="00366CF3"/>
    <w:rsid w:val="00366DBB"/>
    <w:rsid w:val="00366DC9"/>
    <w:rsid w:val="00366EB8"/>
    <w:rsid w:val="00367124"/>
    <w:rsid w:val="003712E8"/>
    <w:rsid w:val="00372EC9"/>
    <w:rsid w:val="00373FA3"/>
    <w:rsid w:val="00375B48"/>
    <w:rsid w:val="003773B5"/>
    <w:rsid w:val="003804FA"/>
    <w:rsid w:val="00381147"/>
    <w:rsid w:val="00381938"/>
    <w:rsid w:val="00383169"/>
    <w:rsid w:val="003847EC"/>
    <w:rsid w:val="003847FA"/>
    <w:rsid w:val="003857FB"/>
    <w:rsid w:val="003872ED"/>
    <w:rsid w:val="003874B4"/>
    <w:rsid w:val="00387F32"/>
    <w:rsid w:val="00387FBD"/>
    <w:rsid w:val="0039158C"/>
    <w:rsid w:val="00392DA6"/>
    <w:rsid w:val="00393603"/>
    <w:rsid w:val="00393844"/>
    <w:rsid w:val="003A080C"/>
    <w:rsid w:val="003A0A94"/>
    <w:rsid w:val="003A1514"/>
    <w:rsid w:val="003A191E"/>
    <w:rsid w:val="003A203D"/>
    <w:rsid w:val="003A3201"/>
    <w:rsid w:val="003A3E40"/>
    <w:rsid w:val="003A4B12"/>
    <w:rsid w:val="003A4BCB"/>
    <w:rsid w:val="003A4C95"/>
    <w:rsid w:val="003A5F5D"/>
    <w:rsid w:val="003A6844"/>
    <w:rsid w:val="003A7473"/>
    <w:rsid w:val="003A7E74"/>
    <w:rsid w:val="003B01F7"/>
    <w:rsid w:val="003B0306"/>
    <w:rsid w:val="003B05CE"/>
    <w:rsid w:val="003B0917"/>
    <w:rsid w:val="003B19FE"/>
    <w:rsid w:val="003B25FF"/>
    <w:rsid w:val="003B289B"/>
    <w:rsid w:val="003B3305"/>
    <w:rsid w:val="003B411A"/>
    <w:rsid w:val="003B4A48"/>
    <w:rsid w:val="003B5688"/>
    <w:rsid w:val="003B5F65"/>
    <w:rsid w:val="003B7270"/>
    <w:rsid w:val="003B7A25"/>
    <w:rsid w:val="003C17FF"/>
    <w:rsid w:val="003C1C8B"/>
    <w:rsid w:val="003C1CDE"/>
    <w:rsid w:val="003C1D32"/>
    <w:rsid w:val="003C2278"/>
    <w:rsid w:val="003C23CF"/>
    <w:rsid w:val="003C2E8F"/>
    <w:rsid w:val="003C4C19"/>
    <w:rsid w:val="003C500A"/>
    <w:rsid w:val="003C6A2F"/>
    <w:rsid w:val="003C6E6F"/>
    <w:rsid w:val="003C7076"/>
    <w:rsid w:val="003C7845"/>
    <w:rsid w:val="003C7D74"/>
    <w:rsid w:val="003D24BD"/>
    <w:rsid w:val="003D2BC9"/>
    <w:rsid w:val="003D35FC"/>
    <w:rsid w:val="003D37E0"/>
    <w:rsid w:val="003D4130"/>
    <w:rsid w:val="003D5711"/>
    <w:rsid w:val="003D66D9"/>
    <w:rsid w:val="003D7281"/>
    <w:rsid w:val="003D7720"/>
    <w:rsid w:val="003D7E16"/>
    <w:rsid w:val="003E118E"/>
    <w:rsid w:val="003E15F2"/>
    <w:rsid w:val="003E18A6"/>
    <w:rsid w:val="003E1C2E"/>
    <w:rsid w:val="003E2B79"/>
    <w:rsid w:val="003E5937"/>
    <w:rsid w:val="003E630A"/>
    <w:rsid w:val="003E6D5B"/>
    <w:rsid w:val="003E708C"/>
    <w:rsid w:val="003E73FC"/>
    <w:rsid w:val="003F0510"/>
    <w:rsid w:val="003F2088"/>
    <w:rsid w:val="003F2D9C"/>
    <w:rsid w:val="003F7086"/>
    <w:rsid w:val="004007CA"/>
    <w:rsid w:val="004015D7"/>
    <w:rsid w:val="004025A0"/>
    <w:rsid w:val="00402B2B"/>
    <w:rsid w:val="00403016"/>
    <w:rsid w:val="00405A3C"/>
    <w:rsid w:val="00405EA1"/>
    <w:rsid w:val="0040785C"/>
    <w:rsid w:val="0040787D"/>
    <w:rsid w:val="00407EB4"/>
    <w:rsid w:val="00410B72"/>
    <w:rsid w:val="004117D7"/>
    <w:rsid w:val="00411ED7"/>
    <w:rsid w:val="004128AB"/>
    <w:rsid w:val="00412FFA"/>
    <w:rsid w:val="004157EF"/>
    <w:rsid w:val="00416570"/>
    <w:rsid w:val="0041663F"/>
    <w:rsid w:val="00417564"/>
    <w:rsid w:val="0042030E"/>
    <w:rsid w:val="00420B12"/>
    <w:rsid w:val="0042116D"/>
    <w:rsid w:val="00424213"/>
    <w:rsid w:val="00424D6E"/>
    <w:rsid w:val="004258FC"/>
    <w:rsid w:val="00425FCA"/>
    <w:rsid w:val="00427453"/>
    <w:rsid w:val="00427D16"/>
    <w:rsid w:val="00430FEE"/>
    <w:rsid w:val="00431036"/>
    <w:rsid w:val="0043316B"/>
    <w:rsid w:val="00433E1D"/>
    <w:rsid w:val="0043449C"/>
    <w:rsid w:val="00435894"/>
    <w:rsid w:val="00435F9D"/>
    <w:rsid w:val="00436CC4"/>
    <w:rsid w:val="00436D34"/>
    <w:rsid w:val="004378B0"/>
    <w:rsid w:val="00437A6A"/>
    <w:rsid w:val="00440D87"/>
    <w:rsid w:val="00444BA5"/>
    <w:rsid w:val="004507C5"/>
    <w:rsid w:val="004508C0"/>
    <w:rsid w:val="00450A8A"/>
    <w:rsid w:val="00450A99"/>
    <w:rsid w:val="00453903"/>
    <w:rsid w:val="0045433B"/>
    <w:rsid w:val="00454C03"/>
    <w:rsid w:val="00454CD9"/>
    <w:rsid w:val="00455488"/>
    <w:rsid w:val="00455B19"/>
    <w:rsid w:val="0045798C"/>
    <w:rsid w:val="00460F78"/>
    <w:rsid w:val="0046153A"/>
    <w:rsid w:val="00461A2B"/>
    <w:rsid w:val="0046360D"/>
    <w:rsid w:val="00463FE8"/>
    <w:rsid w:val="0046486A"/>
    <w:rsid w:val="00465200"/>
    <w:rsid w:val="004656AE"/>
    <w:rsid w:val="00466997"/>
    <w:rsid w:val="00466C3E"/>
    <w:rsid w:val="00467B93"/>
    <w:rsid w:val="0047370C"/>
    <w:rsid w:val="00473FA3"/>
    <w:rsid w:val="004744A1"/>
    <w:rsid w:val="00474ED5"/>
    <w:rsid w:val="00475013"/>
    <w:rsid w:val="004755A2"/>
    <w:rsid w:val="00475CB6"/>
    <w:rsid w:val="0047640C"/>
    <w:rsid w:val="0047699D"/>
    <w:rsid w:val="004808DF"/>
    <w:rsid w:val="004808E4"/>
    <w:rsid w:val="00481362"/>
    <w:rsid w:val="00481398"/>
    <w:rsid w:val="00481D47"/>
    <w:rsid w:val="00482F73"/>
    <w:rsid w:val="00484BF4"/>
    <w:rsid w:val="00487010"/>
    <w:rsid w:val="00491C27"/>
    <w:rsid w:val="00491F2E"/>
    <w:rsid w:val="00494C88"/>
    <w:rsid w:val="0049500A"/>
    <w:rsid w:val="0049604C"/>
    <w:rsid w:val="00496140"/>
    <w:rsid w:val="00497A87"/>
    <w:rsid w:val="00497FB4"/>
    <w:rsid w:val="004A0575"/>
    <w:rsid w:val="004A2322"/>
    <w:rsid w:val="004A25E7"/>
    <w:rsid w:val="004A378D"/>
    <w:rsid w:val="004A4D76"/>
    <w:rsid w:val="004A564B"/>
    <w:rsid w:val="004A5730"/>
    <w:rsid w:val="004A786C"/>
    <w:rsid w:val="004A7D28"/>
    <w:rsid w:val="004B02F5"/>
    <w:rsid w:val="004B0B3F"/>
    <w:rsid w:val="004B18BA"/>
    <w:rsid w:val="004B1A2B"/>
    <w:rsid w:val="004B1DBF"/>
    <w:rsid w:val="004B54C4"/>
    <w:rsid w:val="004B592E"/>
    <w:rsid w:val="004B5CC1"/>
    <w:rsid w:val="004B6C07"/>
    <w:rsid w:val="004B6C66"/>
    <w:rsid w:val="004B725E"/>
    <w:rsid w:val="004C0384"/>
    <w:rsid w:val="004C2911"/>
    <w:rsid w:val="004C2FAE"/>
    <w:rsid w:val="004C344B"/>
    <w:rsid w:val="004C3620"/>
    <w:rsid w:val="004C3837"/>
    <w:rsid w:val="004C5DA5"/>
    <w:rsid w:val="004C66C9"/>
    <w:rsid w:val="004D074C"/>
    <w:rsid w:val="004D0883"/>
    <w:rsid w:val="004D2891"/>
    <w:rsid w:val="004D2A09"/>
    <w:rsid w:val="004D448C"/>
    <w:rsid w:val="004D4698"/>
    <w:rsid w:val="004D4A80"/>
    <w:rsid w:val="004D4AC1"/>
    <w:rsid w:val="004D4C3E"/>
    <w:rsid w:val="004D6AE2"/>
    <w:rsid w:val="004D7697"/>
    <w:rsid w:val="004D7873"/>
    <w:rsid w:val="004E0561"/>
    <w:rsid w:val="004E062F"/>
    <w:rsid w:val="004E130D"/>
    <w:rsid w:val="004E2484"/>
    <w:rsid w:val="004E2E35"/>
    <w:rsid w:val="004E3ECD"/>
    <w:rsid w:val="004E44E6"/>
    <w:rsid w:val="004E4D06"/>
    <w:rsid w:val="004E53BE"/>
    <w:rsid w:val="004E59CE"/>
    <w:rsid w:val="004E5E5F"/>
    <w:rsid w:val="004E78B9"/>
    <w:rsid w:val="004E7C10"/>
    <w:rsid w:val="004F088B"/>
    <w:rsid w:val="004F19CD"/>
    <w:rsid w:val="004F1D4C"/>
    <w:rsid w:val="004F3E9C"/>
    <w:rsid w:val="004F49C1"/>
    <w:rsid w:val="004F5216"/>
    <w:rsid w:val="004F55CB"/>
    <w:rsid w:val="004F6616"/>
    <w:rsid w:val="004F6B13"/>
    <w:rsid w:val="004F6E67"/>
    <w:rsid w:val="0050010D"/>
    <w:rsid w:val="0050095F"/>
    <w:rsid w:val="00502647"/>
    <w:rsid w:val="00506CA1"/>
    <w:rsid w:val="005073E1"/>
    <w:rsid w:val="00507552"/>
    <w:rsid w:val="00507812"/>
    <w:rsid w:val="005078AC"/>
    <w:rsid w:val="00510D89"/>
    <w:rsid w:val="00511208"/>
    <w:rsid w:val="00511249"/>
    <w:rsid w:val="00511831"/>
    <w:rsid w:val="00511CB9"/>
    <w:rsid w:val="00511F40"/>
    <w:rsid w:val="0051337E"/>
    <w:rsid w:val="00513740"/>
    <w:rsid w:val="00514E7B"/>
    <w:rsid w:val="00515529"/>
    <w:rsid w:val="00516DC3"/>
    <w:rsid w:val="005203D4"/>
    <w:rsid w:val="00521643"/>
    <w:rsid w:val="00521722"/>
    <w:rsid w:val="00521A9F"/>
    <w:rsid w:val="0052212F"/>
    <w:rsid w:val="0052214E"/>
    <w:rsid w:val="00522340"/>
    <w:rsid w:val="0052360E"/>
    <w:rsid w:val="00523787"/>
    <w:rsid w:val="0052493F"/>
    <w:rsid w:val="00524B49"/>
    <w:rsid w:val="00525E2C"/>
    <w:rsid w:val="005261BA"/>
    <w:rsid w:val="0052662A"/>
    <w:rsid w:val="00530610"/>
    <w:rsid w:val="005314F6"/>
    <w:rsid w:val="00531998"/>
    <w:rsid w:val="00531D88"/>
    <w:rsid w:val="00532AD4"/>
    <w:rsid w:val="00533F21"/>
    <w:rsid w:val="005350EE"/>
    <w:rsid w:val="00535C26"/>
    <w:rsid w:val="0053665F"/>
    <w:rsid w:val="00536773"/>
    <w:rsid w:val="005368AA"/>
    <w:rsid w:val="0054155E"/>
    <w:rsid w:val="0054296B"/>
    <w:rsid w:val="00542ECB"/>
    <w:rsid w:val="00545784"/>
    <w:rsid w:val="00545B81"/>
    <w:rsid w:val="00546CC2"/>
    <w:rsid w:val="005507FE"/>
    <w:rsid w:val="00550CDC"/>
    <w:rsid w:val="00551024"/>
    <w:rsid w:val="00554803"/>
    <w:rsid w:val="0055619F"/>
    <w:rsid w:val="0055620C"/>
    <w:rsid w:val="00556C8E"/>
    <w:rsid w:val="005573F5"/>
    <w:rsid w:val="005617FE"/>
    <w:rsid w:val="00561FA3"/>
    <w:rsid w:val="005633A4"/>
    <w:rsid w:val="0056342A"/>
    <w:rsid w:val="005657A9"/>
    <w:rsid w:val="00565C6C"/>
    <w:rsid w:val="00565EB1"/>
    <w:rsid w:val="005660A1"/>
    <w:rsid w:val="005666AC"/>
    <w:rsid w:val="005669BC"/>
    <w:rsid w:val="00567F39"/>
    <w:rsid w:val="00571319"/>
    <w:rsid w:val="005718F8"/>
    <w:rsid w:val="005720C1"/>
    <w:rsid w:val="00572182"/>
    <w:rsid w:val="005726BA"/>
    <w:rsid w:val="00572BA4"/>
    <w:rsid w:val="00572CB5"/>
    <w:rsid w:val="005739BE"/>
    <w:rsid w:val="005751B0"/>
    <w:rsid w:val="00575877"/>
    <w:rsid w:val="00577769"/>
    <w:rsid w:val="00577AF7"/>
    <w:rsid w:val="00580F07"/>
    <w:rsid w:val="005817A4"/>
    <w:rsid w:val="0058248C"/>
    <w:rsid w:val="005833D0"/>
    <w:rsid w:val="0058382F"/>
    <w:rsid w:val="0058408A"/>
    <w:rsid w:val="005847FA"/>
    <w:rsid w:val="00585A96"/>
    <w:rsid w:val="00585B5C"/>
    <w:rsid w:val="005869A7"/>
    <w:rsid w:val="00586D1C"/>
    <w:rsid w:val="00591613"/>
    <w:rsid w:val="005932FE"/>
    <w:rsid w:val="00593BAE"/>
    <w:rsid w:val="00593D5E"/>
    <w:rsid w:val="00594690"/>
    <w:rsid w:val="00594777"/>
    <w:rsid w:val="00595D74"/>
    <w:rsid w:val="00596577"/>
    <w:rsid w:val="005971FC"/>
    <w:rsid w:val="00597E8B"/>
    <w:rsid w:val="005A0279"/>
    <w:rsid w:val="005A0465"/>
    <w:rsid w:val="005A0AA9"/>
    <w:rsid w:val="005A3443"/>
    <w:rsid w:val="005A3FB2"/>
    <w:rsid w:val="005A4C27"/>
    <w:rsid w:val="005A59FE"/>
    <w:rsid w:val="005A5B6A"/>
    <w:rsid w:val="005A6B9F"/>
    <w:rsid w:val="005A7856"/>
    <w:rsid w:val="005B2700"/>
    <w:rsid w:val="005B3738"/>
    <w:rsid w:val="005B439E"/>
    <w:rsid w:val="005B6F28"/>
    <w:rsid w:val="005C032B"/>
    <w:rsid w:val="005C083E"/>
    <w:rsid w:val="005C08D8"/>
    <w:rsid w:val="005C0F25"/>
    <w:rsid w:val="005C11CC"/>
    <w:rsid w:val="005C1676"/>
    <w:rsid w:val="005C2700"/>
    <w:rsid w:val="005C27EC"/>
    <w:rsid w:val="005C2F48"/>
    <w:rsid w:val="005C3301"/>
    <w:rsid w:val="005C3870"/>
    <w:rsid w:val="005C391D"/>
    <w:rsid w:val="005C4811"/>
    <w:rsid w:val="005C4F14"/>
    <w:rsid w:val="005C5671"/>
    <w:rsid w:val="005C5B8D"/>
    <w:rsid w:val="005C73D5"/>
    <w:rsid w:val="005C76E8"/>
    <w:rsid w:val="005C77B7"/>
    <w:rsid w:val="005D0BDC"/>
    <w:rsid w:val="005D1A3C"/>
    <w:rsid w:val="005D1DB5"/>
    <w:rsid w:val="005D22B8"/>
    <w:rsid w:val="005D2932"/>
    <w:rsid w:val="005D2C2F"/>
    <w:rsid w:val="005D37E1"/>
    <w:rsid w:val="005D403D"/>
    <w:rsid w:val="005D44B4"/>
    <w:rsid w:val="005D4872"/>
    <w:rsid w:val="005D4AA4"/>
    <w:rsid w:val="005D4BC3"/>
    <w:rsid w:val="005D6AD3"/>
    <w:rsid w:val="005D6BB9"/>
    <w:rsid w:val="005D7BF5"/>
    <w:rsid w:val="005E08B6"/>
    <w:rsid w:val="005E25B9"/>
    <w:rsid w:val="005E26F7"/>
    <w:rsid w:val="005E2AAF"/>
    <w:rsid w:val="005E2CF4"/>
    <w:rsid w:val="005E3239"/>
    <w:rsid w:val="005E6638"/>
    <w:rsid w:val="005E6E7F"/>
    <w:rsid w:val="005E7176"/>
    <w:rsid w:val="005F01D3"/>
    <w:rsid w:val="005F3C13"/>
    <w:rsid w:val="005F3ED0"/>
    <w:rsid w:val="005F4489"/>
    <w:rsid w:val="005F45A9"/>
    <w:rsid w:val="005F498F"/>
    <w:rsid w:val="005F4C2F"/>
    <w:rsid w:val="005F715D"/>
    <w:rsid w:val="005F72E7"/>
    <w:rsid w:val="006013C4"/>
    <w:rsid w:val="00601A33"/>
    <w:rsid w:val="00601CCB"/>
    <w:rsid w:val="006039C9"/>
    <w:rsid w:val="00603BCE"/>
    <w:rsid w:val="006041C4"/>
    <w:rsid w:val="006048CE"/>
    <w:rsid w:val="00610485"/>
    <w:rsid w:val="00610EFF"/>
    <w:rsid w:val="00612BBF"/>
    <w:rsid w:val="006153CC"/>
    <w:rsid w:val="0061625A"/>
    <w:rsid w:val="00616748"/>
    <w:rsid w:val="00617153"/>
    <w:rsid w:val="00620EDC"/>
    <w:rsid w:val="00623E93"/>
    <w:rsid w:val="0062411C"/>
    <w:rsid w:val="006254DF"/>
    <w:rsid w:val="006255CF"/>
    <w:rsid w:val="0062576A"/>
    <w:rsid w:val="00625C3F"/>
    <w:rsid w:val="00625E7B"/>
    <w:rsid w:val="00631622"/>
    <w:rsid w:val="00632F49"/>
    <w:rsid w:val="00633BB2"/>
    <w:rsid w:val="00633BF1"/>
    <w:rsid w:val="00634941"/>
    <w:rsid w:val="006352BA"/>
    <w:rsid w:val="0063551E"/>
    <w:rsid w:val="006355AF"/>
    <w:rsid w:val="006361DA"/>
    <w:rsid w:val="00636990"/>
    <w:rsid w:val="00637111"/>
    <w:rsid w:val="00637FB6"/>
    <w:rsid w:val="00640584"/>
    <w:rsid w:val="00640D12"/>
    <w:rsid w:val="00641913"/>
    <w:rsid w:val="00642975"/>
    <w:rsid w:val="00644F0A"/>
    <w:rsid w:val="0064542A"/>
    <w:rsid w:val="006474D0"/>
    <w:rsid w:val="00647822"/>
    <w:rsid w:val="006478AE"/>
    <w:rsid w:val="00652152"/>
    <w:rsid w:val="00652BE1"/>
    <w:rsid w:val="00653984"/>
    <w:rsid w:val="00654B53"/>
    <w:rsid w:val="006550D8"/>
    <w:rsid w:val="0065597A"/>
    <w:rsid w:val="006567FB"/>
    <w:rsid w:val="00657563"/>
    <w:rsid w:val="00657B07"/>
    <w:rsid w:val="00661E05"/>
    <w:rsid w:val="00661F03"/>
    <w:rsid w:val="006646E9"/>
    <w:rsid w:val="006649D5"/>
    <w:rsid w:val="006654D5"/>
    <w:rsid w:val="00666249"/>
    <w:rsid w:val="00666651"/>
    <w:rsid w:val="006669A2"/>
    <w:rsid w:val="00667D85"/>
    <w:rsid w:val="00667EA9"/>
    <w:rsid w:val="0067015B"/>
    <w:rsid w:val="00671997"/>
    <w:rsid w:val="006725E6"/>
    <w:rsid w:val="006734F6"/>
    <w:rsid w:val="00673C7B"/>
    <w:rsid w:val="00673F35"/>
    <w:rsid w:val="00674297"/>
    <w:rsid w:val="0067443E"/>
    <w:rsid w:val="006756F5"/>
    <w:rsid w:val="0067658A"/>
    <w:rsid w:val="00676660"/>
    <w:rsid w:val="00676C51"/>
    <w:rsid w:val="0067750E"/>
    <w:rsid w:val="00681C92"/>
    <w:rsid w:val="006820C4"/>
    <w:rsid w:val="00683970"/>
    <w:rsid w:val="00683CA4"/>
    <w:rsid w:val="00685562"/>
    <w:rsid w:val="00685C77"/>
    <w:rsid w:val="00686B42"/>
    <w:rsid w:val="00690DE0"/>
    <w:rsid w:val="006919C6"/>
    <w:rsid w:val="00691BAA"/>
    <w:rsid w:val="00693667"/>
    <w:rsid w:val="00695D5E"/>
    <w:rsid w:val="00697603"/>
    <w:rsid w:val="006A019C"/>
    <w:rsid w:val="006A1327"/>
    <w:rsid w:val="006A1662"/>
    <w:rsid w:val="006A1BC7"/>
    <w:rsid w:val="006A2D5E"/>
    <w:rsid w:val="006A3891"/>
    <w:rsid w:val="006A3B8C"/>
    <w:rsid w:val="006A5E5C"/>
    <w:rsid w:val="006A68B7"/>
    <w:rsid w:val="006A7519"/>
    <w:rsid w:val="006A7715"/>
    <w:rsid w:val="006B0E33"/>
    <w:rsid w:val="006B1694"/>
    <w:rsid w:val="006B1DBA"/>
    <w:rsid w:val="006B3665"/>
    <w:rsid w:val="006B393C"/>
    <w:rsid w:val="006B470C"/>
    <w:rsid w:val="006B5D26"/>
    <w:rsid w:val="006B5D80"/>
    <w:rsid w:val="006B76F7"/>
    <w:rsid w:val="006B7D6E"/>
    <w:rsid w:val="006B7F99"/>
    <w:rsid w:val="006C10C1"/>
    <w:rsid w:val="006C1CC6"/>
    <w:rsid w:val="006C2F3A"/>
    <w:rsid w:val="006C49DF"/>
    <w:rsid w:val="006C5ED9"/>
    <w:rsid w:val="006C662E"/>
    <w:rsid w:val="006C7637"/>
    <w:rsid w:val="006D0807"/>
    <w:rsid w:val="006D0CC3"/>
    <w:rsid w:val="006D1FB9"/>
    <w:rsid w:val="006D548F"/>
    <w:rsid w:val="006D5585"/>
    <w:rsid w:val="006D6D7D"/>
    <w:rsid w:val="006E1127"/>
    <w:rsid w:val="006E17EC"/>
    <w:rsid w:val="006E190A"/>
    <w:rsid w:val="006E3007"/>
    <w:rsid w:val="006E3CF6"/>
    <w:rsid w:val="006E4B07"/>
    <w:rsid w:val="006E6ED1"/>
    <w:rsid w:val="006E7167"/>
    <w:rsid w:val="006E79F4"/>
    <w:rsid w:val="006E7D77"/>
    <w:rsid w:val="006F0792"/>
    <w:rsid w:val="006F10A0"/>
    <w:rsid w:val="006F1D1B"/>
    <w:rsid w:val="006F23F3"/>
    <w:rsid w:val="006F26AB"/>
    <w:rsid w:val="006F29C2"/>
    <w:rsid w:val="006F2BE9"/>
    <w:rsid w:val="006F3027"/>
    <w:rsid w:val="006F3091"/>
    <w:rsid w:val="006F548A"/>
    <w:rsid w:val="006F6B30"/>
    <w:rsid w:val="00701190"/>
    <w:rsid w:val="007013A9"/>
    <w:rsid w:val="00702926"/>
    <w:rsid w:val="00703B63"/>
    <w:rsid w:val="0070410F"/>
    <w:rsid w:val="007059CD"/>
    <w:rsid w:val="00711500"/>
    <w:rsid w:val="00711900"/>
    <w:rsid w:val="00711A31"/>
    <w:rsid w:val="00712C4D"/>
    <w:rsid w:val="007138AA"/>
    <w:rsid w:val="00713E34"/>
    <w:rsid w:val="007145F7"/>
    <w:rsid w:val="00715AAF"/>
    <w:rsid w:val="00715BCA"/>
    <w:rsid w:val="007161F0"/>
    <w:rsid w:val="0071642D"/>
    <w:rsid w:val="00717A73"/>
    <w:rsid w:val="007224D3"/>
    <w:rsid w:val="00723318"/>
    <w:rsid w:val="00726FAA"/>
    <w:rsid w:val="007305D2"/>
    <w:rsid w:val="00730836"/>
    <w:rsid w:val="00731040"/>
    <w:rsid w:val="00732655"/>
    <w:rsid w:val="007327A9"/>
    <w:rsid w:val="007330A7"/>
    <w:rsid w:val="00735932"/>
    <w:rsid w:val="00735C6B"/>
    <w:rsid w:val="00735CE5"/>
    <w:rsid w:val="0073602D"/>
    <w:rsid w:val="00736F3F"/>
    <w:rsid w:val="0073765C"/>
    <w:rsid w:val="00737E62"/>
    <w:rsid w:val="00740FF7"/>
    <w:rsid w:val="00743389"/>
    <w:rsid w:val="0074380B"/>
    <w:rsid w:val="00744F3A"/>
    <w:rsid w:val="0074532A"/>
    <w:rsid w:val="00745598"/>
    <w:rsid w:val="00745B6D"/>
    <w:rsid w:val="007522BE"/>
    <w:rsid w:val="00753470"/>
    <w:rsid w:val="007551CB"/>
    <w:rsid w:val="00755E2C"/>
    <w:rsid w:val="007564EA"/>
    <w:rsid w:val="00757E84"/>
    <w:rsid w:val="00760D3C"/>
    <w:rsid w:val="007635D1"/>
    <w:rsid w:val="007652AA"/>
    <w:rsid w:val="0076591B"/>
    <w:rsid w:val="00765CF2"/>
    <w:rsid w:val="0076661D"/>
    <w:rsid w:val="0076662C"/>
    <w:rsid w:val="00766E09"/>
    <w:rsid w:val="00770874"/>
    <w:rsid w:val="007716E1"/>
    <w:rsid w:val="0077205E"/>
    <w:rsid w:val="0077246F"/>
    <w:rsid w:val="00773260"/>
    <w:rsid w:val="00773FEE"/>
    <w:rsid w:val="00774353"/>
    <w:rsid w:val="00774672"/>
    <w:rsid w:val="00774977"/>
    <w:rsid w:val="00774DF7"/>
    <w:rsid w:val="00775003"/>
    <w:rsid w:val="007764AF"/>
    <w:rsid w:val="00777355"/>
    <w:rsid w:val="007811A2"/>
    <w:rsid w:val="0078146C"/>
    <w:rsid w:val="007819D7"/>
    <w:rsid w:val="00781F60"/>
    <w:rsid w:val="007833F8"/>
    <w:rsid w:val="0078599F"/>
    <w:rsid w:val="00786BFA"/>
    <w:rsid w:val="007877C7"/>
    <w:rsid w:val="00787822"/>
    <w:rsid w:val="00787BF7"/>
    <w:rsid w:val="00791F4F"/>
    <w:rsid w:val="00793B26"/>
    <w:rsid w:val="00793D9C"/>
    <w:rsid w:val="00796BDA"/>
    <w:rsid w:val="00797550"/>
    <w:rsid w:val="007A05B1"/>
    <w:rsid w:val="007A1C46"/>
    <w:rsid w:val="007A27D5"/>
    <w:rsid w:val="007A3282"/>
    <w:rsid w:val="007A401D"/>
    <w:rsid w:val="007A4023"/>
    <w:rsid w:val="007A40D9"/>
    <w:rsid w:val="007A4393"/>
    <w:rsid w:val="007A5E87"/>
    <w:rsid w:val="007B00F6"/>
    <w:rsid w:val="007B123A"/>
    <w:rsid w:val="007B1E6C"/>
    <w:rsid w:val="007B2136"/>
    <w:rsid w:val="007B271E"/>
    <w:rsid w:val="007B33AE"/>
    <w:rsid w:val="007B33B9"/>
    <w:rsid w:val="007B418B"/>
    <w:rsid w:val="007B4748"/>
    <w:rsid w:val="007B4EE9"/>
    <w:rsid w:val="007B5351"/>
    <w:rsid w:val="007B570D"/>
    <w:rsid w:val="007B6646"/>
    <w:rsid w:val="007B7B49"/>
    <w:rsid w:val="007C09BB"/>
    <w:rsid w:val="007C4C43"/>
    <w:rsid w:val="007C610F"/>
    <w:rsid w:val="007C7561"/>
    <w:rsid w:val="007C7C68"/>
    <w:rsid w:val="007D1844"/>
    <w:rsid w:val="007D1D08"/>
    <w:rsid w:val="007D3DD0"/>
    <w:rsid w:val="007D5763"/>
    <w:rsid w:val="007D5B85"/>
    <w:rsid w:val="007D5BD8"/>
    <w:rsid w:val="007D6686"/>
    <w:rsid w:val="007D7D91"/>
    <w:rsid w:val="007E172A"/>
    <w:rsid w:val="007E1EA8"/>
    <w:rsid w:val="007E2B79"/>
    <w:rsid w:val="007E344B"/>
    <w:rsid w:val="007E3E47"/>
    <w:rsid w:val="007E3E6E"/>
    <w:rsid w:val="007E477A"/>
    <w:rsid w:val="007E6AD4"/>
    <w:rsid w:val="007F0605"/>
    <w:rsid w:val="007F065B"/>
    <w:rsid w:val="007F08C6"/>
    <w:rsid w:val="007F1370"/>
    <w:rsid w:val="007F2D7A"/>
    <w:rsid w:val="007F627C"/>
    <w:rsid w:val="007F71FC"/>
    <w:rsid w:val="007F7BAD"/>
    <w:rsid w:val="00800055"/>
    <w:rsid w:val="00800513"/>
    <w:rsid w:val="00801FA3"/>
    <w:rsid w:val="0080217E"/>
    <w:rsid w:val="00802775"/>
    <w:rsid w:val="0080348D"/>
    <w:rsid w:val="0080362F"/>
    <w:rsid w:val="00803970"/>
    <w:rsid w:val="008043F6"/>
    <w:rsid w:val="0080487D"/>
    <w:rsid w:val="00804D89"/>
    <w:rsid w:val="00804DC9"/>
    <w:rsid w:val="00804E23"/>
    <w:rsid w:val="00806869"/>
    <w:rsid w:val="00806DE5"/>
    <w:rsid w:val="0080758F"/>
    <w:rsid w:val="00810FD7"/>
    <w:rsid w:val="008121D0"/>
    <w:rsid w:val="00814B01"/>
    <w:rsid w:val="00814EA5"/>
    <w:rsid w:val="0081513E"/>
    <w:rsid w:val="00815F5F"/>
    <w:rsid w:val="00816405"/>
    <w:rsid w:val="00816EBC"/>
    <w:rsid w:val="00820E0F"/>
    <w:rsid w:val="0082102E"/>
    <w:rsid w:val="00822ECF"/>
    <w:rsid w:val="00822FAE"/>
    <w:rsid w:val="008245DF"/>
    <w:rsid w:val="00825E0A"/>
    <w:rsid w:val="00825ED1"/>
    <w:rsid w:val="008309E6"/>
    <w:rsid w:val="00832C26"/>
    <w:rsid w:val="00833D45"/>
    <w:rsid w:val="0083535B"/>
    <w:rsid w:val="008362FD"/>
    <w:rsid w:val="00837C7E"/>
    <w:rsid w:val="008403CA"/>
    <w:rsid w:val="00840F7D"/>
    <w:rsid w:val="00841C3C"/>
    <w:rsid w:val="00843647"/>
    <w:rsid w:val="00843B48"/>
    <w:rsid w:val="0084462B"/>
    <w:rsid w:val="00844F2B"/>
    <w:rsid w:val="0084583E"/>
    <w:rsid w:val="008460B9"/>
    <w:rsid w:val="008461C2"/>
    <w:rsid w:val="008468B0"/>
    <w:rsid w:val="00846C7B"/>
    <w:rsid w:val="00846F94"/>
    <w:rsid w:val="00847370"/>
    <w:rsid w:val="00847A13"/>
    <w:rsid w:val="00847F1D"/>
    <w:rsid w:val="00851B90"/>
    <w:rsid w:val="008521DF"/>
    <w:rsid w:val="0085293E"/>
    <w:rsid w:val="008533A2"/>
    <w:rsid w:val="00853E23"/>
    <w:rsid w:val="00854A5E"/>
    <w:rsid w:val="008556C4"/>
    <w:rsid w:val="00855758"/>
    <w:rsid w:val="00855A87"/>
    <w:rsid w:val="008560A9"/>
    <w:rsid w:val="00857F6F"/>
    <w:rsid w:val="008609F2"/>
    <w:rsid w:val="00860BF7"/>
    <w:rsid w:val="00862AC4"/>
    <w:rsid w:val="00862C6E"/>
    <w:rsid w:val="00862D89"/>
    <w:rsid w:val="00863E2E"/>
    <w:rsid w:val="00866D53"/>
    <w:rsid w:val="008670C7"/>
    <w:rsid w:val="008704AC"/>
    <w:rsid w:val="008725E5"/>
    <w:rsid w:val="0087261F"/>
    <w:rsid w:val="00872ED8"/>
    <w:rsid w:val="008740D3"/>
    <w:rsid w:val="00876807"/>
    <w:rsid w:val="00876A4E"/>
    <w:rsid w:val="00876C7E"/>
    <w:rsid w:val="00876E55"/>
    <w:rsid w:val="0087718B"/>
    <w:rsid w:val="008778D3"/>
    <w:rsid w:val="00880116"/>
    <w:rsid w:val="00881150"/>
    <w:rsid w:val="00881656"/>
    <w:rsid w:val="0088382B"/>
    <w:rsid w:val="008839DE"/>
    <w:rsid w:val="00886D83"/>
    <w:rsid w:val="008904A6"/>
    <w:rsid w:val="00890AA3"/>
    <w:rsid w:val="00891353"/>
    <w:rsid w:val="00895232"/>
    <w:rsid w:val="008956CA"/>
    <w:rsid w:val="00895C45"/>
    <w:rsid w:val="00895E55"/>
    <w:rsid w:val="00896341"/>
    <w:rsid w:val="008963DE"/>
    <w:rsid w:val="008973E9"/>
    <w:rsid w:val="00897883"/>
    <w:rsid w:val="008A0204"/>
    <w:rsid w:val="008A16A5"/>
    <w:rsid w:val="008A1BE6"/>
    <w:rsid w:val="008A1E83"/>
    <w:rsid w:val="008A21B8"/>
    <w:rsid w:val="008A37C1"/>
    <w:rsid w:val="008A3AA5"/>
    <w:rsid w:val="008A3C05"/>
    <w:rsid w:val="008A3C1C"/>
    <w:rsid w:val="008A4230"/>
    <w:rsid w:val="008A42D5"/>
    <w:rsid w:val="008A7385"/>
    <w:rsid w:val="008A7401"/>
    <w:rsid w:val="008A777E"/>
    <w:rsid w:val="008B1283"/>
    <w:rsid w:val="008B1372"/>
    <w:rsid w:val="008B1638"/>
    <w:rsid w:val="008B21E4"/>
    <w:rsid w:val="008B380E"/>
    <w:rsid w:val="008B3DA8"/>
    <w:rsid w:val="008B42E7"/>
    <w:rsid w:val="008B48AD"/>
    <w:rsid w:val="008B525E"/>
    <w:rsid w:val="008B5F13"/>
    <w:rsid w:val="008B5FDB"/>
    <w:rsid w:val="008B60EF"/>
    <w:rsid w:val="008B6367"/>
    <w:rsid w:val="008B7252"/>
    <w:rsid w:val="008C0607"/>
    <w:rsid w:val="008C0A4E"/>
    <w:rsid w:val="008C17C9"/>
    <w:rsid w:val="008C1BF7"/>
    <w:rsid w:val="008C306B"/>
    <w:rsid w:val="008C317D"/>
    <w:rsid w:val="008C33CA"/>
    <w:rsid w:val="008C3596"/>
    <w:rsid w:val="008C4425"/>
    <w:rsid w:val="008C4E60"/>
    <w:rsid w:val="008C507C"/>
    <w:rsid w:val="008C5486"/>
    <w:rsid w:val="008C5C74"/>
    <w:rsid w:val="008C6D63"/>
    <w:rsid w:val="008C6DAF"/>
    <w:rsid w:val="008D0247"/>
    <w:rsid w:val="008D06CC"/>
    <w:rsid w:val="008D119C"/>
    <w:rsid w:val="008D3C8F"/>
    <w:rsid w:val="008D5A7C"/>
    <w:rsid w:val="008D5BE4"/>
    <w:rsid w:val="008D6DAF"/>
    <w:rsid w:val="008D77AC"/>
    <w:rsid w:val="008E09A8"/>
    <w:rsid w:val="008E0DDC"/>
    <w:rsid w:val="008E1AE0"/>
    <w:rsid w:val="008E21D0"/>
    <w:rsid w:val="008E301E"/>
    <w:rsid w:val="008E3AF0"/>
    <w:rsid w:val="008E75F5"/>
    <w:rsid w:val="008E7ACE"/>
    <w:rsid w:val="008F0384"/>
    <w:rsid w:val="008F0CB1"/>
    <w:rsid w:val="008F4958"/>
    <w:rsid w:val="008F4E91"/>
    <w:rsid w:val="008F5B9E"/>
    <w:rsid w:val="008F72C2"/>
    <w:rsid w:val="00900A09"/>
    <w:rsid w:val="00900B7E"/>
    <w:rsid w:val="00902DCE"/>
    <w:rsid w:val="009037E8"/>
    <w:rsid w:val="00904FD1"/>
    <w:rsid w:val="009073EA"/>
    <w:rsid w:val="009160E8"/>
    <w:rsid w:val="00916E67"/>
    <w:rsid w:val="00917068"/>
    <w:rsid w:val="009176BD"/>
    <w:rsid w:val="0092174B"/>
    <w:rsid w:val="0092192A"/>
    <w:rsid w:val="00921CEF"/>
    <w:rsid w:val="00921DE7"/>
    <w:rsid w:val="00922E29"/>
    <w:rsid w:val="00923337"/>
    <w:rsid w:val="00923EB9"/>
    <w:rsid w:val="00924765"/>
    <w:rsid w:val="00924CAF"/>
    <w:rsid w:val="00926288"/>
    <w:rsid w:val="009269B3"/>
    <w:rsid w:val="00926D51"/>
    <w:rsid w:val="00926EFE"/>
    <w:rsid w:val="00927239"/>
    <w:rsid w:val="0092762C"/>
    <w:rsid w:val="009314EB"/>
    <w:rsid w:val="00931F09"/>
    <w:rsid w:val="00931F9E"/>
    <w:rsid w:val="00932E76"/>
    <w:rsid w:val="009334C2"/>
    <w:rsid w:val="009346B5"/>
    <w:rsid w:val="009346CB"/>
    <w:rsid w:val="00934CA7"/>
    <w:rsid w:val="0093516B"/>
    <w:rsid w:val="009361DD"/>
    <w:rsid w:val="00936BDA"/>
    <w:rsid w:val="00937105"/>
    <w:rsid w:val="00940037"/>
    <w:rsid w:val="00940134"/>
    <w:rsid w:val="009404AE"/>
    <w:rsid w:val="009439CD"/>
    <w:rsid w:val="00944487"/>
    <w:rsid w:val="00944F1F"/>
    <w:rsid w:val="009469CE"/>
    <w:rsid w:val="009475A0"/>
    <w:rsid w:val="009479AC"/>
    <w:rsid w:val="00950D14"/>
    <w:rsid w:val="009515D4"/>
    <w:rsid w:val="00951D56"/>
    <w:rsid w:val="009521B1"/>
    <w:rsid w:val="009522E4"/>
    <w:rsid w:val="00954576"/>
    <w:rsid w:val="0095505A"/>
    <w:rsid w:val="009561E7"/>
    <w:rsid w:val="00956771"/>
    <w:rsid w:val="00957420"/>
    <w:rsid w:val="00957F98"/>
    <w:rsid w:val="009610DE"/>
    <w:rsid w:val="009626D8"/>
    <w:rsid w:val="009649AA"/>
    <w:rsid w:val="00965476"/>
    <w:rsid w:val="009655C0"/>
    <w:rsid w:val="00965CF1"/>
    <w:rsid w:val="009668BF"/>
    <w:rsid w:val="00971296"/>
    <w:rsid w:val="00971787"/>
    <w:rsid w:val="0097216A"/>
    <w:rsid w:val="00973A7A"/>
    <w:rsid w:val="009743D5"/>
    <w:rsid w:val="00974D52"/>
    <w:rsid w:val="00975ECE"/>
    <w:rsid w:val="00976CAE"/>
    <w:rsid w:val="00980BD5"/>
    <w:rsid w:val="009827A2"/>
    <w:rsid w:val="009829AB"/>
    <w:rsid w:val="00983811"/>
    <w:rsid w:val="00983F33"/>
    <w:rsid w:val="009844F1"/>
    <w:rsid w:val="00985ADF"/>
    <w:rsid w:val="00985BC3"/>
    <w:rsid w:val="0098649A"/>
    <w:rsid w:val="00986C3F"/>
    <w:rsid w:val="009871AD"/>
    <w:rsid w:val="00987B72"/>
    <w:rsid w:val="0099021E"/>
    <w:rsid w:val="0099154B"/>
    <w:rsid w:val="009920E4"/>
    <w:rsid w:val="00992254"/>
    <w:rsid w:val="009930A6"/>
    <w:rsid w:val="00993783"/>
    <w:rsid w:val="00995DF3"/>
    <w:rsid w:val="009A32D8"/>
    <w:rsid w:val="009A43A3"/>
    <w:rsid w:val="009A56B0"/>
    <w:rsid w:val="009A62EC"/>
    <w:rsid w:val="009A7665"/>
    <w:rsid w:val="009B04BB"/>
    <w:rsid w:val="009B4148"/>
    <w:rsid w:val="009B48EC"/>
    <w:rsid w:val="009B6524"/>
    <w:rsid w:val="009B6ED6"/>
    <w:rsid w:val="009B7D19"/>
    <w:rsid w:val="009B7F89"/>
    <w:rsid w:val="009C104C"/>
    <w:rsid w:val="009C107A"/>
    <w:rsid w:val="009C1176"/>
    <w:rsid w:val="009C12B6"/>
    <w:rsid w:val="009C19AC"/>
    <w:rsid w:val="009C1B75"/>
    <w:rsid w:val="009C1E42"/>
    <w:rsid w:val="009C395D"/>
    <w:rsid w:val="009C48E0"/>
    <w:rsid w:val="009C7F93"/>
    <w:rsid w:val="009D015D"/>
    <w:rsid w:val="009D04D8"/>
    <w:rsid w:val="009D0552"/>
    <w:rsid w:val="009D0711"/>
    <w:rsid w:val="009D092D"/>
    <w:rsid w:val="009D16BD"/>
    <w:rsid w:val="009D18FA"/>
    <w:rsid w:val="009D32F1"/>
    <w:rsid w:val="009D4444"/>
    <w:rsid w:val="009D74B2"/>
    <w:rsid w:val="009D766B"/>
    <w:rsid w:val="009D7D8B"/>
    <w:rsid w:val="009E06F4"/>
    <w:rsid w:val="009E0BA1"/>
    <w:rsid w:val="009E114D"/>
    <w:rsid w:val="009E2723"/>
    <w:rsid w:val="009E29DA"/>
    <w:rsid w:val="009E455A"/>
    <w:rsid w:val="009E4CF0"/>
    <w:rsid w:val="009E4F65"/>
    <w:rsid w:val="009E6376"/>
    <w:rsid w:val="009E6E69"/>
    <w:rsid w:val="009F135E"/>
    <w:rsid w:val="009F2EB1"/>
    <w:rsid w:val="009F350A"/>
    <w:rsid w:val="009F4570"/>
    <w:rsid w:val="009F544D"/>
    <w:rsid w:val="009F5DA9"/>
    <w:rsid w:val="009F5F57"/>
    <w:rsid w:val="009F6539"/>
    <w:rsid w:val="009F6F82"/>
    <w:rsid w:val="00A00CA4"/>
    <w:rsid w:val="00A00F6C"/>
    <w:rsid w:val="00A011FE"/>
    <w:rsid w:val="00A01C5A"/>
    <w:rsid w:val="00A02392"/>
    <w:rsid w:val="00A02730"/>
    <w:rsid w:val="00A02AA8"/>
    <w:rsid w:val="00A03C50"/>
    <w:rsid w:val="00A045A8"/>
    <w:rsid w:val="00A0487C"/>
    <w:rsid w:val="00A04A0A"/>
    <w:rsid w:val="00A04CB4"/>
    <w:rsid w:val="00A10807"/>
    <w:rsid w:val="00A13491"/>
    <w:rsid w:val="00A1373E"/>
    <w:rsid w:val="00A13802"/>
    <w:rsid w:val="00A1443F"/>
    <w:rsid w:val="00A1535B"/>
    <w:rsid w:val="00A1552A"/>
    <w:rsid w:val="00A1697D"/>
    <w:rsid w:val="00A16CF7"/>
    <w:rsid w:val="00A20783"/>
    <w:rsid w:val="00A230F6"/>
    <w:rsid w:val="00A25732"/>
    <w:rsid w:val="00A259A5"/>
    <w:rsid w:val="00A265EF"/>
    <w:rsid w:val="00A266B1"/>
    <w:rsid w:val="00A26839"/>
    <w:rsid w:val="00A26BCF"/>
    <w:rsid w:val="00A305BB"/>
    <w:rsid w:val="00A3074C"/>
    <w:rsid w:val="00A31B14"/>
    <w:rsid w:val="00A31C9E"/>
    <w:rsid w:val="00A32A69"/>
    <w:rsid w:val="00A331E3"/>
    <w:rsid w:val="00A333F1"/>
    <w:rsid w:val="00A33707"/>
    <w:rsid w:val="00A339C2"/>
    <w:rsid w:val="00A352E1"/>
    <w:rsid w:val="00A35C53"/>
    <w:rsid w:val="00A378AA"/>
    <w:rsid w:val="00A41397"/>
    <w:rsid w:val="00A41E5D"/>
    <w:rsid w:val="00A4243D"/>
    <w:rsid w:val="00A43169"/>
    <w:rsid w:val="00A44BDD"/>
    <w:rsid w:val="00A4501C"/>
    <w:rsid w:val="00A46C4E"/>
    <w:rsid w:val="00A473D8"/>
    <w:rsid w:val="00A47737"/>
    <w:rsid w:val="00A514FE"/>
    <w:rsid w:val="00A5182D"/>
    <w:rsid w:val="00A51964"/>
    <w:rsid w:val="00A53942"/>
    <w:rsid w:val="00A53BC9"/>
    <w:rsid w:val="00A542E1"/>
    <w:rsid w:val="00A548FE"/>
    <w:rsid w:val="00A54DF5"/>
    <w:rsid w:val="00A55047"/>
    <w:rsid w:val="00A55B6C"/>
    <w:rsid w:val="00A56148"/>
    <w:rsid w:val="00A5747D"/>
    <w:rsid w:val="00A574E3"/>
    <w:rsid w:val="00A57B00"/>
    <w:rsid w:val="00A600C9"/>
    <w:rsid w:val="00A60495"/>
    <w:rsid w:val="00A6105B"/>
    <w:rsid w:val="00A61619"/>
    <w:rsid w:val="00A618EA"/>
    <w:rsid w:val="00A62FFC"/>
    <w:rsid w:val="00A64BBE"/>
    <w:rsid w:val="00A668B1"/>
    <w:rsid w:val="00A701EA"/>
    <w:rsid w:val="00A722A4"/>
    <w:rsid w:val="00A72F51"/>
    <w:rsid w:val="00A73147"/>
    <w:rsid w:val="00A735D0"/>
    <w:rsid w:val="00A746E0"/>
    <w:rsid w:val="00A750DD"/>
    <w:rsid w:val="00A7660A"/>
    <w:rsid w:val="00A7734A"/>
    <w:rsid w:val="00A810AC"/>
    <w:rsid w:val="00A81238"/>
    <w:rsid w:val="00A81416"/>
    <w:rsid w:val="00A81BD7"/>
    <w:rsid w:val="00A81D50"/>
    <w:rsid w:val="00A83A3D"/>
    <w:rsid w:val="00A83B3F"/>
    <w:rsid w:val="00A85A52"/>
    <w:rsid w:val="00A85EFA"/>
    <w:rsid w:val="00A86AFC"/>
    <w:rsid w:val="00A8735C"/>
    <w:rsid w:val="00A87D80"/>
    <w:rsid w:val="00A87EF8"/>
    <w:rsid w:val="00A908B3"/>
    <w:rsid w:val="00A90D95"/>
    <w:rsid w:val="00A90E76"/>
    <w:rsid w:val="00A91262"/>
    <w:rsid w:val="00A913F3"/>
    <w:rsid w:val="00A9167F"/>
    <w:rsid w:val="00A91C03"/>
    <w:rsid w:val="00A91E76"/>
    <w:rsid w:val="00A91EE8"/>
    <w:rsid w:val="00A943BC"/>
    <w:rsid w:val="00A94527"/>
    <w:rsid w:val="00A953FA"/>
    <w:rsid w:val="00A96BCE"/>
    <w:rsid w:val="00A97BD8"/>
    <w:rsid w:val="00AA031E"/>
    <w:rsid w:val="00AA03A1"/>
    <w:rsid w:val="00AA1AB3"/>
    <w:rsid w:val="00AA1FA4"/>
    <w:rsid w:val="00AA2EF0"/>
    <w:rsid w:val="00AA33B6"/>
    <w:rsid w:val="00AA4232"/>
    <w:rsid w:val="00AA5336"/>
    <w:rsid w:val="00AA53CF"/>
    <w:rsid w:val="00AA5D3C"/>
    <w:rsid w:val="00AA6B30"/>
    <w:rsid w:val="00AA7601"/>
    <w:rsid w:val="00AA7BB3"/>
    <w:rsid w:val="00AB07CF"/>
    <w:rsid w:val="00AB2088"/>
    <w:rsid w:val="00AB24B0"/>
    <w:rsid w:val="00AB323A"/>
    <w:rsid w:val="00AB3430"/>
    <w:rsid w:val="00AB3727"/>
    <w:rsid w:val="00AB3B6B"/>
    <w:rsid w:val="00AB3E37"/>
    <w:rsid w:val="00AB472D"/>
    <w:rsid w:val="00AB4CC8"/>
    <w:rsid w:val="00AB5E16"/>
    <w:rsid w:val="00AB66D3"/>
    <w:rsid w:val="00AC172E"/>
    <w:rsid w:val="00AC56BF"/>
    <w:rsid w:val="00AC73DF"/>
    <w:rsid w:val="00AC7581"/>
    <w:rsid w:val="00AD0880"/>
    <w:rsid w:val="00AD1157"/>
    <w:rsid w:val="00AD11D8"/>
    <w:rsid w:val="00AD1516"/>
    <w:rsid w:val="00AD3D96"/>
    <w:rsid w:val="00AD7A3E"/>
    <w:rsid w:val="00AE00CF"/>
    <w:rsid w:val="00AE0BB0"/>
    <w:rsid w:val="00AE2A46"/>
    <w:rsid w:val="00AE364A"/>
    <w:rsid w:val="00AE446B"/>
    <w:rsid w:val="00AE7F3B"/>
    <w:rsid w:val="00AF0D34"/>
    <w:rsid w:val="00AF1177"/>
    <w:rsid w:val="00AF1E5C"/>
    <w:rsid w:val="00AF4AD2"/>
    <w:rsid w:val="00AF4DAA"/>
    <w:rsid w:val="00AF4E12"/>
    <w:rsid w:val="00AF5B10"/>
    <w:rsid w:val="00AF5FA1"/>
    <w:rsid w:val="00AF6705"/>
    <w:rsid w:val="00AF7E9F"/>
    <w:rsid w:val="00B01674"/>
    <w:rsid w:val="00B01D48"/>
    <w:rsid w:val="00B055D4"/>
    <w:rsid w:val="00B05A05"/>
    <w:rsid w:val="00B06B93"/>
    <w:rsid w:val="00B1051E"/>
    <w:rsid w:val="00B112D3"/>
    <w:rsid w:val="00B115AF"/>
    <w:rsid w:val="00B1265D"/>
    <w:rsid w:val="00B1290A"/>
    <w:rsid w:val="00B15189"/>
    <w:rsid w:val="00B16204"/>
    <w:rsid w:val="00B1744D"/>
    <w:rsid w:val="00B20733"/>
    <w:rsid w:val="00B2082C"/>
    <w:rsid w:val="00B208AB"/>
    <w:rsid w:val="00B20FA0"/>
    <w:rsid w:val="00B219DE"/>
    <w:rsid w:val="00B2297B"/>
    <w:rsid w:val="00B22FD9"/>
    <w:rsid w:val="00B2674B"/>
    <w:rsid w:val="00B26DB7"/>
    <w:rsid w:val="00B270D4"/>
    <w:rsid w:val="00B328D7"/>
    <w:rsid w:val="00B32B5B"/>
    <w:rsid w:val="00B333E7"/>
    <w:rsid w:val="00B334E9"/>
    <w:rsid w:val="00B33C8A"/>
    <w:rsid w:val="00B3459B"/>
    <w:rsid w:val="00B34675"/>
    <w:rsid w:val="00B34A56"/>
    <w:rsid w:val="00B35457"/>
    <w:rsid w:val="00B35EFA"/>
    <w:rsid w:val="00B3628A"/>
    <w:rsid w:val="00B370B4"/>
    <w:rsid w:val="00B40216"/>
    <w:rsid w:val="00B40825"/>
    <w:rsid w:val="00B408DA"/>
    <w:rsid w:val="00B40BCC"/>
    <w:rsid w:val="00B41FE9"/>
    <w:rsid w:val="00B42C0F"/>
    <w:rsid w:val="00B4597C"/>
    <w:rsid w:val="00B47322"/>
    <w:rsid w:val="00B5208D"/>
    <w:rsid w:val="00B52915"/>
    <w:rsid w:val="00B550B5"/>
    <w:rsid w:val="00B55743"/>
    <w:rsid w:val="00B55BE2"/>
    <w:rsid w:val="00B57366"/>
    <w:rsid w:val="00B579DC"/>
    <w:rsid w:val="00B601E3"/>
    <w:rsid w:val="00B61951"/>
    <w:rsid w:val="00B649EB"/>
    <w:rsid w:val="00B64DAA"/>
    <w:rsid w:val="00B66A4A"/>
    <w:rsid w:val="00B66BB1"/>
    <w:rsid w:val="00B67416"/>
    <w:rsid w:val="00B6763D"/>
    <w:rsid w:val="00B678B5"/>
    <w:rsid w:val="00B700A1"/>
    <w:rsid w:val="00B711B7"/>
    <w:rsid w:val="00B718E3"/>
    <w:rsid w:val="00B721B8"/>
    <w:rsid w:val="00B72782"/>
    <w:rsid w:val="00B73184"/>
    <w:rsid w:val="00B73D89"/>
    <w:rsid w:val="00B74AE2"/>
    <w:rsid w:val="00B76262"/>
    <w:rsid w:val="00B80333"/>
    <w:rsid w:val="00B8143B"/>
    <w:rsid w:val="00B81C88"/>
    <w:rsid w:val="00B81D0E"/>
    <w:rsid w:val="00B823AA"/>
    <w:rsid w:val="00B82E2E"/>
    <w:rsid w:val="00B831C8"/>
    <w:rsid w:val="00B8327D"/>
    <w:rsid w:val="00B84959"/>
    <w:rsid w:val="00B84AAB"/>
    <w:rsid w:val="00B856DC"/>
    <w:rsid w:val="00B86EA7"/>
    <w:rsid w:val="00B86FF7"/>
    <w:rsid w:val="00B90F65"/>
    <w:rsid w:val="00B90F6E"/>
    <w:rsid w:val="00B92F53"/>
    <w:rsid w:val="00B93008"/>
    <w:rsid w:val="00B953E3"/>
    <w:rsid w:val="00B95C22"/>
    <w:rsid w:val="00B973B8"/>
    <w:rsid w:val="00BA03ED"/>
    <w:rsid w:val="00BA05B8"/>
    <w:rsid w:val="00BA2CA7"/>
    <w:rsid w:val="00BA4976"/>
    <w:rsid w:val="00BA585C"/>
    <w:rsid w:val="00BB04CB"/>
    <w:rsid w:val="00BB176D"/>
    <w:rsid w:val="00BB4EC1"/>
    <w:rsid w:val="00BB592C"/>
    <w:rsid w:val="00BB5E18"/>
    <w:rsid w:val="00BB715D"/>
    <w:rsid w:val="00BB772A"/>
    <w:rsid w:val="00BB7DB9"/>
    <w:rsid w:val="00BC12B9"/>
    <w:rsid w:val="00BC1915"/>
    <w:rsid w:val="00BC245A"/>
    <w:rsid w:val="00BD118B"/>
    <w:rsid w:val="00BD1A1B"/>
    <w:rsid w:val="00BD1B83"/>
    <w:rsid w:val="00BD2B42"/>
    <w:rsid w:val="00BD2EF3"/>
    <w:rsid w:val="00BD31F4"/>
    <w:rsid w:val="00BD366B"/>
    <w:rsid w:val="00BD374B"/>
    <w:rsid w:val="00BD468D"/>
    <w:rsid w:val="00BD5C80"/>
    <w:rsid w:val="00BD678E"/>
    <w:rsid w:val="00BD6C0F"/>
    <w:rsid w:val="00BD7409"/>
    <w:rsid w:val="00BD7A92"/>
    <w:rsid w:val="00BE0D98"/>
    <w:rsid w:val="00BE2693"/>
    <w:rsid w:val="00BE284E"/>
    <w:rsid w:val="00BE2ED5"/>
    <w:rsid w:val="00BE430A"/>
    <w:rsid w:val="00BE6214"/>
    <w:rsid w:val="00BE6327"/>
    <w:rsid w:val="00BE6472"/>
    <w:rsid w:val="00BE77B1"/>
    <w:rsid w:val="00BE7F92"/>
    <w:rsid w:val="00BF041E"/>
    <w:rsid w:val="00BF0624"/>
    <w:rsid w:val="00BF0989"/>
    <w:rsid w:val="00BF115F"/>
    <w:rsid w:val="00BF33F5"/>
    <w:rsid w:val="00BF3F9F"/>
    <w:rsid w:val="00BF443F"/>
    <w:rsid w:val="00BF6ECD"/>
    <w:rsid w:val="00C00D00"/>
    <w:rsid w:val="00C00DE8"/>
    <w:rsid w:val="00C00E70"/>
    <w:rsid w:val="00C01294"/>
    <w:rsid w:val="00C01A94"/>
    <w:rsid w:val="00C01D18"/>
    <w:rsid w:val="00C0298A"/>
    <w:rsid w:val="00C03170"/>
    <w:rsid w:val="00C0365E"/>
    <w:rsid w:val="00C04124"/>
    <w:rsid w:val="00C05248"/>
    <w:rsid w:val="00C054ED"/>
    <w:rsid w:val="00C05A5A"/>
    <w:rsid w:val="00C06725"/>
    <w:rsid w:val="00C07052"/>
    <w:rsid w:val="00C07464"/>
    <w:rsid w:val="00C07544"/>
    <w:rsid w:val="00C07DA1"/>
    <w:rsid w:val="00C10883"/>
    <w:rsid w:val="00C10D52"/>
    <w:rsid w:val="00C127AE"/>
    <w:rsid w:val="00C132DA"/>
    <w:rsid w:val="00C14916"/>
    <w:rsid w:val="00C14AD6"/>
    <w:rsid w:val="00C14D29"/>
    <w:rsid w:val="00C14EE9"/>
    <w:rsid w:val="00C16A9B"/>
    <w:rsid w:val="00C16C72"/>
    <w:rsid w:val="00C17ECD"/>
    <w:rsid w:val="00C204BB"/>
    <w:rsid w:val="00C209F0"/>
    <w:rsid w:val="00C20BBA"/>
    <w:rsid w:val="00C21955"/>
    <w:rsid w:val="00C22561"/>
    <w:rsid w:val="00C235FF"/>
    <w:rsid w:val="00C24D67"/>
    <w:rsid w:val="00C26D79"/>
    <w:rsid w:val="00C318D1"/>
    <w:rsid w:val="00C31CE4"/>
    <w:rsid w:val="00C32688"/>
    <w:rsid w:val="00C33121"/>
    <w:rsid w:val="00C333EC"/>
    <w:rsid w:val="00C333FC"/>
    <w:rsid w:val="00C3378D"/>
    <w:rsid w:val="00C34F87"/>
    <w:rsid w:val="00C36155"/>
    <w:rsid w:val="00C36993"/>
    <w:rsid w:val="00C37544"/>
    <w:rsid w:val="00C37BE0"/>
    <w:rsid w:val="00C40021"/>
    <w:rsid w:val="00C4260C"/>
    <w:rsid w:val="00C42B0D"/>
    <w:rsid w:val="00C44559"/>
    <w:rsid w:val="00C45329"/>
    <w:rsid w:val="00C459CD"/>
    <w:rsid w:val="00C46215"/>
    <w:rsid w:val="00C4707A"/>
    <w:rsid w:val="00C472D9"/>
    <w:rsid w:val="00C474CC"/>
    <w:rsid w:val="00C52CC8"/>
    <w:rsid w:val="00C530C8"/>
    <w:rsid w:val="00C53632"/>
    <w:rsid w:val="00C53CFE"/>
    <w:rsid w:val="00C57073"/>
    <w:rsid w:val="00C57441"/>
    <w:rsid w:val="00C57C43"/>
    <w:rsid w:val="00C61DDE"/>
    <w:rsid w:val="00C61E5A"/>
    <w:rsid w:val="00C623B7"/>
    <w:rsid w:val="00C62613"/>
    <w:rsid w:val="00C65315"/>
    <w:rsid w:val="00C65C69"/>
    <w:rsid w:val="00C67452"/>
    <w:rsid w:val="00C70FFC"/>
    <w:rsid w:val="00C71105"/>
    <w:rsid w:val="00C7205F"/>
    <w:rsid w:val="00C722AE"/>
    <w:rsid w:val="00C73282"/>
    <w:rsid w:val="00C73C4F"/>
    <w:rsid w:val="00C7467E"/>
    <w:rsid w:val="00C76D83"/>
    <w:rsid w:val="00C77982"/>
    <w:rsid w:val="00C77CDD"/>
    <w:rsid w:val="00C8263A"/>
    <w:rsid w:val="00C82E86"/>
    <w:rsid w:val="00C87651"/>
    <w:rsid w:val="00C87B82"/>
    <w:rsid w:val="00C87FAD"/>
    <w:rsid w:val="00C91CEE"/>
    <w:rsid w:val="00C9422A"/>
    <w:rsid w:val="00C94771"/>
    <w:rsid w:val="00C94BE0"/>
    <w:rsid w:val="00C95B1E"/>
    <w:rsid w:val="00C96220"/>
    <w:rsid w:val="00C96787"/>
    <w:rsid w:val="00CA0243"/>
    <w:rsid w:val="00CA0A9B"/>
    <w:rsid w:val="00CA1292"/>
    <w:rsid w:val="00CA22A8"/>
    <w:rsid w:val="00CA508B"/>
    <w:rsid w:val="00CA74EA"/>
    <w:rsid w:val="00CB081F"/>
    <w:rsid w:val="00CB1A89"/>
    <w:rsid w:val="00CB3CE5"/>
    <w:rsid w:val="00CB5832"/>
    <w:rsid w:val="00CB592F"/>
    <w:rsid w:val="00CB5EAB"/>
    <w:rsid w:val="00CB637C"/>
    <w:rsid w:val="00CB723C"/>
    <w:rsid w:val="00CB7244"/>
    <w:rsid w:val="00CB79A1"/>
    <w:rsid w:val="00CB7A6B"/>
    <w:rsid w:val="00CB7F24"/>
    <w:rsid w:val="00CC0243"/>
    <w:rsid w:val="00CC071D"/>
    <w:rsid w:val="00CC0CAF"/>
    <w:rsid w:val="00CC1DF2"/>
    <w:rsid w:val="00CC2119"/>
    <w:rsid w:val="00CC3762"/>
    <w:rsid w:val="00CC3F76"/>
    <w:rsid w:val="00CC5606"/>
    <w:rsid w:val="00CC663E"/>
    <w:rsid w:val="00CC6BBD"/>
    <w:rsid w:val="00CD0A59"/>
    <w:rsid w:val="00CD0CE1"/>
    <w:rsid w:val="00CD27CD"/>
    <w:rsid w:val="00CD291C"/>
    <w:rsid w:val="00CD43A7"/>
    <w:rsid w:val="00CD5967"/>
    <w:rsid w:val="00CD5BAD"/>
    <w:rsid w:val="00CD7395"/>
    <w:rsid w:val="00CD7BD5"/>
    <w:rsid w:val="00CE1414"/>
    <w:rsid w:val="00CE18C0"/>
    <w:rsid w:val="00CE226B"/>
    <w:rsid w:val="00CE3B91"/>
    <w:rsid w:val="00CE3FEB"/>
    <w:rsid w:val="00CE4B3B"/>
    <w:rsid w:val="00CE51F8"/>
    <w:rsid w:val="00CE5A77"/>
    <w:rsid w:val="00CE5E1F"/>
    <w:rsid w:val="00CE5E34"/>
    <w:rsid w:val="00CE5EF0"/>
    <w:rsid w:val="00CE64F5"/>
    <w:rsid w:val="00CE6C59"/>
    <w:rsid w:val="00CE7138"/>
    <w:rsid w:val="00CF022F"/>
    <w:rsid w:val="00CF0469"/>
    <w:rsid w:val="00CF0D02"/>
    <w:rsid w:val="00CF14E8"/>
    <w:rsid w:val="00CF26A3"/>
    <w:rsid w:val="00CF35EC"/>
    <w:rsid w:val="00CF36A0"/>
    <w:rsid w:val="00CF40E3"/>
    <w:rsid w:val="00CF46A5"/>
    <w:rsid w:val="00CF46AF"/>
    <w:rsid w:val="00CF4C3B"/>
    <w:rsid w:val="00CF541E"/>
    <w:rsid w:val="00CF5FAA"/>
    <w:rsid w:val="00D005C0"/>
    <w:rsid w:val="00D017DE"/>
    <w:rsid w:val="00D01E94"/>
    <w:rsid w:val="00D01EA2"/>
    <w:rsid w:val="00D022B5"/>
    <w:rsid w:val="00D03721"/>
    <w:rsid w:val="00D03E44"/>
    <w:rsid w:val="00D04E2A"/>
    <w:rsid w:val="00D05D6C"/>
    <w:rsid w:val="00D07576"/>
    <w:rsid w:val="00D07E28"/>
    <w:rsid w:val="00D10AED"/>
    <w:rsid w:val="00D11D87"/>
    <w:rsid w:val="00D121DA"/>
    <w:rsid w:val="00D12AC5"/>
    <w:rsid w:val="00D12E4A"/>
    <w:rsid w:val="00D13573"/>
    <w:rsid w:val="00D13680"/>
    <w:rsid w:val="00D143C9"/>
    <w:rsid w:val="00D146AF"/>
    <w:rsid w:val="00D14F49"/>
    <w:rsid w:val="00D15435"/>
    <w:rsid w:val="00D163BA"/>
    <w:rsid w:val="00D2044D"/>
    <w:rsid w:val="00D20A61"/>
    <w:rsid w:val="00D20D20"/>
    <w:rsid w:val="00D2135C"/>
    <w:rsid w:val="00D21944"/>
    <w:rsid w:val="00D239C4"/>
    <w:rsid w:val="00D24025"/>
    <w:rsid w:val="00D272CC"/>
    <w:rsid w:val="00D30E78"/>
    <w:rsid w:val="00D320A0"/>
    <w:rsid w:val="00D32A5B"/>
    <w:rsid w:val="00D35050"/>
    <w:rsid w:val="00D4014D"/>
    <w:rsid w:val="00D40BBF"/>
    <w:rsid w:val="00D4298A"/>
    <w:rsid w:val="00D44960"/>
    <w:rsid w:val="00D44EB5"/>
    <w:rsid w:val="00D46BA2"/>
    <w:rsid w:val="00D47CC7"/>
    <w:rsid w:val="00D50229"/>
    <w:rsid w:val="00D506A5"/>
    <w:rsid w:val="00D509E0"/>
    <w:rsid w:val="00D52A68"/>
    <w:rsid w:val="00D52F7C"/>
    <w:rsid w:val="00D5318C"/>
    <w:rsid w:val="00D54467"/>
    <w:rsid w:val="00D55DAE"/>
    <w:rsid w:val="00D56E5B"/>
    <w:rsid w:val="00D57CB5"/>
    <w:rsid w:val="00D607FC"/>
    <w:rsid w:val="00D61BE6"/>
    <w:rsid w:val="00D6303C"/>
    <w:rsid w:val="00D67015"/>
    <w:rsid w:val="00D70AF9"/>
    <w:rsid w:val="00D738F3"/>
    <w:rsid w:val="00D74C2D"/>
    <w:rsid w:val="00D7526D"/>
    <w:rsid w:val="00D75E02"/>
    <w:rsid w:val="00D75EF8"/>
    <w:rsid w:val="00D76C02"/>
    <w:rsid w:val="00D7739D"/>
    <w:rsid w:val="00D80F5B"/>
    <w:rsid w:val="00D819D9"/>
    <w:rsid w:val="00D81B5A"/>
    <w:rsid w:val="00D81CF6"/>
    <w:rsid w:val="00D81F2D"/>
    <w:rsid w:val="00D8209D"/>
    <w:rsid w:val="00D82E29"/>
    <w:rsid w:val="00D840CB"/>
    <w:rsid w:val="00D84E18"/>
    <w:rsid w:val="00D84EB3"/>
    <w:rsid w:val="00D84F95"/>
    <w:rsid w:val="00D859C2"/>
    <w:rsid w:val="00D87953"/>
    <w:rsid w:val="00D87E8E"/>
    <w:rsid w:val="00D90590"/>
    <w:rsid w:val="00D90643"/>
    <w:rsid w:val="00D90814"/>
    <w:rsid w:val="00D90F73"/>
    <w:rsid w:val="00D92D4A"/>
    <w:rsid w:val="00D94FFB"/>
    <w:rsid w:val="00D956A2"/>
    <w:rsid w:val="00D95B46"/>
    <w:rsid w:val="00D96F1B"/>
    <w:rsid w:val="00DA020F"/>
    <w:rsid w:val="00DA0D31"/>
    <w:rsid w:val="00DA17D0"/>
    <w:rsid w:val="00DA21A0"/>
    <w:rsid w:val="00DA27C6"/>
    <w:rsid w:val="00DA3D50"/>
    <w:rsid w:val="00DA4477"/>
    <w:rsid w:val="00DA44E8"/>
    <w:rsid w:val="00DA78F1"/>
    <w:rsid w:val="00DB12B1"/>
    <w:rsid w:val="00DB15FB"/>
    <w:rsid w:val="00DB26A7"/>
    <w:rsid w:val="00DB3147"/>
    <w:rsid w:val="00DB345C"/>
    <w:rsid w:val="00DB4151"/>
    <w:rsid w:val="00DB5B66"/>
    <w:rsid w:val="00DB620E"/>
    <w:rsid w:val="00DB631D"/>
    <w:rsid w:val="00DB6A0B"/>
    <w:rsid w:val="00DB7893"/>
    <w:rsid w:val="00DC031F"/>
    <w:rsid w:val="00DC0448"/>
    <w:rsid w:val="00DC1675"/>
    <w:rsid w:val="00DC2E1D"/>
    <w:rsid w:val="00DC3508"/>
    <w:rsid w:val="00DC412B"/>
    <w:rsid w:val="00DC4278"/>
    <w:rsid w:val="00DC46B1"/>
    <w:rsid w:val="00DC485F"/>
    <w:rsid w:val="00DC5F3D"/>
    <w:rsid w:val="00DC6010"/>
    <w:rsid w:val="00DC6954"/>
    <w:rsid w:val="00DC7D4F"/>
    <w:rsid w:val="00DD09E7"/>
    <w:rsid w:val="00DD2A18"/>
    <w:rsid w:val="00DD2BA7"/>
    <w:rsid w:val="00DD32DC"/>
    <w:rsid w:val="00DD7283"/>
    <w:rsid w:val="00DD7482"/>
    <w:rsid w:val="00DE0021"/>
    <w:rsid w:val="00DE1043"/>
    <w:rsid w:val="00DE25F3"/>
    <w:rsid w:val="00DE43ED"/>
    <w:rsid w:val="00DE4742"/>
    <w:rsid w:val="00DE49E2"/>
    <w:rsid w:val="00DE4E90"/>
    <w:rsid w:val="00DE584E"/>
    <w:rsid w:val="00DE5DC0"/>
    <w:rsid w:val="00DE6055"/>
    <w:rsid w:val="00DE60CA"/>
    <w:rsid w:val="00DF0BBF"/>
    <w:rsid w:val="00DF1D0A"/>
    <w:rsid w:val="00DF1EDC"/>
    <w:rsid w:val="00DF20A8"/>
    <w:rsid w:val="00DF3AA2"/>
    <w:rsid w:val="00DF40C4"/>
    <w:rsid w:val="00DF438B"/>
    <w:rsid w:val="00DF4A45"/>
    <w:rsid w:val="00DF5008"/>
    <w:rsid w:val="00DF5DAF"/>
    <w:rsid w:val="00DF5E14"/>
    <w:rsid w:val="00DF6A13"/>
    <w:rsid w:val="00DF6E11"/>
    <w:rsid w:val="00E00743"/>
    <w:rsid w:val="00E00760"/>
    <w:rsid w:val="00E02803"/>
    <w:rsid w:val="00E03163"/>
    <w:rsid w:val="00E031AA"/>
    <w:rsid w:val="00E039CB"/>
    <w:rsid w:val="00E04B25"/>
    <w:rsid w:val="00E04C14"/>
    <w:rsid w:val="00E04FFA"/>
    <w:rsid w:val="00E05C96"/>
    <w:rsid w:val="00E069BE"/>
    <w:rsid w:val="00E10C5B"/>
    <w:rsid w:val="00E11443"/>
    <w:rsid w:val="00E12187"/>
    <w:rsid w:val="00E15AC6"/>
    <w:rsid w:val="00E16BB7"/>
    <w:rsid w:val="00E177C2"/>
    <w:rsid w:val="00E17A2F"/>
    <w:rsid w:val="00E201E5"/>
    <w:rsid w:val="00E21607"/>
    <w:rsid w:val="00E2199E"/>
    <w:rsid w:val="00E22A74"/>
    <w:rsid w:val="00E22B7B"/>
    <w:rsid w:val="00E2321E"/>
    <w:rsid w:val="00E24075"/>
    <w:rsid w:val="00E24C18"/>
    <w:rsid w:val="00E25874"/>
    <w:rsid w:val="00E2682B"/>
    <w:rsid w:val="00E271FE"/>
    <w:rsid w:val="00E27932"/>
    <w:rsid w:val="00E27E6E"/>
    <w:rsid w:val="00E30156"/>
    <w:rsid w:val="00E32678"/>
    <w:rsid w:val="00E338E2"/>
    <w:rsid w:val="00E33A98"/>
    <w:rsid w:val="00E347CE"/>
    <w:rsid w:val="00E3512B"/>
    <w:rsid w:val="00E36DD5"/>
    <w:rsid w:val="00E370DC"/>
    <w:rsid w:val="00E4025A"/>
    <w:rsid w:val="00E40462"/>
    <w:rsid w:val="00E407C6"/>
    <w:rsid w:val="00E43A4B"/>
    <w:rsid w:val="00E4574A"/>
    <w:rsid w:val="00E45937"/>
    <w:rsid w:val="00E46E73"/>
    <w:rsid w:val="00E471EA"/>
    <w:rsid w:val="00E473EF"/>
    <w:rsid w:val="00E47949"/>
    <w:rsid w:val="00E50A0F"/>
    <w:rsid w:val="00E52155"/>
    <w:rsid w:val="00E52590"/>
    <w:rsid w:val="00E531AD"/>
    <w:rsid w:val="00E537A5"/>
    <w:rsid w:val="00E53C70"/>
    <w:rsid w:val="00E54896"/>
    <w:rsid w:val="00E55F41"/>
    <w:rsid w:val="00E61213"/>
    <w:rsid w:val="00E615F1"/>
    <w:rsid w:val="00E615FB"/>
    <w:rsid w:val="00E627E5"/>
    <w:rsid w:val="00E63B51"/>
    <w:rsid w:val="00E63FB0"/>
    <w:rsid w:val="00E64120"/>
    <w:rsid w:val="00E6437A"/>
    <w:rsid w:val="00E64F85"/>
    <w:rsid w:val="00E6660C"/>
    <w:rsid w:val="00E671BC"/>
    <w:rsid w:val="00E677CA"/>
    <w:rsid w:val="00E70195"/>
    <w:rsid w:val="00E70937"/>
    <w:rsid w:val="00E70C9A"/>
    <w:rsid w:val="00E73BC0"/>
    <w:rsid w:val="00E755CB"/>
    <w:rsid w:val="00E778CC"/>
    <w:rsid w:val="00E81DF8"/>
    <w:rsid w:val="00E82202"/>
    <w:rsid w:val="00E828BA"/>
    <w:rsid w:val="00E828C3"/>
    <w:rsid w:val="00E83C5A"/>
    <w:rsid w:val="00E858F0"/>
    <w:rsid w:val="00E85BDD"/>
    <w:rsid w:val="00E86100"/>
    <w:rsid w:val="00E870BF"/>
    <w:rsid w:val="00E9163E"/>
    <w:rsid w:val="00E9165A"/>
    <w:rsid w:val="00E91878"/>
    <w:rsid w:val="00E91D19"/>
    <w:rsid w:val="00E93591"/>
    <w:rsid w:val="00E940C4"/>
    <w:rsid w:val="00E9454C"/>
    <w:rsid w:val="00E94824"/>
    <w:rsid w:val="00E96209"/>
    <w:rsid w:val="00E97E07"/>
    <w:rsid w:val="00E97E36"/>
    <w:rsid w:val="00EA0343"/>
    <w:rsid w:val="00EA06FE"/>
    <w:rsid w:val="00EA1248"/>
    <w:rsid w:val="00EA1517"/>
    <w:rsid w:val="00EA1BEC"/>
    <w:rsid w:val="00EA26FB"/>
    <w:rsid w:val="00EA2BF3"/>
    <w:rsid w:val="00EA2E7E"/>
    <w:rsid w:val="00EA560F"/>
    <w:rsid w:val="00EA5D1B"/>
    <w:rsid w:val="00EA63D2"/>
    <w:rsid w:val="00EA66D1"/>
    <w:rsid w:val="00EA6E50"/>
    <w:rsid w:val="00EA7459"/>
    <w:rsid w:val="00EA7F6A"/>
    <w:rsid w:val="00EB2503"/>
    <w:rsid w:val="00EB3BB1"/>
    <w:rsid w:val="00EB3D55"/>
    <w:rsid w:val="00EB3F3E"/>
    <w:rsid w:val="00EB471C"/>
    <w:rsid w:val="00EB5B23"/>
    <w:rsid w:val="00EB5D04"/>
    <w:rsid w:val="00EC0DF0"/>
    <w:rsid w:val="00EC21D8"/>
    <w:rsid w:val="00EC3DC9"/>
    <w:rsid w:val="00EC4176"/>
    <w:rsid w:val="00EC5D7A"/>
    <w:rsid w:val="00ED0250"/>
    <w:rsid w:val="00ED1728"/>
    <w:rsid w:val="00ED175C"/>
    <w:rsid w:val="00ED1DF7"/>
    <w:rsid w:val="00ED350E"/>
    <w:rsid w:val="00ED364B"/>
    <w:rsid w:val="00ED4139"/>
    <w:rsid w:val="00ED4A4C"/>
    <w:rsid w:val="00ED5B54"/>
    <w:rsid w:val="00EE2841"/>
    <w:rsid w:val="00EE2A8F"/>
    <w:rsid w:val="00EE3558"/>
    <w:rsid w:val="00EE39B8"/>
    <w:rsid w:val="00EE47B9"/>
    <w:rsid w:val="00EE6EC2"/>
    <w:rsid w:val="00EE7272"/>
    <w:rsid w:val="00EE7772"/>
    <w:rsid w:val="00EF0A64"/>
    <w:rsid w:val="00EF0EAE"/>
    <w:rsid w:val="00EF0F33"/>
    <w:rsid w:val="00EF165C"/>
    <w:rsid w:val="00EF202F"/>
    <w:rsid w:val="00EF352C"/>
    <w:rsid w:val="00EF5092"/>
    <w:rsid w:val="00EF5392"/>
    <w:rsid w:val="00EF5E1F"/>
    <w:rsid w:val="00EF6B37"/>
    <w:rsid w:val="00EF7165"/>
    <w:rsid w:val="00EF7BB8"/>
    <w:rsid w:val="00F018EA"/>
    <w:rsid w:val="00F0241F"/>
    <w:rsid w:val="00F02C9D"/>
    <w:rsid w:val="00F04758"/>
    <w:rsid w:val="00F05B0E"/>
    <w:rsid w:val="00F078A7"/>
    <w:rsid w:val="00F10219"/>
    <w:rsid w:val="00F10490"/>
    <w:rsid w:val="00F10CC9"/>
    <w:rsid w:val="00F1159A"/>
    <w:rsid w:val="00F11868"/>
    <w:rsid w:val="00F12764"/>
    <w:rsid w:val="00F127E1"/>
    <w:rsid w:val="00F12FA9"/>
    <w:rsid w:val="00F134FC"/>
    <w:rsid w:val="00F13901"/>
    <w:rsid w:val="00F139C5"/>
    <w:rsid w:val="00F15809"/>
    <w:rsid w:val="00F166B2"/>
    <w:rsid w:val="00F20396"/>
    <w:rsid w:val="00F21390"/>
    <w:rsid w:val="00F21626"/>
    <w:rsid w:val="00F21CE6"/>
    <w:rsid w:val="00F21EBB"/>
    <w:rsid w:val="00F22975"/>
    <w:rsid w:val="00F22D1D"/>
    <w:rsid w:val="00F230DE"/>
    <w:rsid w:val="00F24F68"/>
    <w:rsid w:val="00F25BBE"/>
    <w:rsid w:val="00F25C04"/>
    <w:rsid w:val="00F27B50"/>
    <w:rsid w:val="00F27D89"/>
    <w:rsid w:val="00F3050C"/>
    <w:rsid w:val="00F3394A"/>
    <w:rsid w:val="00F33CA1"/>
    <w:rsid w:val="00F36001"/>
    <w:rsid w:val="00F37489"/>
    <w:rsid w:val="00F40FD0"/>
    <w:rsid w:val="00F425BD"/>
    <w:rsid w:val="00F44D00"/>
    <w:rsid w:val="00F44D6D"/>
    <w:rsid w:val="00F453A7"/>
    <w:rsid w:val="00F45860"/>
    <w:rsid w:val="00F46FAA"/>
    <w:rsid w:val="00F46FD3"/>
    <w:rsid w:val="00F47510"/>
    <w:rsid w:val="00F47F80"/>
    <w:rsid w:val="00F51009"/>
    <w:rsid w:val="00F51265"/>
    <w:rsid w:val="00F512DA"/>
    <w:rsid w:val="00F51BAE"/>
    <w:rsid w:val="00F51BC8"/>
    <w:rsid w:val="00F523E7"/>
    <w:rsid w:val="00F52537"/>
    <w:rsid w:val="00F52C69"/>
    <w:rsid w:val="00F5344E"/>
    <w:rsid w:val="00F53F17"/>
    <w:rsid w:val="00F54BAB"/>
    <w:rsid w:val="00F5682D"/>
    <w:rsid w:val="00F6053E"/>
    <w:rsid w:val="00F60D21"/>
    <w:rsid w:val="00F6232E"/>
    <w:rsid w:val="00F63B9B"/>
    <w:rsid w:val="00F66E84"/>
    <w:rsid w:val="00F673FA"/>
    <w:rsid w:val="00F678F0"/>
    <w:rsid w:val="00F708DC"/>
    <w:rsid w:val="00F708FC"/>
    <w:rsid w:val="00F712F5"/>
    <w:rsid w:val="00F713C6"/>
    <w:rsid w:val="00F71EDD"/>
    <w:rsid w:val="00F72FFB"/>
    <w:rsid w:val="00F7359F"/>
    <w:rsid w:val="00F7454C"/>
    <w:rsid w:val="00F76BDE"/>
    <w:rsid w:val="00F81703"/>
    <w:rsid w:val="00F826E3"/>
    <w:rsid w:val="00F82A2A"/>
    <w:rsid w:val="00F82C33"/>
    <w:rsid w:val="00F83C6D"/>
    <w:rsid w:val="00F84F66"/>
    <w:rsid w:val="00F855F2"/>
    <w:rsid w:val="00F865A7"/>
    <w:rsid w:val="00F87257"/>
    <w:rsid w:val="00F900D6"/>
    <w:rsid w:val="00F9057B"/>
    <w:rsid w:val="00F90E82"/>
    <w:rsid w:val="00F938FC"/>
    <w:rsid w:val="00F94FF6"/>
    <w:rsid w:val="00F97240"/>
    <w:rsid w:val="00F97552"/>
    <w:rsid w:val="00F9768E"/>
    <w:rsid w:val="00F976AC"/>
    <w:rsid w:val="00FA1836"/>
    <w:rsid w:val="00FA26F1"/>
    <w:rsid w:val="00FA3045"/>
    <w:rsid w:val="00FA30ED"/>
    <w:rsid w:val="00FA4B5D"/>
    <w:rsid w:val="00FA6AC9"/>
    <w:rsid w:val="00FA7109"/>
    <w:rsid w:val="00FB4760"/>
    <w:rsid w:val="00FB5815"/>
    <w:rsid w:val="00FB6500"/>
    <w:rsid w:val="00FB680A"/>
    <w:rsid w:val="00FB74A2"/>
    <w:rsid w:val="00FB761F"/>
    <w:rsid w:val="00FC009D"/>
    <w:rsid w:val="00FC1C87"/>
    <w:rsid w:val="00FC1FC8"/>
    <w:rsid w:val="00FC25E1"/>
    <w:rsid w:val="00FC45EE"/>
    <w:rsid w:val="00FC464D"/>
    <w:rsid w:val="00FC4FC6"/>
    <w:rsid w:val="00FC530E"/>
    <w:rsid w:val="00FC5AEE"/>
    <w:rsid w:val="00FC63BE"/>
    <w:rsid w:val="00FC6E4A"/>
    <w:rsid w:val="00FC6E99"/>
    <w:rsid w:val="00FD02C1"/>
    <w:rsid w:val="00FD11DD"/>
    <w:rsid w:val="00FD131E"/>
    <w:rsid w:val="00FD136D"/>
    <w:rsid w:val="00FD1914"/>
    <w:rsid w:val="00FD2323"/>
    <w:rsid w:val="00FD24DF"/>
    <w:rsid w:val="00FD268D"/>
    <w:rsid w:val="00FD390A"/>
    <w:rsid w:val="00FD4285"/>
    <w:rsid w:val="00FD47E4"/>
    <w:rsid w:val="00FD51AE"/>
    <w:rsid w:val="00FD5B4C"/>
    <w:rsid w:val="00FD63FA"/>
    <w:rsid w:val="00FE1034"/>
    <w:rsid w:val="00FE11B1"/>
    <w:rsid w:val="00FE361A"/>
    <w:rsid w:val="00FE3A09"/>
    <w:rsid w:val="00FE3F78"/>
    <w:rsid w:val="00FE5331"/>
    <w:rsid w:val="00FE6D93"/>
    <w:rsid w:val="00FF0AFF"/>
    <w:rsid w:val="00FF1D43"/>
    <w:rsid w:val="00FF2D1C"/>
    <w:rsid w:val="00FF38BC"/>
    <w:rsid w:val="00FF4FA1"/>
    <w:rsid w:val="00FF538E"/>
    <w:rsid w:val="00FF5E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C6A16"/>
  <w15:docId w15:val="{D8421F20-0DD1-6044-A09D-A3B40552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216483"/>
    <w:pPr>
      <w:spacing w:before="180" w:line="300" w:lineRule="exact"/>
    </w:pPr>
    <w:rPr>
      <w:rFonts w:ascii="Arial" w:hAnsi="Arial"/>
      <w:szCs w:val="24"/>
      <w:lang w:eastAsia="en-US"/>
    </w:rPr>
  </w:style>
  <w:style w:type="paragraph" w:styleId="berschrift1">
    <w:name w:val="heading 1"/>
    <w:basedOn w:val="Standard"/>
    <w:pPr>
      <w:spacing w:before="100" w:beforeAutospacing="1" w:after="240" w:line="240" w:lineRule="auto"/>
      <w:outlineLvl w:val="0"/>
    </w:pPr>
    <w:rPr>
      <w:rFonts w:eastAsia="Arial Unicode MS" w:cs="Arial Unicode MS"/>
      <w:b/>
      <w:bCs/>
      <w:kern w:val="36"/>
      <w:sz w:val="24"/>
      <w:szCs w:val="48"/>
    </w:rPr>
  </w:style>
  <w:style w:type="paragraph" w:styleId="berschrift2">
    <w:name w:val="heading 2"/>
    <w:basedOn w:val="Standard"/>
    <w:pPr>
      <w:spacing w:after="120" w:line="240" w:lineRule="auto"/>
      <w:outlineLvl w:val="1"/>
    </w:pPr>
    <w:rPr>
      <w:rFonts w:eastAsia="Arial Unicode MS" w:cs="Arial Unicode MS"/>
      <w:b/>
      <w:bCs/>
      <w:szCs w:val="36"/>
    </w:rPr>
  </w:style>
  <w:style w:type="paragraph" w:styleId="berschrift3">
    <w:name w:val="heading 3"/>
    <w:basedOn w:val="Standard"/>
    <w:next w:val="Standard"/>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pPr>
      <w:keepNext/>
      <w:outlineLvl w:val="3"/>
    </w:pPr>
    <w:rPr>
      <w:rFonts w:cs="Arial"/>
      <w:b/>
      <w:bCs/>
      <w:szCs w:val="32"/>
    </w:rPr>
  </w:style>
  <w:style w:type="paragraph" w:styleId="berschrift5">
    <w:name w:val="heading 5"/>
    <w:basedOn w:val="Standard"/>
    <w:next w:val="Standard"/>
    <w:pPr>
      <w:keepNext/>
      <w:outlineLvl w:val="4"/>
    </w:pPr>
    <w:rPr>
      <w:rFonts w:cs="Arial"/>
      <w:b/>
      <w:bCs/>
    </w:rPr>
  </w:style>
  <w:style w:type="paragraph" w:styleId="berschrift6">
    <w:name w:val="heading 6"/>
    <w:basedOn w:val="Standard"/>
    <w:next w:val="Standard"/>
    <w:pPr>
      <w:keepNext/>
      <w:outlineLvl w:val="5"/>
    </w:pPr>
    <w:rPr>
      <w:rFonts w:cs="Arial"/>
      <w:b/>
      <w:bCs/>
      <w:sz w:val="16"/>
    </w:rPr>
  </w:style>
  <w:style w:type="paragraph" w:styleId="berschrift7">
    <w:name w:val="heading 7"/>
    <w:basedOn w:val="Standard"/>
    <w:next w:val="Standard"/>
    <w:link w:val="berschrift7Zchn"/>
    <w:pPr>
      <w:keepNext/>
      <w:jc w:val="right"/>
      <w:outlineLvl w:val="6"/>
    </w:pPr>
    <w:rPr>
      <w:rFonts w:cs="Arial"/>
      <w:b/>
      <w:bCs/>
      <w:sz w:val="16"/>
    </w:rPr>
  </w:style>
  <w:style w:type="paragraph" w:styleId="berschrift8">
    <w:name w:val="heading 8"/>
    <w:basedOn w:val="Standard"/>
    <w:next w:val="Standard"/>
    <w:pPr>
      <w:keepNext/>
      <w:outlineLvl w:val="7"/>
    </w:pPr>
    <w:rPr>
      <w:rFonts w:cs="Arial"/>
      <w:b/>
      <w:bCs/>
      <w:color w:val="FF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autoRedefine/>
    <w:pPr>
      <w:autoSpaceDE w:val="0"/>
      <w:autoSpaceDN w:val="0"/>
      <w:adjustRightInd w:val="0"/>
      <w:spacing w:line="240" w:lineRule="atLeast"/>
    </w:pPr>
    <w:rPr>
      <w:color w:val="000000"/>
      <w:szCs w:val="20"/>
    </w:rPr>
  </w:style>
  <w:style w:type="paragraph" w:styleId="Textkrper2">
    <w:name w:val="Body Text 2"/>
    <w:basedOn w:val="Standard"/>
    <w:pPr>
      <w:autoSpaceDE w:val="0"/>
      <w:autoSpaceDN w:val="0"/>
      <w:adjustRightInd w:val="0"/>
      <w:spacing w:before="0" w:line="240" w:lineRule="atLeast"/>
    </w:pPr>
    <w:rPr>
      <w:rFonts w:ascii="Helv" w:hAnsi="Helv"/>
      <w:bCs/>
      <w:color w:val="000000"/>
    </w:rPr>
  </w:style>
  <w:style w:type="paragraph" w:styleId="StandardWeb">
    <w:name w:val="Normal (Web)"/>
    <w:basedOn w:val="Standard"/>
    <w:uiPriority w:val="99"/>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uiPriority w:val="99"/>
    <w:rPr>
      <w:color w:val="0000FF"/>
      <w:u w:val="single"/>
    </w:rPr>
  </w:style>
  <w:style w:type="character" w:styleId="Fett">
    <w:name w:val="Strong"/>
    <w:qFormat/>
    <w:rPr>
      <w:b/>
      <w:bCs/>
    </w:rPr>
  </w:style>
  <w:style w:type="paragraph" w:styleId="Textkrper3">
    <w:name w:val="Body Text 3"/>
    <w:basedOn w:val="Standard"/>
    <w:rPr>
      <w:rFonts w:cs="Arial"/>
    </w:rPr>
  </w:style>
  <w:style w:type="character" w:styleId="BesuchterLink">
    <w:name w:val="FollowedHyperlink"/>
    <w:rPr>
      <w:color w:val="800080"/>
      <w:u w:val="single"/>
    </w:rPr>
  </w:style>
  <w:style w:type="character" w:customStyle="1" w:styleId="Internetlink">
    <w:name w:val="Internet link"/>
    <w:rPr>
      <w:rFonts w:cs="Tahoma"/>
      <w:color w:val="000080"/>
      <w:u w:val="single"/>
    </w:rPr>
  </w:style>
  <w:style w:type="character" w:styleId="Seitenzahl">
    <w:name w:val="page number"/>
    <w:basedOn w:val="Absatz-Standardschriftart"/>
  </w:style>
  <w:style w:type="paragraph" w:styleId="KeinLeerraum">
    <w:name w:val="No Spacing"/>
    <w:rPr>
      <w:rFonts w:ascii="Arial" w:hAnsi="Arial"/>
      <w:szCs w:val="24"/>
    </w:rPr>
  </w:style>
  <w:style w:type="paragraph" w:styleId="Listenabsatz">
    <w:name w:val="List Paragraph"/>
    <w:basedOn w:val="Standard"/>
    <w:uiPriority w:val="34"/>
    <w:qFormat/>
    <w:pPr>
      <w:ind w:left="720"/>
    </w:pPr>
  </w:style>
  <w:style w:type="paragraph" w:styleId="Aufzhlungszeichen">
    <w:name w:val="List Bullet"/>
    <w:basedOn w:val="Standard"/>
    <w:autoRedefine/>
    <w:pPr>
      <w:numPr>
        <w:numId w:val="4"/>
      </w:numPr>
    </w:pPr>
  </w:style>
  <w:style w:type="paragraph" w:styleId="Dokumentstruktur">
    <w:name w:val="Document Map"/>
    <w:basedOn w:val="Standard"/>
    <w:semiHidden/>
    <w:pPr>
      <w:shd w:val="clear" w:color="auto" w:fill="000080"/>
    </w:pPr>
    <w:rPr>
      <w:rFonts w:ascii="Tahoma" w:hAnsi="Tahoma" w:cs="Tahoma"/>
    </w:rPr>
  </w:style>
  <w:style w:type="paragraph" w:customStyle="1" w:styleId="Formatvorlage1">
    <w:name w:val="Formatvorlage1"/>
    <w:basedOn w:val="Textkrper"/>
  </w:style>
  <w:style w:type="paragraph" w:styleId="Sprechblasentext">
    <w:name w:val="Balloon Text"/>
    <w:basedOn w:val="Standard"/>
    <w:semiHidden/>
    <w:rPr>
      <w:rFonts w:ascii="Tahoma" w:hAnsi="Tahoma" w:cs="Tahoma"/>
      <w:sz w:val="16"/>
      <w:szCs w:val="16"/>
    </w:rPr>
  </w:style>
  <w:style w:type="character" w:customStyle="1" w:styleId="KopfzeileZchn">
    <w:name w:val="Kopfzeile Zchn"/>
    <w:link w:val="Kopfzeile"/>
    <w:uiPriority w:val="99"/>
    <w:rsid w:val="00D44960"/>
    <w:rPr>
      <w:rFonts w:ascii="Arial" w:hAnsi="Arial"/>
      <w:szCs w:val="24"/>
    </w:rPr>
  </w:style>
  <w:style w:type="paragraph" w:customStyle="1" w:styleId="PMBullets">
    <w:name w:val="PM Bullets"/>
    <w:basedOn w:val="Standard"/>
    <w:link w:val="PMBulletsZchn"/>
    <w:qFormat/>
    <w:rsid w:val="00E27E6E"/>
    <w:pPr>
      <w:numPr>
        <w:numId w:val="17"/>
      </w:numPr>
      <w:spacing w:before="0" w:after="120" w:line="360" w:lineRule="exact"/>
      <w:ind w:left="357" w:hanging="357"/>
    </w:pPr>
    <w:rPr>
      <w:rFonts w:ascii="Hella DIN Universal" w:hAnsi="Hella DIN Universal" w:cs="Hella DIN Universal"/>
      <w:sz w:val="24"/>
    </w:rPr>
  </w:style>
  <w:style w:type="paragraph" w:customStyle="1" w:styleId="PMBody">
    <w:name w:val="PM Body"/>
    <w:basedOn w:val="Standard"/>
    <w:link w:val="PMBodyZchn"/>
    <w:qFormat/>
    <w:rsid w:val="00216483"/>
    <w:pPr>
      <w:spacing w:before="240" w:line="330" w:lineRule="exact"/>
    </w:pPr>
    <w:rPr>
      <w:sz w:val="22"/>
      <w:szCs w:val="22"/>
    </w:rPr>
  </w:style>
  <w:style w:type="character" w:customStyle="1" w:styleId="PMBulletsZchn">
    <w:name w:val="PM Bullets Zchn"/>
    <w:link w:val="PMBullets"/>
    <w:rsid w:val="00E27E6E"/>
    <w:rPr>
      <w:rFonts w:ascii="Hella DIN Universal" w:hAnsi="Hella DIN Universal" w:cs="Hella DIN Universal"/>
      <w:sz w:val="24"/>
      <w:szCs w:val="24"/>
    </w:rPr>
  </w:style>
  <w:style w:type="paragraph" w:customStyle="1" w:styleId="PMBoilerplate">
    <w:name w:val="PM Boilerplate"/>
    <w:basedOn w:val="Standard"/>
    <w:link w:val="PMBoilerplateZchn"/>
    <w:qFormat/>
    <w:rsid w:val="0022556A"/>
    <w:pPr>
      <w:spacing w:before="0" w:after="180"/>
    </w:pPr>
  </w:style>
  <w:style w:type="paragraph" w:styleId="Titel">
    <w:name w:val="Title"/>
    <w:basedOn w:val="Standard"/>
    <w:next w:val="Standard"/>
    <w:link w:val="TitelZchn"/>
    <w:rsid w:val="00B2082C"/>
    <w:pPr>
      <w:spacing w:before="240" w:after="60"/>
      <w:jc w:val="center"/>
      <w:outlineLvl w:val="0"/>
    </w:pPr>
    <w:rPr>
      <w:rFonts w:ascii="Cambria" w:hAnsi="Cambria"/>
      <w:b/>
      <w:bCs/>
      <w:kern w:val="28"/>
      <w:sz w:val="32"/>
      <w:szCs w:val="32"/>
    </w:rPr>
  </w:style>
  <w:style w:type="character" w:customStyle="1" w:styleId="TitelZchn">
    <w:name w:val="Titel Zchn"/>
    <w:link w:val="Titel"/>
    <w:rsid w:val="00B2082C"/>
    <w:rPr>
      <w:rFonts w:ascii="Cambria" w:eastAsia="Times New Roman" w:hAnsi="Cambria" w:cs="Times New Roman"/>
      <w:b/>
      <w:bCs/>
      <w:kern w:val="28"/>
      <w:sz w:val="32"/>
      <w:szCs w:val="32"/>
    </w:rPr>
  </w:style>
  <w:style w:type="paragraph" w:customStyle="1" w:styleId="PMSubheading">
    <w:name w:val="PM Subheading"/>
    <w:basedOn w:val="Standard"/>
    <w:link w:val="PMSubheadingZchn"/>
    <w:qFormat/>
    <w:rsid w:val="00532AD4"/>
    <w:pPr>
      <w:spacing w:before="240"/>
    </w:pPr>
    <w:rPr>
      <w:b/>
      <w:bCs/>
      <w:sz w:val="22"/>
      <w:szCs w:val="22"/>
    </w:rPr>
  </w:style>
  <w:style w:type="character" w:customStyle="1" w:styleId="PMBodyZchn">
    <w:name w:val="PM Body Zchn"/>
    <w:link w:val="PMBody"/>
    <w:rsid w:val="00216483"/>
    <w:rPr>
      <w:rFonts w:ascii="Arial" w:hAnsi="Arial"/>
      <w:sz w:val="22"/>
      <w:szCs w:val="22"/>
    </w:rPr>
  </w:style>
  <w:style w:type="paragraph" w:customStyle="1" w:styleId="PM1stpargraph">
    <w:name w:val="PM 1st pargraph"/>
    <w:basedOn w:val="Standard"/>
    <w:link w:val="PM1stpargraphZchn"/>
    <w:qFormat/>
    <w:rsid w:val="00532AD4"/>
    <w:pPr>
      <w:spacing w:before="300" w:line="330" w:lineRule="exact"/>
    </w:pPr>
    <w:rPr>
      <w:sz w:val="22"/>
      <w:szCs w:val="22"/>
    </w:rPr>
  </w:style>
  <w:style w:type="paragraph" w:customStyle="1" w:styleId="Formatvorlage3">
    <w:name w:val="Formatvorlage3"/>
    <w:rsid w:val="002834B5"/>
    <w:rPr>
      <w:rFonts w:ascii="Hella DIN Universal" w:hAnsi="Hella DIN Universal" w:cs="Hella DIN Universal"/>
      <w:sz w:val="40"/>
      <w:szCs w:val="40"/>
      <w:lang w:eastAsia="en-US"/>
    </w:rPr>
  </w:style>
  <w:style w:type="paragraph" w:customStyle="1" w:styleId="Formatvorlage2">
    <w:name w:val="Formatvorlage2"/>
    <w:basedOn w:val="Standard"/>
    <w:rsid w:val="00531998"/>
    <w:pPr>
      <w:spacing w:before="120" w:line="240" w:lineRule="auto"/>
    </w:pPr>
    <w:rPr>
      <w:rFonts w:cs="Hella DIN Universal Light"/>
      <w:b/>
      <w:bCs/>
      <w:sz w:val="22"/>
      <w:szCs w:val="20"/>
    </w:rPr>
  </w:style>
  <w:style w:type="character" w:styleId="Kommentarzeichen">
    <w:name w:val="annotation reference"/>
    <w:rsid w:val="001F6AC5"/>
    <w:rPr>
      <w:sz w:val="16"/>
      <w:szCs w:val="16"/>
    </w:rPr>
  </w:style>
  <w:style w:type="paragraph" w:styleId="Kommentartext">
    <w:name w:val="annotation text"/>
    <w:basedOn w:val="Standard"/>
    <w:link w:val="KommentartextZchn"/>
    <w:rsid w:val="001F6AC5"/>
    <w:pPr>
      <w:spacing w:line="240" w:lineRule="auto"/>
    </w:pPr>
    <w:rPr>
      <w:szCs w:val="20"/>
    </w:rPr>
  </w:style>
  <w:style w:type="character" w:customStyle="1" w:styleId="KommentartextZchn">
    <w:name w:val="Kommentartext Zchn"/>
    <w:link w:val="Kommentartext"/>
    <w:rsid w:val="001F6AC5"/>
    <w:rPr>
      <w:rFonts w:ascii="Arial" w:hAnsi="Arial"/>
    </w:rPr>
  </w:style>
  <w:style w:type="paragraph" w:styleId="Kommentarthema">
    <w:name w:val="annotation subject"/>
    <w:basedOn w:val="Kommentartext"/>
    <w:next w:val="Kommentartext"/>
    <w:link w:val="KommentarthemaZchn"/>
    <w:rsid w:val="001F6AC5"/>
    <w:rPr>
      <w:b/>
      <w:bCs/>
    </w:rPr>
  </w:style>
  <w:style w:type="character" w:customStyle="1" w:styleId="KommentarthemaZchn">
    <w:name w:val="Kommentarthema Zchn"/>
    <w:link w:val="Kommentarthema"/>
    <w:rsid w:val="001F6AC5"/>
    <w:rPr>
      <w:rFonts w:ascii="Arial" w:hAnsi="Arial"/>
      <w:b/>
      <w:bCs/>
    </w:rPr>
  </w:style>
  <w:style w:type="paragraph" w:customStyle="1" w:styleId="Flietext9ptblockFinanzteilFlietext">
    <w:name w:val="Fließtext 9pt block (Finanzteil:Fließtext)"/>
    <w:basedOn w:val="Standard"/>
    <w:uiPriority w:val="99"/>
    <w:rsid w:val="00DE584E"/>
    <w:pPr>
      <w:tabs>
        <w:tab w:val="left" w:pos="227"/>
        <w:tab w:val="left" w:pos="425"/>
      </w:tabs>
      <w:autoSpaceDE w:val="0"/>
      <w:autoSpaceDN w:val="0"/>
      <w:adjustRightInd w:val="0"/>
      <w:spacing w:before="0" w:line="228" w:lineRule="atLeast"/>
      <w:jc w:val="both"/>
      <w:textAlignment w:val="center"/>
    </w:pPr>
    <w:rPr>
      <w:rFonts w:ascii="Hella DIN Universal Light" w:hAnsi="Hella DIN Universal Light" w:cs="Hella DIN Universal Light"/>
      <w:color w:val="000000"/>
      <w:sz w:val="18"/>
      <w:szCs w:val="18"/>
    </w:rPr>
  </w:style>
  <w:style w:type="character" w:styleId="NichtaufgelsteErwhnung">
    <w:name w:val="Unresolved Mention"/>
    <w:uiPriority w:val="99"/>
    <w:semiHidden/>
    <w:unhideWhenUsed/>
    <w:rsid w:val="009E4CF0"/>
    <w:rPr>
      <w:color w:val="605E5C"/>
      <w:shd w:val="clear" w:color="auto" w:fill="E1DFDD"/>
    </w:rPr>
  </w:style>
  <w:style w:type="character" w:customStyle="1" w:styleId="PMBoilerplateZchn">
    <w:name w:val="PM Boilerplate Zchn"/>
    <w:link w:val="PMBoilerplate"/>
    <w:rsid w:val="0022556A"/>
    <w:rPr>
      <w:rFonts w:ascii="Arial" w:hAnsi="Arial"/>
      <w:szCs w:val="24"/>
    </w:rPr>
  </w:style>
  <w:style w:type="character" w:customStyle="1" w:styleId="PMSubheadingZchn">
    <w:name w:val="PM Subheading Zchn"/>
    <w:link w:val="PMSubheading"/>
    <w:rsid w:val="00532AD4"/>
    <w:rPr>
      <w:rFonts w:ascii="Arial" w:hAnsi="Arial"/>
      <w:b/>
      <w:bCs/>
      <w:sz w:val="22"/>
      <w:szCs w:val="22"/>
    </w:rPr>
  </w:style>
  <w:style w:type="character" w:customStyle="1" w:styleId="PM1stpargraphZchn">
    <w:name w:val="PM 1st pargraph Zchn"/>
    <w:link w:val="PM1stpargraph"/>
    <w:rsid w:val="00532AD4"/>
    <w:rPr>
      <w:rFonts w:ascii="Arial" w:hAnsi="Arial"/>
      <w:sz w:val="22"/>
      <w:szCs w:val="22"/>
    </w:rPr>
  </w:style>
  <w:style w:type="paragraph" w:customStyle="1" w:styleId="PMHeadline1">
    <w:name w:val="PM Headline1"/>
    <w:basedOn w:val="Standard"/>
    <w:link w:val="PMHeadline1Zchn"/>
    <w:qFormat/>
    <w:rsid w:val="00531998"/>
    <w:pPr>
      <w:spacing w:before="0" w:after="300" w:line="500" w:lineRule="exact"/>
    </w:pPr>
    <w:rPr>
      <w:rFonts w:ascii="Hella DIN Universal" w:hAnsi="Hella DIN Universal" w:cs="Hella DIN Universal"/>
      <w:sz w:val="40"/>
      <w:szCs w:val="40"/>
    </w:rPr>
  </w:style>
  <w:style w:type="character" w:customStyle="1" w:styleId="PMHeadline1Zchn">
    <w:name w:val="PM Headline1 Zchn"/>
    <w:link w:val="PMHeadline1"/>
    <w:rsid w:val="00531998"/>
    <w:rPr>
      <w:rFonts w:ascii="Hella DIN Universal" w:hAnsi="Hella DIN Universal" w:cs="Hella DIN Universal"/>
      <w:b w:val="0"/>
      <w:bCs w:val="0"/>
      <w:sz w:val="40"/>
      <w:szCs w:val="40"/>
    </w:rPr>
  </w:style>
  <w:style w:type="character" w:customStyle="1" w:styleId="berschrift7Zchn">
    <w:name w:val="Überschrift 7 Zchn"/>
    <w:link w:val="berschrift7"/>
    <w:rsid w:val="00E22B7B"/>
    <w:rPr>
      <w:rFonts w:ascii="Arial" w:hAnsi="Arial" w:cs="Arial"/>
      <w:b/>
      <w:bCs/>
      <w:sz w:val="16"/>
      <w:szCs w:val="24"/>
    </w:rPr>
  </w:style>
  <w:style w:type="character" w:customStyle="1" w:styleId="FuzeileZchn">
    <w:name w:val="Fußzeile Zchn"/>
    <w:link w:val="Fuzeile"/>
    <w:rsid w:val="00E22B7B"/>
    <w:rPr>
      <w:rFonts w:ascii="Arial" w:hAnsi="Arial"/>
      <w:szCs w:val="24"/>
    </w:rPr>
  </w:style>
  <w:style w:type="paragraph" w:customStyle="1" w:styleId="PMAbbinder">
    <w:name w:val="PM Abbinder"/>
    <w:basedOn w:val="Standard"/>
    <w:link w:val="PMAbbinderZchn"/>
    <w:qFormat/>
    <w:rsid w:val="00597E8B"/>
    <w:pPr>
      <w:spacing w:before="0" w:line="240" w:lineRule="auto"/>
    </w:pPr>
    <w:rPr>
      <w:rFonts w:cs="Arial"/>
      <w:sz w:val="24"/>
      <w:szCs w:val="18"/>
    </w:rPr>
  </w:style>
  <w:style w:type="character" w:customStyle="1" w:styleId="PMAbbinderZchn">
    <w:name w:val="PM Abbinder Zchn"/>
    <w:link w:val="PMAbbinder"/>
    <w:locked/>
    <w:rsid w:val="00597E8B"/>
    <w:rPr>
      <w:rFonts w:ascii="Arial" w:hAnsi="Arial" w:cs="Arial"/>
      <w:sz w:val="24"/>
      <w:szCs w:val="18"/>
    </w:rPr>
  </w:style>
  <w:style w:type="paragraph" w:customStyle="1" w:styleId="Textkrper21">
    <w:name w:val="Textkörper 21"/>
    <w:basedOn w:val="Standard"/>
    <w:rsid w:val="00D272CC"/>
    <w:pPr>
      <w:suppressAutoHyphens/>
      <w:autoSpaceDE w:val="0"/>
      <w:spacing w:before="0" w:line="240" w:lineRule="atLeast"/>
    </w:pPr>
    <w:rPr>
      <w:rFonts w:ascii="Helv" w:hAnsi="Helv"/>
      <w:bCs/>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313">
      <w:bodyDiv w:val="1"/>
      <w:marLeft w:val="0"/>
      <w:marRight w:val="0"/>
      <w:marTop w:val="0"/>
      <w:marBottom w:val="0"/>
      <w:divBdr>
        <w:top w:val="none" w:sz="0" w:space="0" w:color="auto"/>
        <w:left w:val="none" w:sz="0" w:space="0" w:color="auto"/>
        <w:bottom w:val="none" w:sz="0" w:space="0" w:color="auto"/>
        <w:right w:val="none" w:sz="0" w:space="0" w:color="auto"/>
      </w:divBdr>
    </w:div>
    <w:div w:id="108934955">
      <w:bodyDiv w:val="1"/>
      <w:marLeft w:val="0"/>
      <w:marRight w:val="0"/>
      <w:marTop w:val="0"/>
      <w:marBottom w:val="0"/>
      <w:divBdr>
        <w:top w:val="none" w:sz="0" w:space="0" w:color="auto"/>
        <w:left w:val="none" w:sz="0" w:space="0" w:color="auto"/>
        <w:bottom w:val="none" w:sz="0" w:space="0" w:color="auto"/>
        <w:right w:val="none" w:sz="0" w:space="0" w:color="auto"/>
      </w:divBdr>
    </w:div>
    <w:div w:id="368650322">
      <w:bodyDiv w:val="1"/>
      <w:marLeft w:val="0"/>
      <w:marRight w:val="0"/>
      <w:marTop w:val="0"/>
      <w:marBottom w:val="0"/>
      <w:divBdr>
        <w:top w:val="none" w:sz="0" w:space="0" w:color="auto"/>
        <w:left w:val="none" w:sz="0" w:space="0" w:color="auto"/>
        <w:bottom w:val="none" w:sz="0" w:space="0" w:color="auto"/>
        <w:right w:val="none" w:sz="0" w:space="0" w:color="auto"/>
      </w:divBdr>
    </w:div>
    <w:div w:id="374014166">
      <w:bodyDiv w:val="1"/>
      <w:marLeft w:val="0"/>
      <w:marRight w:val="0"/>
      <w:marTop w:val="0"/>
      <w:marBottom w:val="0"/>
      <w:divBdr>
        <w:top w:val="none" w:sz="0" w:space="0" w:color="auto"/>
        <w:left w:val="none" w:sz="0" w:space="0" w:color="auto"/>
        <w:bottom w:val="none" w:sz="0" w:space="0" w:color="auto"/>
        <w:right w:val="none" w:sz="0" w:space="0" w:color="auto"/>
      </w:divBdr>
    </w:div>
    <w:div w:id="387195444">
      <w:bodyDiv w:val="1"/>
      <w:marLeft w:val="0"/>
      <w:marRight w:val="0"/>
      <w:marTop w:val="0"/>
      <w:marBottom w:val="0"/>
      <w:divBdr>
        <w:top w:val="none" w:sz="0" w:space="0" w:color="auto"/>
        <w:left w:val="none" w:sz="0" w:space="0" w:color="auto"/>
        <w:bottom w:val="none" w:sz="0" w:space="0" w:color="auto"/>
        <w:right w:val="none" w:sz="0" w:space="0" w:color="auto"/>
      </w:divBdr>
    </w:div>
    <w:div w:id="494304317">
      <w:bodyDiv w:val="1"/>
      <w:marLeft w:val="0"/>
      <w:marRight w:val="0"/>
      <w:marTop w:val="0"/>
      <w:marBottom w:val="0"/>
      <w:divBdr>
        <w:top w:val="none" w:sz="0" w:space="0" w:color="auto"/>
        <w:left w:val="none" w:sz="0" w:space="0" w:color="auto"/>
        <w:bottom w:val="none" w:sz="0" w:space="0" w:color="auto"/>
        <w:right w:val="none" w:sz="0" w:space="0" w:color="auto"/>
      </w:divBdr>
    </w:div>
    <w:div w:id="498882941">
      <w:bodyDiv w:val="1"/>
      <w:marLeft w:val="0"/>
      <w:marRight w:val="0"/>
      <w:marTop w:val="0"/>
      <w:marBottom w:val="0"/>
      <w:divBdr>
        <w:top w:val="none" w:sz="0" w:space="0" w:color="auto"/>
        <w:left w:val="none" w:sz="0" w:space="0" w:color="auto"/>
        <w:bottom w:val="none" w:sz="0" w:space="0" w:color="auto"/>
        <w:right w:val="none" w:sz="0" w:space="0" w:color="auto"/>
      </w:divBdr>
    </w:div>
    <w:div w:id="696543276">
      <w:bodyDiv w:val="1"/>
      <w:marLeft w:val="0"/>
      <w:marRight w:val="0"/>
      <w:marTop w:val="0"/>
      <w:marBottom w:val="0"/>
      <w:divBdr>
        <w:top w:val="none" w:sz="0" w:space="0" w:color="auto"/>
        <w:left w:val="none" w:sz="0" w:space="0" w:color="auto"/>
        <w:bottom w:val="none" w:sz="0" w:space="0" w:color="auto"/>
        <w:right w:val="none" w:sz="0" w:space="0" w:color="auto"/>
      </w:divBdr>
    </w:div>
    <w:div w:id="700399424">
      <w:bodyDiv w:val="1"/>
      <w:marLeft w:val="0"/>
      <w:marRight w:val="0"/>
      <w:marTop w:val="0"/>
      <w:marBottom w:val="0"/>
      <w:divBdr>
        <w:top w:val="none" w:sz="0" w:space="0" w:color="auto"/>
        <w:left w:val="none" w:sz="0" w:space="0" w:color="auto"/>
        <w:bottom w:val="none" w:sz="0" w:space="0" w:color="auto"/>
        <w:right w:val="none" w:sz="0" w:space="0" w:color="auto"/>
      </w:divBdr>
    </w:div>
    <w:div w:id="958687068">
      <w:bodyDiv w:val="1"/>
      <w:marLeft w:val="0"/>
      <w:marRight w:val="0"/>
      <w:marTop w:val="0"/>
      <w:marBottom w:val="0"/>
      <w:divBdr>
        <w:top w:val="none" w:sz="0" w:space="0" w:color="auto"/>
        <w:left w:val="none" w:sz="0" w:space="0" w:color="auto"/>
        <w:bottom w:val="none" w:sz="0" w:space="0" w:color="auto"/>
        <w:right w:val="none" w:sz="0" w:space="0" w:color="auto"/>
      </w:divBdr>
    </w:div>
    <w:div w:id="1000891233">
      <w:bodyDiv w:val="1"/>
      <w:marLeft w:val="0"/>
      <w:marRight w:val="0"/>
      <w:marTop w:val="0"/>
      <w:marBottom w:val="0"/>
      <w:divBdr>
        <w:top w:val="none" w:sz="0" w:space="0" w:color="auto"/>
        <w:left w:val="none" w:sz="0" w:space="0" w:color="auto"/>
        <w:bottom w:val="none" w:sz="0" w:space="0" w:color="auto"/>
        <w:right w:val="none" w:sz="0" w:space="0" w:color="auto"/>
      </w:divBdr>
    </w:div>
    <w:div w:id="1033723746">
      <w:bodyDiv w:val="1"/>
      <w:marLeft w:val="0"/>
      <w:marRight w:val="0"/>
      <w:marTop w:val="0"/>
      <w:marBottom w:val="0"/>
      <w:divBdr>
        <w:top w:val="none" w:sz="0" w:space="0" w:color="auto"/>
        <w:left w:val="none" w:sz="0" w:space="0" w:color="auto"/>
        <w:bottom w:val="none" w:sz="0" w:space="0" w:color="auto"/>
        <w:right w:val="none" w:sz="0" w:space="0" w:color="auto"/>
      </w:divBdr>
    </w:div>
    <w:div w:id="1127431201">
      <w:bodyDiv w:val="1"/>
      <w:marLeft w:val="0"/>
      <w:marRight w:val="0"/>
      <w:marTop w:val="0"/>
      <w:marBottom w:val="0"/>
      <w:divBdr>
        <w:top w:val="none" w:sz="0" w:space="0" w:color="auto"/>
        <w:left w:val="none" w:sz="0" w:space="0" w:color="auto"/>
        <w:bottom w:val="none" w:sz="0" w:space="0" w:color="auto"/>
        <w:right w:val="none" w:sz="0" w:space="0" w:color="auto"/>
      </w:divBdr>
    </w:div>
    <w:div w:id="1192650218">
      <w:bodyDiv w:val="1"/>
      <w:marLeft w:val="0"/>
      <w:marRight w:val="0"/>
      <w:marTop w:val="0"/>
      <w:marBottom w:val="0"/>
      <w:divBdr>
        <w:top w:val="none" w:sz="0" w:space="0" w:color="auto"/>
        <w:left w:val="none" w:sz="0" w:space="0" w:color="auto"/>
        <w:bottom w:val="none" w:sz="0" w:space="0" w:color="auto"/>
        <w:right w:val="none" w:sz="0" w:space="0" w:color="auto"/>
      </w:divBdr>
      <w:divsChild>
        <w:div w:id="1130248421">
          <w:marLeft w:val="0"/>
          <w:marRight w:val="0"/>
          <w:marTop w:val="0"/>
          <w:marBottom w:val="0"/>
          <w:divBdr>
            <w:top w:val="none" w:sz="0" w:space="0" w:color="auto"/>
            <w:left w:val="none" w:sz="0" w:space="0" w:color="auto"/>
            <w:bottom w:val="none" w:sz="0" w:space="0" w:color="auto"/>
            <w:right w:val="none" w:sz="0" w:space="0" w:color="auto"/>
          </w:divBdr>
          <w:divsChild>
            <w:div w:id="387071392">
              <w:marLeft w:val="0"/>
              <w:marRight w:val="0"/>
              <w:marTop w:val="0"/>
              <w:marBottom w:val="0"/>
              <w:divBdr>
                <w:top w:val="none" w:sz="0" w:space="0" w:color="auto"/>
                <w:left w:val="none" w:sz="0" w:space="0" w:color="auto"/>
                <w:bottom w:val="none" w:sz="0" w:space="0" w:color="auto"/>
                <w:right w:val="none" w:sz="0" w:space="0" w:color="auto"/>
              </w:divBdr>
              <w:divsChild>
                <w:div w:id="1624649635">
                  <w:marLeft w:val="0"/>
                  <w:marRight w:val="0"/>
                  <w:marTop w:val="0"/>
                  <w:marBottom w:val="0"/>
                  <w:divBdr>
                    <w:top w:val="none" w:sz="0" w:space="0" w:color="auto"/>
                    <w:left w:val="none" w:sz="0" w:space="0" w:color="auto"/>
                    <w:bottom w:val="none" w:sz="0" w:space="0" w:color="auto"/>
                    <w:right w:val="none" w:sz="0" w:space="0" w:color="auto"/>
                  </w:divBdr>
                  <w:divsChild>
                    <w:div w:id="429202263">
                      <w:marLeft w:val="0"/>
                      <w:marRight w:val="0"/>
                      <w:marTop w:val="0"/>
                      <w:marBottom w:val="450"/>
                      <w:divBdr>
                        <w:top w:val="none" w:sz="0" w:space="0" w:color="auto"/>
                        <w:left w:val="none" w:sz="0" w:space="0" w:color="auto"/>
                        <w:bottom w:val="none" w:sz="0" w:space="0" w:color="auto"/>
                        <w:right w:val="none" w:sz="0" w:space="0" w:color="auto"/>
                      </w:divBdr>
                      <w:divsChild>
                        <w:div w:id="1831406573">
                          <w:marLeft w:val="0"/>
                          <w:marRight w:val="0"/>
                          <w:marTop w:val="0"/>
                          <w:marBottom w:val="0"/>
                          <w:divBdr>
                            <w:top w:val="none" w:sz="0" w:space="0" w:color="auto"/>
                            <w:left w:val="none" w:sz="0" w:space="0" w:color="auto"/>
                            <w:bottom w:val="none" w:sz="0" w:space="0" w:color="auto"/>
                            <w:right w:val="none" w:sz="0" w:space="0" w:color="auto"/>
                          </w:divBdr>
                          <w:divsChild>
                            <w:div w:id="1756051149">
                              <w:marLeft w:val="0"/>
                              <w:marRight w:val="0"/>
                              <w:marTop w:val="0"/>
                              <w:marBottom w:val="0"/>
                              <w:divBdr>
                                <w:top w:val="none" w:sz="0" w:space="0" w:color="auto"/>
                                <w:left w:val="none" w:sz="0" w:space="0" w:color="auto"/>
                                <w:bottom w:val="none" w:sz="0" w:space="0" w:color="auto"/>
                                <w:right w:val="none" w:sz="0" w:space="0" w:color="auto"/>
                              </w:divBdr>
                              <w:divsChild>
                                <w:div w:id="47268995">
                                  <w:marLeft w:val="0"/>
                                  <w:marRight w:val="0"/>
                                  <w:marTop w:val="0"/>
                                  <w:marBottom w:val="0"/>
                                  <w:divBdr>
                                    <w:top w:val="none" w:sz="0" w:space="0" w:color="auto"/>
                                    <w:left w:val="none" w:sz="0" w:space="0" w:color="auto"/>
                                    <w:bottom w:val="none" w:sz="0" w:space="0" w:color="auto"/>
                                    <w:right w:val="none" w:sz="0" w:space="0" w:color="auto"/>
                                  </w:divBdr>
                                  <w:divsChild>
                                    <w:div w:id="387457924">
                                      <w:marLeft w:val="0"/>
                                      <w:marRight w:val="0"/>
                                      <w:marTop w:val="0"/>
                                      <w:marBottom w:val="0"/>
                                      <w:divBdr>
                                        <w:top w:val="none" w:sz="0" w:space="0" w:color="auto"/>
                                        <w:left w:val="none" w:sz="0" w:space="0" w:color="auto"/>
                                        <w:bottom w:val="none" w:sz="0" w:space="0" w:color="auto"/>
                                        <w:right w:val="none" w:sz="0" w:space="0" w:color="auto"/>
                                      </w:divBdr>
                                      <w:divsChild>
                                        <w:div w:id="1703281598">
                                          <w:marLeft w:val="0"/>
                                          <w:marRight w:val="0"/>
                                          <w:marTop w:val="0"/>
                                          <w:marBottom w:val="0"/>
                                          <w:divBdr>
                                            <w:top w:val="none" w:sz="0" w:space="0" w:color="auto"/>
                                            <w:left w:val="none" w:sz="0" w:space="0" w:color="auto"/>
                                            <w:bottom w:val="none" w:sz="0" w:space="0" w:color="auto"/>
                                            <w:right w:val="none" w:sz="0" w:space="0" w:color="auto"/>
                                          </w:divBdr>
                                          <w:divsChild>
                                            <w:div w:id="2038846139">
                                              <w:marLeft w:val="0"/>
                                              <w:marRight w:val="0"/>
                                              <w:marTop w:val="0"/>
                                              <w:marBottom w:val="0"/>
                                              <w:divBdr>
                                                <w:top w:val="none" w:sz="0" w:space="0" w:color="auto"/>
                                                <w:left w:val="none" w:sz="0" w:space="0" w:color="auto"/>
                                                <w:bottom w:val="none" w:sz="0" w:space="0" w:color="auto"/>
                                                <w:right w:val="none" w:sz="0" w:space="0" w:color="auto"/>
                                              </w:divBdr>
                                              <w:divsChild>
                                                <w:div w:id="6692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55033">
      <w:bodyDiv w:val="1"/>
      <w:marLeft w:val="0"/>
      <w:marRight w:val="0"/>
      <w:marTop w:val="0"/>
      <w:marBottom w:val="0"/>
      <w:divBdr>
        <w:top w:val="none" w:sz="0" w:space="0" w:color="auto"/>
        <w:left w:val="none" w:sz="0" w:space="0" w:color="auto"/>
        <w:bottom w:val="none" w:sz="0" w:space="0" w:color="auto"/>
        <w:right w:val="none" w:sz="0" w:space="0" w:color="auto"/>
      </w:divBdr>
    </w:div>
    <w:div w:id="1658027700">
      <w:bodyDiv w:val="1"/>
      <w:marLeft w:val="0"/>
      <w:marRight w:val="0"/>
      <w:marTop w:val="0"/>
      <w:marBottom w:val="0"/>
      <w:divBdr>
        <w:top w:val="none" w:sz="0" w:space="0" w:color="auto"/>
        <w:left w:val="none" w:sz="0" w:space="0" w:color="auto"/>
        <w:bottom w:val="none" w:sz="0" w:space="0" w:color="auto"/>
        <w:right w:val="none" w:sz="0" w:space="0" w:color="auto"/>
      </w:divBdr>
    </w:div>
    <w:div w:id="2096241293">
      <w:bodyDiv w:val="1"/>
      <w:marLeft w:val="0"/>
      <w:marRight w:val="0"/>
      <w:marTop w:val="0"/>
      <w:marBottom w:val="0"/>
      <w:divBdr>
        <w:top w:val="none" w:sz="0" w:space="0" w:color="auto"/>
        <w:left w:val="none" w:sz="0" w:space="0" w:color="auto"/>
        <w:bottom w:val="none" w:sz="0" w:space="0" w:color="auto"/>
        <w:right w:val="none" w:sz="0" w:space="0" w:color="auto"/>
      </w:divBdr>
    </w:div>
    <w:div w:id="2109962664">
      <w:bodyDiv w:val="1"/>
      <w:marLeft w:val="0"/>
      <w:marRight w:val="0"/>
      <w:marTop w:val="0"/>
      <w:marBottom w:val="0"/>
      <w:divBdr>
        <w:top w:val="none" w:sz="0" w:space="0" w:color="auto"/>
        <w:left w:val="none" w:sz="0" w:space="0" w:color="auto"/>
        <w:bottom w:val="none" w:sz="0" w:space="0" w:color="auto"/>
        <w:right w:val="none" w:sz="0" w:space="0" w:color="auto"/>
      </w:divBdr>
      <w:divsChild>
        <w:div w:id="2125490767">
          <w:marLeft w:val="302"/>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us.Richter@forvia.com" TargetMode="External"/><Relationship Id="rId18" Type="http://schemas.openxmlformats.org/officeDocument/2006/relationships/hyperlink" Target="http://www.hella-gutmann.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resse@hella-gutmann.com" TargetMode="External"/><Relationship Id="rId17" Type="http://schemas.openxmlformats.org/officeDocument/2006/relationships/hyperlink" Target="mailto:Markus.Richter@forvia.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presse@hella-gutmann.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lla-gutmann.com/de/hella-gutmann/press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hella.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ell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lla-gutmann.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uschiwinkler/Desktop/PI_2022/xxxx.xx.xx_HGS%20PMxx_Template_d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ubtitles xmlns="d836a169-a660-453e-bba8-453fb3668e64">false</Subtitles>
    <Tag_x0020_Test xmlns="d836a169-a660-453e-bba8-453fb3668e64">Enter Choice #1</Tag_x0020_Test>
    <Copyright xmlns="d836a169-a660-453e-bba8-453fb3668e64">HELLA</Copyright>
    <Classification xmlns="d836a169-a660-453e-bba8-453fb3668e64">Internal</Classification>
    <Business_x0020_Division xmlns="d836a169-a660-453e-bba8-453fb3668e64" xsi:nil="true"/>
    <_ip_UnifiedCompliancePolicyUIAction xmlns="http://schemas.microsoft.com/sharepoint/v3" xsi:nil="true"/>
    <Language xmlns="d836a169-a660-453e-bba8-453fb3668e64" xsi:nil="true"/>
    <_ip_UnifiedCompliancePolicyProperties xmlns="http://schemas.microsoft.com/sharepoint/v3" xsi:nil="true"/>
    <Supplier xmlns="d836a169-a660-453e-bba8-453fb3668e64" xsi:nil="true"/>
    <Video_x0020_type xmlns="d836a169-a660-453e-bba8-453fb3668e64" xsi:nil="true"/>
    <Category xmlns="d836a169-a660-453e-bba8-453fb3668e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EC0E5858F4D42B1A4B9FB8D5D2F89" ma:contentTypeVersion="24" ma:contentTypeDescription="Create a new document." ma:contentTypeScope="" ma:versionID="30c6acc7f8aa4e3d0415254d0b731813">
  <xsd:schema xmlns:xsd="http://www.w3.org/2001/XMLSchema" xmlns:xs="http://www.w3.org/2001/XMLSchema" xmlns:p="http://schemas.microsoft.com/office/2006/metadata/properties" xmlns:ns1="http://schemas.microsoft.com/sharepoint/v3" xmlns:ns2="d836a169-a660-453e-bba8-453fb3668e64" xmlns:ns3="40806c8d-a960-4ea9-b42d-1b643f9679f1" targetNamespace="http://schemas.microsoft.com/office/2006/metadata/properties" ma:root="true" ma:fieldsID="fdb242bdb6b762e8c24c23fdb551f172" ns1:_="" ns2:_="" ns3:_="">
    <xsd:import namespace="http://schemas.microsoft.com/sharepoint/v3"/>
    <xsd:import namespace="d836a169-a660-453e-bba8-453fb3668e64"/>
    <xsd:import namespace="40806c8d-a960-4ea9-b42d-1b643f9679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Language" minOccurs="0"/>
                <xsd:element ref="ns2:Classification" minOccurs="0"/>
                <xsd:element ref="ns2:Copyright" minOccurs="0"/>
                <xsd:element ref="ns2:Category" minOccurs="0"/>
                <xsd:element ref="ns2:Business_x0020_Division" minOccurs="0"/>
                <xsd:element ref="ns2:Subtitles" minOccurs="0"/>
                <xsd:element ref="ns2:Video_x0020_type" minOccurs="0"/>
                <xsd:element ref="ns2:Tag_x0020_Test" minOccurs="0"/>
                <xsd:element ref="ns1:_ip_UnifiedCompliancePolicyProperties" minOccurs="0"/>
                <xsd:element ref="ns1:_ip_UnifiedCompliancePolicyUIAction" minOccurs="0"/>
                <xsd:element ref="ns2:MediaServiceAutoKeyPoints" minOccurs="0"/>
                <xsd:element ref="ns2:MediaServiceKeyPoints" minOccurs="0"/>
                <xsd:element ref="ns2:Supplie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36a169-a660-453e-bba8-453fb3668e6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Language" ma:index="18" nillable="true" ma:displayName="Language" ma:internalName="Language">
      <xsd:simpleType>
        <xsd:restriction base="dms:Text">
          <xsd:maxLength value="255"/>
        </xsd:restriction>
      </xsd:simpleType>
    </xsd:element>
    <xsd:element name="Classification" ma:index="19" nillable="true" ma:displayName="Classification" ma:default="Internal" ma:description="Public or internal" ma:format="Dropdown" ma:internalName="Classification">
      <xsd:simpleType>
        <xsd:restriction base="dms:Text">
          <xsd:maxLength value="255"/>
        </xsd:restriction>
      </xsd:simpleType>
    </xsd:element>
    <xsd:element name="Copyright" ma:index="20" nillable="true" ma:displayName="Copyright" ma:default="HELLA" ma:description="Enter who owns the Copyright of the video" ma:format="Dropdown" ma:internalName="Copyright">
      <xsd:simpleType>
        <xsd:restriction base="dms:Text">
          <xsd:maxLength value="255"/>
        </xsd:restriction>
      </xsd:simpleType>
    </xsd:element>
    <xsd:element name="Category" ma:index="21" nillable="true" ma:displayName="Category" ma:format="Dropdown" ma:internalName="Category">
      <xsd:simpleType>
        <xsd:restriction base="dms:Text">
          <xsd:maxLength value="255"/>
        </xsd:restriction>
      </xsd:simpleType>
    </xsd:element>
    <xsd:element name="Business_x0020_Division" ma:index="22" nillable="true" ma:displayName="Business Division" ma:format="Dropdown" ma:internalName="Business_x0020_Division">
      <xsd:simpleType>
        <xsd:restriction base="dms:Text">
          <xsd:maxLength value="255"/>
        </xsd:restriction>
      </xsd:simpleType>
    </xsd:element>
    <xsd:element name="Subtitles" ma:index="23" nillable="true" ma:displayName="Subtitles" ma:default="0" ma:format="Dropdown" ma:internalName="Subtitles">
      <xsd:simpleType>
        <xsd:restriction base="dms:Boolean"/>
      </xsd:simpleType>
    </xsd:element>
    <xsd:element name="Video_x0020_type" ma:index="24" nillable="true" ma:displayName="Video type" ma:description="E.g. Image video, Tutorial" ma:format="Dropdown" ma:internalName="Video_x0020_type">
      <xsd:simpleType>
        <xsd:restriction base="dms:Text">
          <xsd:maxLength value="255"/>
        </xsd:restriction>
      </xsd:simpleType>
    </xsd:element>
    <xsd:element name="Tag_x0020_Test" ma:index="25" nillable="true" ma:displayName="Tag Test" ma:default="Enter Choice #1" ma:format="Dropdown" ma:internalName="Tag_x0020_Test">
      <xsd:simpleType>
        <xsd:union memberTypes="dms:Text">
          <xsd:simpleType>
            <xsd:restriction base="dms:Choice">
              <xsd:enumeration value="Enter Choice #1"/>
              <xsd:enumeration value="Enter Choice #2"/>
              <xsd:enumeration value="Enter Choice #3"/>
            </xsd:restriction>
          </xsd:simpleType>
        </xsd:union>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Supplier" ma:index="30" nillable="true" ma:displayName="Supplier" ma:format="Dropdown" ma:internalName="Supplier">
      <xsd:simpleType>
        <xsd:restriction base="dms:Text">
          <xsd:maxLength value="255"/>
        </xsd:restriction>
      </xsd:simpleType>
    </xsd:element>
    <xsd:element name="MediaLengthInSeconds" ma:index="3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806c8d-a960-4ea9-b42d-1b643f9679f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2D7E6B-8629-455C-858A-1554D3CA1282}">
  <ds:schemaRefs>
    <ds:schemaRef ds:uri="http://schemas.openxmlformats.org/officeDocument/2006/bibliography"/>
  </ds:schemaRefs>
</ds:datastoreItem>
</file>

<file path=customXml/itemProps2.xml><?xml version="1.0" encoding="utf-8"?>
<ds:datastoreItem xmlns:ds="http://schemas.openxmlformats.org/officeDocument/2006/customXml" ds:itemID="{1A23888A-57F2-4A78-BB89-A82D3394ABCC}">
  <ds:schemaRefs>
    <ds:schemaRef ds:uri="http://schemas.microsoft.com/office/2006/metadata/properties"/>
    <ds:schemaRef ds:uri="http://schemas.microsoft.com/office/infopath/2007/PartnerControls"/>
    <ds:schemaRef ds:uri="d836a169-a660-453e-bba8-453fb3668e64"/>
    <ds:schemaRef ds:uri="http://schemas.microsoft.com/sharepoint/v3"/>
  </ds:schemaRefs>
</ds:datastoreItem>
</file>

<file path=customXml/itemProps3.xml><?xml version="1.0" encoding="utf-8"?>
<ds:datastoreItem xmlns:ds="http://schemas.openxmlformats.org/officeDocument/2006/customXml" ds:itemID="{A7D3C326-D05F-45A3-91F9-35A99E636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36a169-a660-453e-bba8-453fb3668e64"/>
    <ds:schemaRef ds:uri="40806c8d-a960-4ea9-b42d-1b643f9679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60BB0E-F13C-4269-BC1E-8EFF8E3AB8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xxxx.xx.xx_HGS PMxx_Template_de.dot</Template>
  <TotalTime>0</TotalTime>
  <Pages>3</Pages>
  <Words>570</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HELLA Pressemitteilung</vt:lpstr>
    </vt:vector>
  </TitlesOfParts>
  <Company>Hella KGaA Hueck &amp; Co.</Company>
  <LinksUpToDate>false</LinksUpToDate>
  <CharactersWithSpaces>4153</CharactersWithSpaces>
  <SharedDoc>false</SharedDoc>
  <HLinks>
    <vt:vector size="36" baseType="variant">
      <vt:variant>
        <vt:i4>6357108</vt:i4>
      </vt:variant>
      <vt:variant>
        <vt:i4>3</vt:i4>
      </vt:variant>
      <vt:variant>
        <vt:i4>0</vt:i4>
      </vt:variant>
      <vt:variant>
        <vt:i4>5</vt:i4>
      </vt:variant>
      <vt:variant>
        <vt:lpwstr>http://www.hella.de/presse</vt:lpwstr>
      </vt:variant>
      <vt:variant>
        <vt:lpwstr/>
      </vt:variant>
      <vt:variant>
        <vt:i4>917526</vt:i4>
      </vt:variant>
      <vt:variant>
        <vt:i4>0</vt:i4>
      </vt:variant>
      <vt:variant>
        <vt:i4>0</vt:i4>
      </vt:variant>
      <vt:variant>
        <vt:i4>5</vt:i4>
      </vt:variant>
      <vt:variant>
        <vt:lpwstr>http://www.hella-gutmann.com/de/hella-gutmann/presse/</vt:lpwstr>
      </vt:variant>
      <vt:variant>
        <vt:lpwstr/>
      </vt:variant>
      <vt:variant>
        <vt:i4>4194328</vt:i4>
      </vt:variant>
      <vt:variant>
        <vt:i4>9</vt:i4>
      </vt:variant>
      <vt:variant>
        <vt:i4>0</vt:i4>
      </vt:variant>
      <vt:variant>
        <vt:i4>5</vt:i4>
      </vt:variant>
      <vt:variant>
        <vt:lpwstr>http://www.hella.com/</vt:lpwstr>
      </vt:variant>
      <vt:variant>
        <vt:lpwstr/>
      </vt:variant>
      <vt:variant>
        <vt:i4>6029379</vt:i4>
      </vt:variant>
      <vt:variant>
        <vt:i4>6</vt:i4>
      </vt:variant>
      <vt:variant>
        <vt:i4>0</vt:i4>
      </vt:variant>
      <vt:variant>
        <vt:i4>5</vt:i4>
      </vt:variant>
      <vt:variant>
        <vt:lpwstr>http://www.hella-gutmann.com/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5701684</vt:i4>
      </vt:variant>
      <vt:variant>
        <vt:i4>0</vt:i4>
      </vt:variant>
      <vt:variant>
        <vt:i4>0</vt:i4>
      </vt:variant>
      <vt:variant>
        <vt:i4>5</vt:i4>
      </vt:variant>
      <vt:variant>
        <vt:lpwstr>mailto:presse@hella-gutmann.com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Pressemitteilung</dc:title>
  <dc:subject/>
  <dc:creator>Microsoft Office User</dc:creator>
  <cp:keywords/>
  <cp:lastModifiedBy>Uschi Winkler</cp:lastModifiedBy>
  <cp:revision>14</cp:revision>
  <cp:lastPrinted>2022-02-05T10:14:00Z</cp:lastPrinted>
  <dcterms:created xsi:type="dcterms:W3CDTF">2022-06-10T08:32:00Z</dcterms:created>
  <dcterms:modified xsi:type="dcterms:W3CDTF">2022-08-19T07:28:00Z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0x010100B0DEC0E5858F4D42B1A4B9FB8D5D2F89</vt:lpwstr>
  </property>
  <property fmtid="{D5CDD505-2E9C-101B-9397-08002B2CF9AE}" pid="3" name="MSIP_Label_2dc7705b-6e4c-417b-ac68-327728b40a07_Enabled">
    <vt:lpwstr>true</vt:lpwstr>
  </property>
  <property fmtid="{D5CDD505-2E9C-101B-9397-08002B2CF9AE}" pid="4" name="MSIP_Label_2dc7705b-6e4c-417b-ac68-327728b40a07_SetDate">
    <vt:lpwstr>2022-02-17T08:34:30Z</vt:lpwstr>
  </property>
  <property fmtid="{D5CDD505-2E9C-101B-9397-08002B2CF9AE}" pid="5" name="MSIP_Label_2dc7705b-6e4c-417b-ac68-327728b40a07_Method">
    <vt:lpwstr>Privileged</vt:lpwstr>
  </property>
  <property fmtid="{D5CDD505-2E9C-101B-9397-08002B2CF9AE}" pid="6" name="MSIP_Label_2dc7705b-6e4c-417b-ac68-327728b40a07_Name">
    <vt:lpwstr>2dc7705b-6e4c-417b-ac68-327728b40a07</vt:lpwstr>
  </property>
  <property fmtid="{D5CDD505-2E9C-101B-9397-08002B2CF9AE}" pid="7" name="MSIP_Label_2dc7705b-6e4c-417b-ac68-327728b40a07_SiteId">
    <vt:lpwstr>2d5eb7e2-d3ee-4bf5-bc62-79d5ae9cd9e1</vt:lpwstr>
  </property>
  <property fmtid="{D5CDD505-2E9C-101B-9397-08002B2CF9AE}" pid="8" name="MSIP_Label_2dc7705b-6e4c-417b-ac68-327728b40a07_ActionId">
    <vt:lpwstr>8dbc9b1a-4fe3-4522-9489-fd626c8f925b</vt:lpwstr>
  </property>
  <property fmtid="{D5CDD505-2E9C-101B-9397-08002B2CF9AE}" pid="9" name="MSIP_Label_2dc7705b-6e4c-417b-ac68-327728b40a07_ContentBits">
    <vt:lpwstr>1</vt:lpwstr>
  </property>
</Properties>
</file>