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B5E73" w14:textId="746F4E30" w:rsidR="00E91D26" w:rsidRDefault="00EE6FDF" w:rsidP="002834B5">
      <w:pPr>
        <w:pStyle w:val="PMHeadline1"/>
        <w:rPr>
          <w:rFonts w:ascii="Arial" w:hAnsi="Arial" w:cs="Arial"/>
        </w:rPr>
      </w:pPr>
      <w:r>
        <w:rPr>
          <w:rFonts w:ascii="Arial" w:hAnsi="Arial" w:cs="Arial"/>
        </w:rPr>
        <w:t>Diagnosegerät</w:t>
      </w:r>
      <w:r w:rsidR="00383A66">
        <w:rPr>
          <w:rFonts w:ascii="Arial" w:hAnsi="Arial" w:cs="Arial"/>
        </w:rPr>
        <w:t xml:space="preserve"> mega macs X für Fahrzeugdialoge von morgen</w:t>
      </w:r>
    </w:p>
    <w:p w14:paraId="47A3EB78" w14:textId="3D6916CC" w:rsidR="0067765D" w:rsidRDefault="00310853" w:rsidP="007E2649">
      <w:pPr>
        <w:pStyle w:val="PMBullets"/>
        <w:rPr>
          <w:rFonts w:ascii="Arial" w:hAnsi="Arial" w:cs="Arial"/>
        </w:rPr>
      </w:pPr>
      <w:r>
        <w:rPr>
          <w:rFonts w:ascii="Arial" w:hAnsi="Arial" w:cs="Arial"/>
        </w:rPr>
        <w:t xml:space="preserve">mega macs X von Hella Gutmann handhabt </w:t>
      </w:r>
      <w:r w:rsidRPr="00B76508">
        <w:rPr>
          <w:rFonts w:ascii="Arial" w:hAnsi="Arial" w:cs="Arial"/>
          <w:color w:val="000000"/>
          <w:lang w:eastAsia="de-DE"/>
        </w:rPr>
        <w:t xml:space="preserve">DoIP und </w:t>
      </w:r>
      <w:r w:rsidR="00FB6361">
        <w:rPr>
          <w:rFonts w:ascii="Arial" w:hAnsi="Arial" w:cs="Arial"/>
          <w:color w:val="000000"/>
          <w:lang w:eastAsia="de-DE"/>
        </w:rPr>
        <w:t>‚</w:t>
      </w:r>
      <w:r w:rsidRPr="00B76508">
        <w:rPr>
          <w:rFonts w:ascii="Arial" w:hAnsi="Arial" w:cs="Arial"/>
          <w:color w:val="000000"/>
          <w:lang w:eastAsia="de-DE"/>
        </w:rPr>
        <w:t>Security Gateway</w:t>
      </w:r>
      <w:r w:rsidR="00FB6361">
        <w:rPr>
          <w:rFonts w:ascii="Arial" w:hAnsi="Arial" w:cs="Arial"/>
          <w:color w:val="000000"/>
          <w:lang w:eastAsia="de-DE"/>
        </w:rPr>
        <w:t>‘</w:t>
      </w:r>
      <w:r w:rsidR="0067765D" w:rsidRPr="0067765D">
        <w:rPr>
          <w:rFonts w:ascii="Arial" w:hAnsi="Arial" w:cs="Arial"/>
        </w:rPr>
        <w:t xml:space="preserve"> </w:t>
      </w:r>
    </w:p>
    <w:p w14:paraId="358E1E31" w14:textId="4F2D5548" w:rsidR="00EE6FDF" w:rsidRDefault="00EE6FDF" w:rsidP="007E2649">
      <w:pPr>
        <w:pStyle w:val="PMBullets"/>
        <w:rPr>
          <w:rFonts w:ascii="Arial" w:hAnsi="Arial" w:cs="Arial"/>
        </w:rPr>
      </w:pPr>
      <w:r>
        <w:rPr>
          <w:rFonts w:ascii="Arial" w:hAnsi="Arial" w:cs="Arial"/>
        </w:rPr>
        <w:t>State-of-the-Art-Diagnose für Elektrofahrzeuge und Verbrenner</w:t>
      </w:r>
    </w:p>
    <w:p w14:paraId="192D9089" w14:textId="77777777" w:rsidR="007E2649" w:rsidRDefault="007E2649" w:rsidP="007E2649">
      <w:pPr>
        <w:pStyle w:val="PMBullets"/>
        <w:numPr>
          <w:ilvl w:val="0"/>
          <w:numId w:val="0"/>
        </w:numPr>
        <w:rPr>
          <w:rFonts w:ascii="Arial" w:hAnsi="Arial" w:cs="Arial"/>
        </w:rPr>
      </w:pPr>
    </w:p>
    <w:p w14:paraId="67F9C7C5" w14:textId="4CA51DFE" w:rsidR="00FF6678" w:rsidRDefault="00381366" w:rsidP="007E2649">
      <w:pPr>
        <w:shd w:val="clear" w:color="auto" w:fill="FFFFFF"/>
        <w:spacing w:before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Als Folge des </w:t>
      </w:r>
      <w:r w:rsidR="00966723">
        <w:rPr>
          <w:rFonts w:cs="Arial"/>
          <w:sz w:val="22"/>
          <w:szCs w:val="22"/>
        </w:rPr>
        <w:t xml:space="preserve">automobilen </w:t>
      </w:r>
      <w:r>
        <w:rPr>
          <w:rFonts w:cs="Arial"/>
          <w:sz w:val="22"/>
          <w:szCs w:val="22"/>
        </w:rPr>
        <w:t>Wandels</w:t>
      </w:r>
      <w:r w:rsidR="00FB6361">
        <w:rPr>
          <w:rFonts w:cs="Arial"/>
          <w:sz w:val="22"/>
          <w:szCs w:val="22"/>
        </w:rPr>
        <w:t xml:space="preserve"> verlangen s</w:t>
      </w:r>
      <w:r w:rsidR="005C2A9F">
        <w:rPr>
          <w:rFonts w:cs="Arial"/>
          <w:sz w:val="22"/>
          <w:szCs w:val="22"/>
        </w:rPr>
        <w:t>teigende Daten</w:t>
      </w:r>
      <w:r w:rsidR="00E14403">
        <w:rPr>
          <w:rFonts w:cs="Arial"/>
          <w:sz w:val="22"/>
          <w:szCs w:val="22"/>
        </w:rPr>
        <w:t>mengen und Übertragungs</w:t>
      </w:r>
      <w:r w:rsidR="005C2A9F">
        <w:rPr>
          <w:rFonts w:cs="Arial"/>
          <w:sz w:val="22"/>
          <w:szCs w:val="22"/>
        </w:rPr>
        <w:t>raten</w:t>
      </w:r>
      <w:r w:rsidR="0067765D">
        <w:rPr>
          <w:rFonts w:cs="Arial"/>
          <w:sz w:val="22"/>
          <w:szCs w:val="22"/>
        </w:rPr>
        <w:t xml:space="preserve"> </w:t>
      </w:r>
      <w:r w:rsidR="00CB7C4B">
        <w:rPr>
          <w:rFonts w:cs="Arial"/>
          <w:sz w:val="22"/>
          <w:szCs w:val="22"/>
        </w:rPr>
        <w:t>den</w:t>
      </w:r>
      <w:r w:rsidR="00E14403">
        <w:rPr>
          <w:rFonts w:cs="Arial"/>
          <w:sz w:val="22"/>
          <w:szCs w:val="22"/>
        </w:rPr>
        <w:t xml:space="preserve"> Einsatz</w:t>
      </w:r>
      <w:r w:rsidR="0067765D">
        <w:rPr>
          <w:rFonts w:cs="Arial"/>
          <w:sz w:val="22"/>
          <w:szCs w:val="22"/>
        </w:rPr>
        <w:t xml:space="preserve"> neue</w:t>
      </w:r>
      <w:r w:rsidR="00E14403">
        <w:rPr>
          <w:rFonts w:cs="Arial"/>
          <w:sz w:val="22"/>
          <w:szCs w:val="22"/>
        </w:rPr>
        <w:t>r</w:t>
      </w:r>
      <w:r w:rsidR="0067765D">
        <w:rPr>
          <w:rFonts w:cs="Arial"/>
          <w:sz w:val="22"/>
          <w:szCs w:val="22"/>
        </w:rPr>
        <w:t xml:space="preserve"> Bordnetz- und Sicherheitskonzepte</w:t>
      </w:r>
      <w:r w:rsidR="00966723" w:rsidRPr="00966723">
        <w:rPr>
          <w:rFonts w:cs="Arial"/>
          <w:sz w:val="22"/>
          <w:szCs w:val="22"/>
        </w:rPr>
        <w:t xml:space="preserve"> </w:t>
      </w:r>
      <w:r w:rsidR="00966723">
        <w:rPr>
          <w:rFonts w:cs="Arial"/>
          <w:sz w:val="22"/>
          <w:szCs w:val="22"/>
        </w:rPr>
        <w:t>in Fahrzeugen</w:t>
      </w:r>
      <w:r w:rsidR="004C133E">
        <w:rPr>
          <w:rFonts w:cs="Arial"/>
          <w:sz w:val="22"/>
          <w:szCs w:val="22"/>
        </w:rPr>
        <w:t xml:space="preserve">. </w:t>
      </w:r>
      <w:r w:rsidR="00893E4D">
        <w:rPr>
          <w:rFonts w:cs="Arial"/>
          <w:sz w:val="22"/>
          <w:szCs w:val="22"/>
        </w:rPr>
        <w:t xml:space="preserve">Der Trend geht zu Ethernet-Leitungen, High Performance Controllern und Cyber Security-Gateways. </w:t>
      </w:r>
      <w:r w:rsidR="00FB6361">
        <w:rPr>
          <w:rFonts w:cs="Arial"/>
          <w:sz w:val="22"/>
          <w:szCs w:val="22"/>
        </w:rPr>
        <w:t xml:space="preserve">Schon heute sind erste </w:t>
      </w:r>
      <w:r w:rsidR="008D3B43">
        <w:rPr>
          <w:rFonts w:cs="Arial"/>
          <w:sz w:val="22"/>
          <w:szCs w:val="22"/>
        </w:rPr>
        <w:t xml:space="preserve">Fahrzeugmodelle </w:t>
      </w:r>
      <w:r w:rsidR="00966723">
        <w:rPr>
          <w:rFonts w:cs="Arial"/>
          <w:sz w:val="22"/>
          <w:szCs w:val="22"/>
        </w:rPr>
        <w:t>auf der Straße, deren System</w:t>
      </w:r>
      <w:r w:rsidR="00666422">
        <w:rPr>
          <w:rFonts w:cs="Arial"/>
          <w:sz w:val="22"/>
          <w:szCs w:val="22"/>
        </w:rPr>
        <w:t>-Kommunikation rein auf Ethernet, also nicht mehr abwärtskompatibel, ausgelegt</w:t>
      </w:r>
      <w:r w:rsidR="00037ABE">
        <w:rPr>
          <w:rFonts w:cs="Arial"/>
          <w:sz w:val="22"/>
          <w:szCs w:val="22"/>
        </w:rPr>
        <w:t xml:space="preserve"> ist</w:t>
      </w:r>
      <w:r w:rsidR="007E053A">
        <w:rPr>
          <w:rFonts w:cs="Arial"/>
          <w:sz w:val="22"/>
          <w:szCs w:val="22"/>
        </w:rPr>
        <w:t xml:space="preserve">. </w:t>
      </w:r>
      <w:r w:rsidR="000027BE">
        <w:rPr>
          <w:rFonts w:cs="Arial"/>
          <w:sz w:val="22"/>
          <w:szCs w:val="22"/>
        </w:rPr>
        <w:t xml:space="preserve">Somit muss </w:t>
      </w:r>
      <w:r w:rsidR="005E602F">
        <w:rPr>
          <w:rFonts w:cs="Arial"/>
          <w:sz w:val="22"/>
          <w:szCs w:val="22"/>
        </w:rPr>
        <w:t xml:space="preserve">auch </w:t>
      </w:r>
      <w:r w:rsidR="000027BE">
        <w:rPr>
          <w:rFonts w:cs="Arial"/>
          <w:sz w:val="22"/>
          <w:szCs w:val="22"/>
        </w:rPr>
        <w:t>d</w:t>
      </w:r>
      <w:r w:rsidR="00F5478F">
        <w:rPr>
          <w:rFonts w:cs="Arial"/>
          <w:sz w:val="22"/>
          <w:szCs w:val="22"/>
        </w:rPr>
        <w:t xml:space="preserve">as </w:t>
      </w:r>
      <w:r w:rsidR="00916543">
        <w:rPr>
          <w:rFonts w:cs="Arial"/>
          <w:sz w:val="22"/>
          <w:szCs w:val="22"/>
        </w:rPr>
        <w:t xml:space="preserve">Diagnosegerät als </w:t>
      </w:r>
      <w:r w:rsidR="000027BE">
        <w:rPr>
          <w:rFonts w:cs="Arial"/>
          <w:sz w:val="22"/>
          <w:szCs w:val="22"/>
        </w:rPr>
        <w:t xml:space="preserve">essenzielles Kommunikationsmittel zwischen Werkstatt und Fahrzeug mit den neuen Technologien </w:t>
      </w:r>
      <w:r w:rsidR="00F5478F">
        <w:rPr>
          <w:rFonts w:cs="Arial"/>
          <w:sz w:val="22"/>
          <w:szCs w:val="22"/>
        </w:rPr>
        <w:t>kompatibel sein</w:t>
      </w:r>
      <w:r w:rsidR="000434E6">
        <w:rPr>
          <w:rFonts w:cs="Arial"/>
          <w:sz w:val="22"/>
          <w:szCs w:val="22"/>
        </w:rPr>
        <w:t xml:space="preserve">. </w:t>
      </w:r>
      <w:r w:rsidR="00C8270F">
        <w:rPr>
          <w:rFonts w:cs="Arial"/>
          <w:sz w:val="22"/>
          <w:szCs w:val="22"/>
        </w:rPr>
        <w:t xml:space="preserve">Das </w:t>
      </w:r>
      <w:r w:rsidR="00C8270F" w:rsidRPr="00240A57">
        <w:rPr>
          <w:rFonts w:cs="Arial"/>
          <w:sz w:val="22"/>
          <w:szCs w:val="22"/>
        </w:rPr>
        <w:t xml:space="preserve">Multimarken-Diagnosegerät mega macs X </w:t>
      </w:r>
      <w:r w:rsidR="00666422">
        <w:rPr>
          <w:rFonts w:cs="Arial"/>
          <w:sz w:val="22"/>
          <w:szCs w:val="22"/>
        </w:rPr>
        <w:t xml:space="preserve">von Hella Gutmann </w:t>
      </w:r>
      <w:r w:rsidR="00037ABE">
        <w:rPr>
          <w:rFonts w:cs="Arial"/>
          <w:sz w:val="22"/>
          <w:szCs w:val="22"/>
        </w:rPr>
        <w:t>‚</w:t>
      </w:r>
      <w:r w:rsidR="00666422">
        <w:rPr>
          <w:rFonts w:cs="Arial"/>
          <w:sz w:val="22"/>
          <w:szCs w:val="22"/>
        </w:rPr>
        <w:t>versteht</w:t>
      </w:r>
      <w:r w:rsidR="00037ABE">
        <w:rPr>
          <w:rFonts w:cs="Arial"/>
          <w:sz w:val="22"/>
          <w:szCs w:val="22"/>
        </w:rPr>
        <w:t xml:space="preserve">ʼ </w:t>
      </w:r>
      <w:r w:rsidR="00666422">
        <w:rPr>
          <w:rFonts w:cs="Arial"/>
          <w:sz w:val="22"/>
          <w:szCs w:val="22"/>
        </w:rPr>
        <w:t xml:space="preserve">und </w:t>
      </w:r>
      <w:r w:rsidR="00037ABE">
        <w:rPr>
          <w:rFonts w:cs="Arial"/>
          <w:sz w:val="22"/>
          <w:szCs w:val="22"/>
        </w:rPr>
        <w:t>‚</w:t>
      </w:r>
      <w:r w:rsidR="00666422">
        <w:rPr>
          <w:rFonts w:cs="Arial"/>
          <w:sz w:val="22"/>
          <w:szCs w:val="22"/>
        </w:rPr>
        <w:t>spricht</w:t>
      </w:r>
      <w:r w:rsidR="00037ABE">
        <w:rPr>
          <w:rFonts w:cs="Arial"/>
          <w:sz w:val="22"/>
          <w:szCs w:val="22"/>
        </w:rPr>
        <w:t>ʼ</w:t>
      </w:r>
      <w:r w:rsidR="00666422">
        <w:rPr>
          <w:rFonts w:cs="Arial"/>
          <w:sz w:val="22"/>
          <w:szCs w:val="22"/>
        </w:rPr>
        <w:t xml:space="preserve"> die Sprache der jüngsten Fahrzeug-Generation – ungeachtet von deren Antriebsart. Es </w:t>
      </w:r>
      <w:r w:rsidR="00C8270F">
        <w:rPr>
          <w:rFonts w:cs="Arial"/>
          <w:sz w:val="22"/>
          <w:szCs w:val="22"/>
        </w:rPr>
        <w:t xml:space="preserve">wurde </w:t>
      </w:r>
      <w:r w:rsidR="00497822">
        <w:rPr>
          <w:rFonts w:cs="Arial"/>
          <w:sz w:val="22"/>
          <w:szCs w:val="22"/>
        </w:rPr>
        <w:t xml:space="preserve">bereits </w:t>
      </w:r>
      <w:r w:rsidR="00C8270F">
        <w:rPr>
          <w:rFonts w:cs="Arial"/>
          <w:sz w:val="22"/>
          <w:szCs w:val="22"/>
        </w:rPr>
        <w:t>mit Blick auf die ultraschnellen Kommunikationsstandards künftiger Fahrzeuge entwickelt.</w:t>
      </w:r>
      <w:r w:rsidR="00C8270F" w:rsidRPr="00C8270F">
        <w:rPr>
          <w:rFonts w:cs="Arial"/>
          <w:sz w:val="22"/>
          <w:szCs w:val="22"/>
        </w:rPr>
        <w:t xml:space="preserve"> </w:t>
      </w:r>
    </w:p>
    <w:p w14:paraId="4B15A1C0" w14:textId="77777777" w:rsidR="00FF6678" w:rsidRDefault="00FF6678" w:rsidP="007E2649">
      <w:pPr>
        <w:shd w:val="clear" w:color="auto" w:fill="FFFFFF"/>
        <w:spacing w:before="0" w:line="360" w:lineRule="auto"/>
        <w:rPr>
          <w:rFonts w:cs="Arial"/>
          <w:sz w:val="22"/>
          <w:szCs w:val="22"/>
        </w:rPr>
      </w:pPr>
    </w:p>
    <w:p w14:paraId="5477203C" w14:textId="4040A1FE" w:rsidR="008E616E" w:rsidRDefault="00091C7D" w:rsidP="00FF6678">
      <w:pPr>
        <w:shd w:val="clear" w:color="auto" w:fill="FFFFFF"/>
        <w:spacing w:before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Die technischen Voraussetzungen für die Kommunikation mit Fahrzeugen</w:t>
      </w:r>
      <w:r w:rsidR="000B4C44">
        <w:rPr>
          <w:rFonts w:cs="Arial"/>
          <w:sz w:val="22"/>
          <w:szCs w:val="22"/>
        </w:rPr>
        <w:t>, deren Systeme über schnelles Ethernet miteinander vernetzt sind,</w:t>
      </w:r>
      <w:r w:rsidR="0038731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werden im mega macs X durch </w:t>
      </w:r>
      <w:r w:rsidR="00734AC5">
        <w:rPr>
          <w:rFonts w:cs="Arial"/>
          <w:sz w:val="22"/>
          <w:szCs w:val="22"/>
        </w:rPr>
        <w:t xml:space="preserve">im Gerät integrierte Elektronik-Chips und die Verarbeitung von DoIP-Protokollen geschaffen. </w:t>
      </w:r>
      <w:r w:rsidR="00FF6678">
        <w:rPr>
          <w:rFonts w:cs="Arial"/>
          <w:sz w:val="22"/>
          <w:szCs w:val="22"/>
        </w:rPr>
        <w:t>Selbstverständlich kann d</w:t>
      </w:r>
      <w:r w:rsidR="00037ABE">
        <w:rPr>
          <w:rFonts w:cs="Arial"/>
          <w:sz w:val="22"/>
          <w:szCs w:val="22"/>
        </w:rPr>
        <w:t>er mega macs X</w:t>
      </w:r>
      <w:r w:rsidR="00FF6678">
        <w:rPr>
          <w:rFonts w:cs="Arial"/>
          <w:sz w:val="22"/>
          <w:szCs w:val="22"/>
        </w:rPr>
        <w:t xml:space="preserve"> zusätzlich mit traditionellen, CAN-Bus-basierten Bordnetzen kommunizieren</w:t>
      </w:r>
      <w:r w:rsidR="009035D7">
        <w:rPr>
          <w:rFonts w:cs="Arial"/>
          <w:sz w:val="22"/>
          <w:szCs w:val="22"/>
        </w:rPr>
        <w:t xml:space="preserve">. Diese technische Ausstattung und die beachtliche Fahrzeugabdeckung der mega macs-Software machen den mega macs X zum wahren Allrounder. Das moderne </w:t>
      </w:r>
      <w:r w:rsidR="00930424">
        <w:rPr>
          <w:rFonts w:cs="Arial"/>
          <w:sz w:val="22"/>
          <w:szCs w:val="22"/>
        </w:rPr>
        <w:t>G</w:t>
      </w:r>
      <w:r w:rsidR="009035D7">
        <w:rPr>
          <w:rFonts w:cs="Arial"/>
          <w:sz w:val="22"/>
          <w:szCs w:val="22"/>
        </w:rPr>
        <w:t xml:space="preserve">erät diagnostiziert mehrere zigtausend Fahrzeugmodelle aller gängigen Marken, darunter </w:t>
      </w:r>
      <w:r w:rsidR="00ED38B7">
        <w:rPr>
          <w:rFonts w:cs="Arial"/>
          <w:sz w:val="22"/>
          <w:szCs w:val="22"/>
        </w:rPr>
        <w:t xml:space="preserve">bereits mehr als 200 </w:t>
      </w:r>
      <w:r w:rsidR="0027259C">
        <w:rPr>
          <w:rFonts w:cs="Arial"/>
          <w:sz w:val="22"/>
          <w:szCs w:val="22"/>
        </w:rPr>
        <w:t>mit batterieelektrischem oder hybridem Antrieb</w:t>
      </w:r>
      <w:r w:rsidR="00ED38B7">
        <w:rPr>
          <w:rFonts w:cs="Arial"/>
          <w:sz w:val="22"/>
          <w:szCs w:val="22"/>
        </w:rPr>
        <w:t>. D</w:t>
      </w:r>
      <w:r w:rsidR="00930424">
        <w:rPr>
          <w:rFonts w:cs="Arial"/>
          <w:sz w:val="22"/>
          <w:szCs w:val="22"/>
        </w:rPr>
        <w:t>ie</w:t>
      </w:r>
      <w:r w:rsidR="00ED38B7">
        <w:rPr>
          <w:rFonts w:cs="Arial"/>
          <w:sz w:val="22"/>
          <w:szCs w:val="22"/>
        </w:rPr>
        <w:t xml:space="preserve"> kompatible Hochvolt-Mess</w:t>
      </w:r>
      <w:r w:rsidR="00930424">
        <w:rPr>
          <w:rFonts w:cs="Arial"/>
          <w:sz w:val="22"/>
          <w:szCs w:val="22"/>
        </w:rPr>
        <w:t>technik</w:t>
      </w:r>
      <w:r w:rsidR="00ED38B7">
        <w:rPr>
          <w:rFonts w:cs="Arial"/>
          <w:sz w:val="22"/>
          <w:szCs w:val="22"/>
        </w:rPr>
        <w:t xml:space="preserve"> MT-HV wertet die Einsatzmöglichkeiten </w:t>
      </w:r>
      <w:r w:rsidR="00A1762D">
        <w:rPr>
          <w:rFonts w:cs="Arial"/>
          <w:sz w:val="22"/>
          <w:szCs w:val="22"/>
        </w:rPr>
        <w:t>für Fahrzeuge mit neuen Antriebsarten auf.</w:t>
      </w:r>
    </w:p>
    <w:p w14:paraId="570EF864" w14:textId="77777777" w:rsidR="008E616E" w:rsidRDefault="008E616E" w:rsidP="00FF6678">
      <w:pPr>
        <w:shd w:val="clear" w:color="auto" w:fill="FFFFFF"/>
        <w:spacing w:before="0" w:line="360" w:lineRule="auto"/>
        <w:rPr>
          <w:rFonts w:cs="Arial"/>
          <w:sz w:val="22"/>
          <w:szCs w:val="22"/>
        </w:rPr>
      </w:pPr>
    </w:p>
    <w:p w14:paraId="6EDEE8B8" w14:textId="27D6C5D6" w:rsidR="007E2649" w:rsidRPr="00A1762D" w:rsidRDefault="00930424" w:rsidP="00FF6678">
      <w:pPr>
        <w:shd w:val="clear" w:color="auto" w:fill="FFFFFF"/>
        <w:spacing w:before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</w:t>
      </w:r>
      <w:r w:rsidR="00A1762D">
        <w:rPr>
          <w:rFonts w:cs="Arial"/>
          <w:sz w:val="22"/>
          <w:szCs w:val="22"/>
        </w:rPr>
        <w:t>um</w:t>
      </w:r>
      <w:r w:rsidR="00853022">
        <w:rPr>
          <w:rFonts w:cs="Arial"/>
          <w:sz w:val="22"/>
          <w:szCs w:val="22"/>
        </w:rPr>
        <w:t xml:space="preserve"> technische</w:t>
      </w:r>
      <w:r w:rsidR="0027259C">
        <w:rPr>
          <w:rFonts w:cs="Arial"/>
          <w:sz w:val="22"/>
          <w:szCs w:val="22"/>
        </w:rPr>
        <w:t>n</w:t>
      </w:r>
      <w:r w:rsidR="00853022">
        <w:rPr>
          <w:rFonts w:cs="Arial"/>
          <w:sz w:val="22"/>
          <w:szCs w:val="22"/>
        </w:rPr>
        <w:t xml:space="preserve"> Aspekt </w:t>
      </w:r>
      <w:r w:rsidR="00853022" w:rsidRPr="00FF6678">
        <w:rPr>
          <w:rFonts w:cs="Arial"/>
          <w:sz w:val="22"/>
          <w:szCs w:val="22"/>
        </w:rPr>
        <w:t xml:space="preserve">für </w:t>
      </w:r>
      <w:r w:rsidR="00A1762D">
        <w:rPr>
          <w:rFonts w:cs="Arial"/>
          <w:sz w:val="22"/>
          <w:szCs w:val="22"/>
        </w:rPr>
        <w:t>die Diagnose</w:t>
      </w:r>
      <w:r w:rsidR="00853022" w:rsidRPr="00FF6678">
        <w:rPr>
          <w:rFonts w:cs="Arial"/>
          <w:sz w:val="22"/>
          <w:szCs w:val="22"/>
        </w:rPr>
        <w:t xml:space="preserve"> </w:t>
      </w:r>
      <w:r w:rsidR="00461C21" w:rsidRPr="00FF6678">
        <w:rPr>
          <w:rFonts w:cs="Arial"/>
          <w:sz w:val="22"/>
          <w:szCs w:val="22"/>
        </w:rPr>
        <w:t>moderne</w:t>
      </w:r>
      <w:r w:rsidR="00A1762D">
        <w:rPr>
          <w:rFonts w:cs="Arial"/>
          <w:sz w:val="22"/>
          <w:szCs w:val="22"/>
        </w:rPr>
        <w:t>r</w:t>
      </w:r>
      <w:r w:rsidR="00853022" w:rsidRPr="00FF6678">
        <w:rPr>
          <w:rFonts w:cs="Arial"/>
          <w:sz w:val="22"/>
          <w:szCs w:val="22"/>
        </w:rPr>
        <w:t xml:space="preserve"> Fahrzeuge</w:t>
      </w:r>
      <w:r w:rsidR="00A1762D">
        <w:rPr>
          <w:rFonts w:cs="Arial"/>
          <w:sz w:val="22"/>
          <w:szCs w:val="22"/>
        </w:rPr>
        <w:t xml:space="preserve"> gesellt sich </w:t>
      </w:r>
      <w:r w:rsidR="007E2649" w:rsidRPr="00FF6678">
        <w:rPr>
          <w:rFonts w:cs="Arial"/>
          <w:sz w:val="22"/>
          <w:szCs w:val="22"/>
        </w:rPr>
        <w:t xml:space="preserve">der rechtliche: </w:t>
      </w:r>
      <w:r w:rsidR="003168BE" w:rsidRPr="00FF6678">
        <w:rPr>
          <w:rFonts w:cs="Arial"/>
          <w:sz w:val="22"/>
          <w:szCs w:val="22"/>
        </w:rPr>
        <w:t>Cyber</w:t>
      </w:r>
      <w:r w:rsidR="007E2649" w:rsidRPr="00FF6678">
        <w:rPr>
          <w:rFonts w:cs="Arial"/>
          <w:sz w:val="22"/>
          <w:szCs w:val="22"/>
        </w:rPr>
        <w:t>-Security-Systeme</w:t>
      </w:r>
      <w:r w:rsidR="003168BE" w:rsidRPr="00FF667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à</w:t>
      </w:r>
      <w:r w:rsidR="003168BE" w:rsidRPr="00FF6678">
        <w:rPr>
          <w:rFonts w:cs="Arial"/>
          <w:sz w:val="22"/>
          <w:szCs w:val="22"/>
        </w:rPr>
        <w:t xml:space="preserve"> la </w:t>
      </w:r>
      <w:r w:rsidR="00037ABE">
        <w:rPr>
          <w:rFonts w:cs="Arial"/>
          <w:sz w:val="22"/>
          <w:szCs w:val="22"/>
        </w:rPr>
        <w:t>‚</w:t>
      </w:r>
      <w:r w:rsidR="003168BE" w:rsidRPr="00FF6678">
        <w:rPr>
          <w:rFonts w:cs="Arial"/>
          <w:sz w:val="22"/>
          <w:szCs w:val="22"/>
        </w:rPr>
        <w:t>Security Gateway</w:t>
      </w:r>
      <w:r w:rsidR="00037ABE">
        <w:rPr>
          <w:rFonts w:cs="Arial"/>
          <w:sz w:val="22"/>
          <w:szCs w:val="22"/>
        </w:rPr>
        <w:t>ʼ</w:t>
      </w:r>
      <w:r w:rsidR="003168BE" w:rsidRPr="00FF6678">
        <w:rPr>
          <w:rFonts w:cs="Arial"/>
          <w:sz w:val="22"/>
          <w:szCs w:val="22"/>
        </w:rPr>
        <w:t xml:space="preserve"> </w:t>
      </w:r>
      <w:r w:rsidR="007E2649" w:rsidRPr="00FF6678">
        <w:rPr>
          <w:rFonts w:cs="Arial"/>
          <w:sz w:val="22"/>
          <w:szCs w:val="22"/>
        </w:rPr>
        <w:t xml:space="preserve">sichern die Bordnetze zunehmend </w:t>
      </w:r>
      <w:r w:rsidR="007E2649" w:rsidRPr="00FF6678">
        <w:rPr>
          <w:rFonts w:cs="Verdana"/>
          <w:sz w:val="22"/>
          <w:szCs w:val="22"/>
        </w:rPr>
        <w:t xml:space="preserve">gegen unerwünschte Zugriffe. Sie </w:t>
      </w:r>
      <w:r w:rsidR="003168BE" w:rsidRPr="00FF6678">
        <w:rPr>
          <w:rFonts w:cs="Arial"/>
          <w:sz w:val="22"/>
          <w:szCs w:val="22"/>
        </w:rPr>
        <w:t xml:space="preserve">können den Kommunikationsaufbau eines Diagnosegeräts mit dem Fahrzeug verhindern oder </w:t>
      </w:r>
      <w:r w:rsidR="00DD0162" w:rsidRPr="00FF6678">
        <w:rPr>
          <w:rFonts w:cs="Arial"/>
          <w:sz w:val="22"/>
          <w:szCs w:val="22"/>
        </w:rPr>
        <w:t xml:space="preserve">– je nach Hersteller-Konzept – </w:t>
      </w:r>
      <w:r w:rsidR="003168BE" w:rsidRPr="00FF6678">
        <w:rPr>
          <w:rFonts w:cs="Arial"/>
          <w:sz w:val="22"/>
          <w:szCs w:val="22"/>
        </w:rPr>
        <w:t>auf ein Minimum</w:t>
      </w:r>
      <w:r w:rsidR="00DD0162" w:rsidRPr="00FF6678">
        <w:rPr>
          <w:rFonts w:cs="Arial"/>
          <w:sz w:val="22"/>
          <w:szCs w:val="22"/>
        </w:rPr>
        <w:t xml:space="preserve"> </w:t>
      </w:r>
      <w:r w:rsidR="003168BE" w:rsidRPr="00FF6678">
        <w:rPr>
          <w:rFonts w:cs="Arial"/>
          <w:sz w:val="22"/>
          <w:szCs w:val="22"/>
        </w:rPr>
        <w:t>reduzieren</w:t>
      </w:r>
      <w:r w:rsidR="00DD0162" w:rsidRPr="00FF6678">
        <w:rPr>
          <w:rFonts w:cs="Arial"/>
          <w:sz w:val="22"/>
          <w:szCs w:val="22"/>
        </w:rPr>
        <w:t xml:space="preserve">. </w:t>
      </w:r>
      <w:r w:rsidR="00785483" w:rsidRPr="00FF6678">
        <w:rPr>
          <w:rFonts w:cs="Arial"/>
          <w:sz w:val="22"/>
          <w:szCs w:val="22"/>
        </w:rPr>
        <w:t xml:space="preserve">Auch diese Hürde nimmt ein mega macs X dank </w:t>
      </w:r>
      <w:r w:rsidR="00FC6335" w:rsidRPr="00FF6678">
        <w:rPr>
          <w:rFonts w:cs="Arial"/>
          <w:sz w:val="22"/>
          <w:szCs w:val="22"/>
        </w:rPr>
        <w:t xml:space="preserve">seines </w:t>
      </w:r>
      <w:r w:rsidR="00785483" w:rsidRPr="00FF6678">
        <w:rPr>
          <w:rFonts w:cs="Arial"/>
          <w:sz w:val="22"/>
          <w:szCs w:val="22"/>
        </w:rPr>
        <w:t xml:space="preserve">integrierten </w:t>
      </w:r>
      <w:r w:rsidR="007E2649" w:rsidRPr="00FF6678">
        <w:rPr>
          <w:rFonts w:cs="Verdana"/>
          <w:sz w:val="22"/>
          <w:szCs w:val="22"/>
        </w:rPr>
        <w:t>‚Cyber Security Management‘ (CSM)</w:t>
      </w:r>
      <w:r w:rsidR="00037ABE">
        <w:rPr>
          <w:rFonts w:cs="Verdana"/>
          <w:sz w:val="22"/>
          <w:szCs w:val="22"/>
        </w:rPr>
        <w:t xml:space="preserve"> auf elegante </w:t>
      </w:r>
      <w:r w:rsidR="00542663">
        <w:rPr>
          <w:rFonts w:cs="Verdana"/>
          <w:sz w:val="22"/>
          <w:szCs w:val="22"/>
        </w:rPr>
        <w:t>Art</w:t>
      </w:r>
      <w:r w:rsidR="007E2649" w:rsidRPr="00FF6678">
        <w:rPr>
          <w:rFonts w:cs="Verdana"/>
          <w:sz w:val="22"/>
          <w:szCs w:val="22"/>
        </w:rPr>
        <w:t xml:space="preserve">. </w:t>
      </w:r>
      <w:r w:rsidR="00542663">
        <w:rPr>
          <w:rFonts w:cs="Verdana"/>
          <w:sz w:val="22"/>
          <w:szCs w:val="22"/>
        </w:rPr>
        <w:t>Die</w:t>
      </w:r>
      <w:r w:rsidR="008E5030" w:rsidRPr="00FF6678">
        <w:rPr>
          <w:rFonts w:cs="Verdana"/>
          <w:sz w:val="22"/>
          <w:szCs w:val="22"/>
        </w:rPr>
        <w:t xml:space="preserve"> einmalige personenbezogene Authentifizierung bei Hella Gutmann </w:t>
      </w:r>
      <w:r w:rsidR="008E5030" w:rsidRPr="00A1762D">
        <w:rPr>
          <w:rFonts w:cs="Verdana"/>
          <w:sz w:val="22"/>
          <w:szCs w:val="22"/>
        </w:rPr>
        <w:t>vorausgesetzt, erlaubt CSM</w:t>
      </w:r>
      <w:r w:rsidR="008E5030" w:rsidRPr="00A1762D">
        <w:rPr>
          <w:rFonts w:cs="Arial"/>
          <w:sz w:val="22"/>
          <w:szCs w:val="22"/>
        </w:rPr>
        <w:t xml:space="preserve"> die Diagnose von gesicherten Fahrzeugen</w:t>
      </w:r>
      <w:r w:rsidR="008E5030" w:rsidRPr="00A1762D">
        <w:rPr>
          <w:rFonts w:cs="Verdana"/>
          <w:sz w:val="22"/>
          <w:szCs w:val="22"/>
        </w:rPr>
        <w:t xml:space="preserve"> ohne Umwege über OE-Portale. </w:t>
      </w:r>
      <w:r w:rsidR="007E2649" w:rsidRPr="00A1762D">
        <w:rPr>
          <w:rFonts w:cs="Verdana"/>
          <w:sz w:val="22"/>
          <w:szCs w:val="22"/>
        </w:rPr>
        <w:t xml:space="preserve">Diese für Werkstätten zukunftssichernde Funktion </w:t>
      </w:r>
      <w:r w:rsidR="00FB6361" w:rsidRPr="00A1762D">
        <w:rPr>
          <w:rFonts w:cs="Verdana"/>
          <w:sz w:val="22"/>
          <w:szCs w:val="22"/>
        </w:rPr>
        <w:t xml:space="preserve">steht aktuell für </w:t>
      </w:r>
      <w:r w:rsidR="00FB6361" w:rsidRPr="00A1762D">
        <w:rPr>
          <w:rFonts w:cs="Arial"/>
          <w:sz w:val="22"/>
          <w:szCs w:val="22"/>
        </w:rPr>
        <w:t>12 Marken zur Verfügung</w:t>
      </w:r>
      <w:r w:rsidR="00FB6361" w:rsidRPr="00A1762D">
        <w:rPr>
          <w:rFonts w:cs="Verdana"/>
          <w:sz w:val="22"/>
          <w:szCs w:val="22"/>
        </w:rPr>
        <w:t xml:space="preserve"> und </w:t>
      </w:r>
      <w:r w:rsidR="00785483" w:rsidRPr="00A1762D">
        <w:rPr>
          <w:rFonts w:cs="Verdana"/>
          <w:sz w:val="22"/>
          <w:szCs w:val="22"/>
        </w:rPr>
        <w:t>wird</w:t>
      </w:r>
      <w:r w:rsidR="007E2649" w:rsidRPr="00A1762D">
        <w:rPr>
          <w:rFonts w:cs="Verdana"/>
          <w:sz w:val="22"/>
          <w:szCs w:val="22"/>
        </w:rPr>
        <w:t xml:space="preserve"> von Hella Gutmann sukzessive </w:t>
      </w:r>
      <w:r w:rsidR="00785483" w:rsidRPr="00A1762D">
        <w:rPr>
          <w:rFonts w:cs="Verdana"/>
          <w:sz w:val="22"/>
          <w:szCs w:val="22"/>
        </w:rPr>
        <w:t>um weitere Fahrzeugmarken</w:t>
      </w:r>
      <w:r w:rsidR="00542663">
        <w:rPr>
          <w:rFonts w:cs="Verdana"/>
          <w:sz w:val="22"/>
          <w:szCs w:val="22"/>
        </w:rPr>
        <w:t xml:space="preserve"> </w:t>
      </w:r>
      <w:r w:rsidR="008E5030" w:rsidRPr="00A1762D">
        <w:rPr>
          <w:rFonts w:cs="Verdana"/>
          <w:sz w:val="22"/>
          <w:szCs w:val="22"/>
        </w:rPr>
        <w:t xml:space="preserve">– wie zuletzt Renault und Kia − </w:t>
      </w:r>
      <w:r w:rsidR="007E2649" w:rsidRPr="00A1762D">
        <w:rPr>
          <w:rFonts w:cs="Verdana"/>
          <w:sz w:val="22"/>
          <w:szCs w:val="22"/>
        </w:rPr>
        <w:t>erweitert</w:t>
      </w:r>
      <w:r w:rsidR="007E2649" w:rsidRPr="00A1762D">
        <w:rPr>
          <w:rFonts w:cs="Arial"/>
          <w:sz w:val="22"/>
          <w:szCs w:val="22"/>
        </w:rPr>
        <w:t>.</w:t>
      </w:r>
      <w:r w:rsidR="007E2649" w:rsidRPr="00A1762D">
        <w:rPr>
          <w:rFonts w:cs="Verdana"/>
          <w:sz w:val="22"/>
          <w:szCs w:val="22"/>
        </w:rPr>
        <w:t xml:space="preserve"> </w:t>
      </w:r>
      <w:r w:rsidR="00785483" w:rsidRPr="00A1762D">
        <w:rPr>
          <w:rFonts w:cs="Verdana"/>
          <w:sz w:val="22"/>
          <w:szCs w:val="22"/>
        </w:rPr>
        <w:t xml:space="preserve">Sie </w:t>
      </w:r>
      <w:r w:rsidR="007E2649" w:rsidRPr="00A1762D">
        <w:rPr>
          <w:rFonts w:cs="Verdana"/>
          <w:sz w:val="22"/>
          <w:szCs w:val="22"/>
        </w:rPr>
        <w:t>ist in jedem mega macs X ab Konfiguration X</w:t>
      </w:r>
      <w:r w:rsidR="007E2649" w:rsidRPr="00A1762D">
        <w:rPr>
          <w:rFonts w:cs="Verdana"/>
          <w:sz w:val="22"/>
          <w:szCs w:val="22"/>
          <w:vertAlign w:val="superscript"/>
        </w:rPr>
        <w:t>2</w:t>
      </w:r>
      <w:r w:rsidR="007E2649" w:rsidRPr="00A1762D">
        <w:rPr>
          <w:rFonts w:cs="Verdana"/>
          <w:sz w:val="22"/>
          <w:szCs w:val="22"/>
        </w:rPr>
        <w:t xml:space="preserve"> sowie in anderen mega macs-Geräten mit Update Plus-Lizenz ohne weitere Zusatzkosten verfügbar</w:t>
      </w:r>
      <w:r w:rsidR="007E2649" w:rsidRPr="00A1762D">
        <w:rPr>
          <w:rFonts w:cs="Arial"/>
          <w:sz w:val="22"/>
          <w:szCs w:val="22"/>
        </w:rPr>
        <w:t>.</w:t>
      </w:r>
    </w:p>
    <w:p w14:paraId="34B6830A" w14:textId="77777777" w:rsidR="00FC6335" w:rsidRPr="00120A61" w:rsidRDefault="00FC6335" w:rsidP="007E2649">
      <w:pPr>
        <w:pStyle w:val="PMStandTxt"/>
        <w:tabs>
          <w:tab w:val="left" w:pos="8505"/>
        </w:tabs>
        <w:spacing w:before="0" w:after="0" w:line="360" w:lineRule="auto"/>
        <w:ind w:right="49"/>
        <w:rPr>
          <w:rFonts w:cs="Arial"/>
          <w:szCs w:val="22"/>
        </w:rPr>
      </w:pPr>
    </w:p>
    <w:p w14:paraId="589412F1" w14:textId="3AB04680" w:rsidR="00C8270F" w:rsidRDefault="00FC6335" w:rsidP="00FC6335">
      <w:pPr>
        <w:widowControl w:val="0"/>
        <w:autoSpaceDE w:val="0"/>
        <w:autoSpaceDN w:val="0"/>
        <w:adjustRightInd w:val="0"/>
        <w:spacing w:before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&lt;</w:t>
      </w:r>
      <w:r w:rsidR="005661C7">
        <w:rPr>
          <w:rFonts w:cs="Arial"/>
          <w:sz w:val="22"/>
          <w:szCs w:val="22"/>
        </w:rPr>
        <w:t>HGS_</w:t>
      </w:r>
      <w:r>
        <w:rPr>
          <w:rFonts w:cs="Arial"/>
          <w:sz w:val="22"/>
          <w:szCs w:val="22"/>
        </w:rPr>
        <w:t>megamacsX&gt;Die steigenden Anforderungen für den Dialog mit künftigen Fahrzeugen erfüllt der mega macs X von Hella Gutmann durch seine DoIP-Fähigkeit und das integrierte Cyber Security Management</w:t>
      </w:r>
      <w:r w:rsidR="00542663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CSM.</w:t>
      </w:r>
    </w:p>
    <w:p w14:paraId="178D62B6" w14:textId="019AA30D" w:rsidR="00760011" w:rsidRPr="002C1323" w:rsidRDefault="00760011" w:rsidP="002C1323">
      <w:pPr>
        <w:spacing w:before="0" w:line="360" w:lineRule="auto"/>
        <w:rPr>
          <w:rFonts w:ascii="Times New Roman" w:hAnsi="Times New Roman"/>
          <w:sz w:val="24"/>
          <w:lang w:eastAsia="de-DE"/>
        </w:rPr>
      </w:pPr>
      <w:r>
        <w:rPr>
          <w:rFonts w:cs="Arial"/>
          <w:color w:val="000000"/>
          <w:sz w:val="22"/>
          <w:szCs w:val="22"/>
          <w:lang w:eastAsia="de-DE"/>
        </w:rPr>
        <w:t>HGS_mega macsXx&gt;</w:t>
      </w:r>
      <w:r w:rsidRPr="00760011">
        <w:rPr>
          <w:rFonts w:cs="Arial"/>
          <w:color w:val="000000"/>
          <w:sz w:val="22"/>
          <w:szCs w:val="22"/>
          <w:lang w:eastAsia="de-DE"/>
        </w:rPr>
        <w:t xml:space="preserve">Dank DoIP und CSM </w:t>
      </w:r>
      <w:r>
        <w:rPr>
          <w:rFonts w:cs="Arial"/>
          <w:color w:val="000000"/>
          <w:sz w:val="22"/>
          <w:szCs w:val="22"/>
          <w:lang w:eastAsia="de-DE"/>
        </w:rPr>
        <w:t>diagnost</w:t>
      </w:r>
      <w:r w:rsidRPr="00760011">
        <w:rPr>
          <w:rFonts w:cs="Arial"/>
          <w:color w:val="000000"/>
          <w:sz w:val="22"/>
          <w:szCs w:val="22"/>
          <w:lang w:eastAsia="de-DE"/>
        </w:rPr>
        <w:t xml:space="preserve">iziert der mega macs X von Hella Gutmann auch jüngste Fahrzeuge </w:t>
      </w:r>
      <w:r>
        <w:rPr>
          <w:rFonts w:cs="Arial"/>
          <w:color w:val="000000"/>
          <w:sz w:val="22"/>
          <w:szCs w:val="22"/>
          <w:lang w:eastAsia="de-DE"/>
        </w:rPr>
        <w:t xml:space="preserve">mit Ethernet-Bordnetzen und </w:t>
      </w:r>
      <w:r w:rsidR="002C1323">
        <w:rPr>
          <w:rFonts w:cs="Arial"/>
          <w:color w:val="000000"/>
          <w:sz w:val="22"/>
          <w:szCs w:val="22"/>
          <w:lang w:eastAsia="de-DE"/>
        </w:rPr>
        <w:t>hochgradiger</w:t>
      </w:r>
      <w:r>
        <w:rPr>
          <w:rFonts w:cs="Arial"/>
          <w:color w:val="000000"/>
          <w:sz w:val="22"/>
          <w:szCs w:val="22"/>
          <w:lang w:eastAsia="de-DE"/>
        </w:rPr>
        <w:t xml:space="preserve"> Absicherung gegen Fremdzugriff</w:t>
      </w:r>
      <w:r w:rsidRPr="00760011">
        <w:rPr>
          <w:rFonts w:cs="Arial"/>
          <w:color w:val="000000"/>
          <w:sz w:val="22"/>
          <w:szCs w:val="22"/>
          <w:lang w:eastAsia="de-DE"/>
        </w:rPr>
        <w:t>.</w:t>
      </w:r>
    </w:p>
    <w:p w14:paraId="5F5B3DF9" w14:textId="77777777" w:rsidR="002307DC" w:rsidRPr="002307DC" w:rsidRDefault="002307DC" w:rsidP="002307DC">
      <w:pPr>
        <w:widowControl w:val="0"/>
        <w:autoSpaceDE w:val="0"/>
        <w:autoSpaceDN w:val="0"/>
        <w:adjustRightInd w:val="0"/>
        <w:ind w:right="844"/>
        <w:rPr>
          <w:rFonts w:cs="Arial"/>
          <w:sz w:val="22"/>
          <w:szCs w:val="22"/>
        </w:rPr>
      </w:pPr>
    </w:p>
    <w:p w14:paraId="634F53F6" w14:textId="77777777" w:rsidR="00597E8B" w:rsidRPr="00FD47E4" w:rsidRDefault="00597E8B" w:rsidP="00597E8B">
      <w:pPr>
        <w:pStyle w:val="PMAbbinder"/>
        <w:rPr>
          <w:rStyle w:val="Fett"/>
          <w:b w:val="0"/>
          <w:bCs w:val="0"/>
        </w:rPr>
      </w:pPr>
      <w:r w:rsidRPr="00A80638">
        <w:rPr>
          <w:rStyle w:val="Fett"/>
          <w:sz w:val="20"/>
        </w:rPr>
        <w:t xml:space="preserve">Hinweis: </w:t>
      </w:r>
      <w:r w:rsidRPr="00A80638">
        <w:rPr>
          <w:rStyle w:val="Fett"/>
          <w:sz w:val="20"/>
        </w:rPr>
        <w:br/>
      </w:r>
      <w:r w:rsidRPr="00FD47E4">
        <w:rPr>
          <w:rStyle w:val="Fett"/>
          <w:b w:val="0"/>
          <w:bCs w:val="0"/>
          <w:sz w:val="20"/>
        </w:rPr>
        <w:t>Diesen Text sowie passendes Bildmaterial finden Sie auch in unserer Pressedatenbank unter:</w:t>
      </w:r>
    </w:p>
    <w:p w14:paraId="755500D2" w14:textId="77777777" w:rsidR="00597E8B" w:rsidRPr="00A80638" w:rsidRDefault="00000000" w:rsidP="00597E8B">
      <w:pPr>
        <w:pStyle w:val="PMAbbinder"/>
        <w:rPr>
          <w:sz w:val="20"/>
        </w:rPr>
      </w:pPr>
      <w:hyperlink r:id="rId11" w:history="1">
        <w:r w:rsidR="00597E8B" w:rsidRPr="00A80638">
          <w:rPr>
            <w:rStyle w:val="Hyperlink"/>
            <w:sz w:val="20"/>
          </w:rPr>
          <w:t>www.hella-gutmann.com/de/hella-gutmann/presse/</w:t>
        </w:r>
      </w:hyperlink>
      <w:r w:rsidR="00597E8B" w:rsidRPr="00A80638">
        <w:rPr>
          <w:sz w:val="20"/>
        </w:rPr>
        <w:t xml:space="preserve"> </w:t>
      </w:r>
      <w:r w:rsidR="00597E8B" w:rsidRPr="00A80638">
        <w:rPr>
          <w:rStyle w:val="Fett"/>
          <w:sz w:val="20"/>
        </w:rPr>
        <w:t xml:space="preserve">oder </w:t>
      </w:r>
      <w:r w:rsidR="00597E8B" w:rsidRPr="00A80638">
        <w:rPr>
          <w:sz w:val="20"/>
        </w:rPr>
        <w:fldChar w:fldCharType="begin"/>
      </w:r>
      <w:r w:rsidR="00597E8B" w:rsidRPr="00A80638">
        <w:rPr>
          <w:sz w:val="20"/>
        </w:rPr>
        <w:instrText xml:space="preserve"> HYPERLINK "http://www.hella.de/presse</w:instrText>
      </w:r>
    </w:p>
    <w:p w14:paraId="590D6D2D" w14:textId="77777777" w:rsidR="00597E8B" w:rsidRPr="00A80638" w:rsidRDefault="00597E8B" w:rsidP="00597E8B">
      <w:pPr>
        <w:pStyle w:val="PMAbbinder"/>
        <w:rPr>
          <w:rStyle w:val="Hyperlink"/>
        </w:rPr>
      </w:pPr>
      <w:r w:rsidRPr="00A80638">
        <w:rPr>
          <w:sz w:val="20"/>
        </w:rPr>
        <w:instrText xml:space="preserve">" </w:instrText>
      </w:r>
      <w:r w:rsidRPr="00A80638">
        <w:rPr>
          <w:sz w:val="20"/>
        </w:rPr>
        <w:fldChar w:fldCharType="separate"/>
      </w:r>
      <w:r w:rsidRPr="00A80638">
        <w:rPr>
          <w:rStyle w:val="Hyperlink"/>
          <w:sz w:val="20"/>
        </w:rPr>
        <w:t>www.hella.de/presse</w:t>
      </w:r>
    </w:p>
    <w:p w14:paraId="73223EF8" w14:textId="77777777" w:rsidR="00597E8B" w:rsidRPr="00A80638" w:rsidRDefault="00597E8B" w:rsidP="00597E8B">
      <w:pPr>
        <w:suppressAutoHyphens/>
        <w:spacing w:before="240" w:line="240" w:lineRule="auto"/>
      </w:pPr>
      <w:r w:rsidRPr="00A80638">
        <w:fldChar w:fldCharType="end"/>
      </w:r>
      <w:r w:rsidRPr="00A80638">
        <w:rPr>
          <w:b/>
          <w:bCs/>
          <w:lang w:eastAsia="ar-SA"/>
        </w:rPr>
        <w:t xml:space="preserve">Hella Gutmann Solutions GmbH, Ihringen: </w:t>
      </w:r>
      <w:r w:rsidRPr="00A80638">
        <w:t>Das Unternehmen mit rund 500 Mitarbeitern und Hauptsitz in Ihringen/Breisach, Deutschland, gehört zur Hella Gutmann-Gruppe, einem Unternehmen der</w:t>
      </w:r>
      <w:r w:rsidRPr="00A80638">
        <w:rPr>
          <w:rFonts w:cs="Arial"/>
          <w:color w:val="141413"/>
        </w:rPr>
        <w:t xml:space="preserve"> HELLA GmbH &amp; Co. KGaA. </w:t>
      </w:r>
      <w:r w:rsidRPr="00A80638">
        <w:t xml:space="preserve">Das Produktportfolio konzentriert sich auf Profi-Ausrüstung für Kfz-Werkstätten, Autohäuser und Kfz-Prüforganisationen. Kernprodukte sind Daten, Software und Geräte für die Diagnose, den Abgastest, die Lichteinstellung, Systemprüfungen sowie die entsprechende Messtechnik. Rund 45.000 Kfz-Firmen in 24 Ländern arbeiten täglich mit Geräten und Knowhow von Hella Gutmann Solutions. Sie profitieren von hohen deutschen Qualitätsstandards und kundennahen Serviceangeboten </w:t>
      </w:r>
      <w:r w:rsidRPr="00A80638">
        <w:lastRenderedPageBreak/>
        <w:t>wie Technisches Callcenter, Technisches Training, Technische Daten und Sales &amp; Marketing Support.</w:t>
      </w:r>
    </w:p>
    <w:p w14:paraId="03D6B851" w14:textId="77777777" w:rsidR="00DB620E" w:rsidRDefault="00DB620E" w:rsidP="0022556A">
      <w:pPr>
        <w:pStyle w:val="PMBoilerplate"/>
        <w:spacing w:after="60"/>
        <w:rPr>
          <w:rFonts w:cs="Arial"/>
        </w:rPr>
      </w:pPr>
    </w:p>
    <w:p w14:paraId="5F69B797" w14:textId="77777777" w:rsidR="002834B5" w:rsidRDefault="007A40D9" w:rsidP="0022556A">
      <w:pPr>
        <w:pStyle w:val="PMBoilerplate"/>
        <w:spacing w:after="60"/>
        <w:rPr>
          <w:rFonts w:cs="Arial"/>
          <w:b/>
          <w:bCs/>
        </w:rPr>
      </w:pPr>
      <w:r w:rsidRPr="00BD118B">
        <w:rPr>
          <w:rFonts w:cs="Arial"/>
          <w:b/>
          <w:bCs/>
        </w:rPr>
        <w:t>Weitere Informationen erhalten Sie von:</w:t>
      </w:r>
      <w:r w:rsidR="00D272CC">
        <w:rPr>
          <w:rFonts w:cs="Arial"/>
          <w:b/>
          <w:bCs/>
        </w:rPr>
        <w:t xml:space="preserve"> </w:t>
      </w:r>
    </w:p>
    <w:p w14:paraId="75B51696" w14:textId="77777777" w:rsidR="00B22FD9" w:rsidRPr="00BD118B" w:rsidRDefault="00014CEB" w:rsidP="0022556A">
      <w:pPr>
        <w:pStyle w:val="PMBoilerplate"/>
        <w:spacing w:after="60"/>
        <w:rPr>
          <w:rFonts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anchorId="3EDB75B5" wp14:editId="043F80F7">
                <wp:simplePos x="0" y="0"/>
                <wp:positionH relativeFrom="margin">
                  <wp:posOffset>-95250</wp:posOffset>
                </wp:positionH>
                <wp:positionV relativeFrom="paragraph">
                  <wp:posOffset>247650</wp:posOffset>
                </wp:positionV>
                <wp:extent cx="4787900" cy="1485900"/>
                <wp:effectExtent l="0" t="0" r="0" b="0"/>
                <wp:wrapSquare wrapText="largest"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87900" cy="1485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750"/>
                              <w:gridCol w:w="2792"/>
                            </w:tblGrid>
                            <w:tr w:rsidR="00D272CC" w14:paraId="4B0E8449" w14:textId="77777777">
                              <w:tc>
                                <w:tcPr>
                                  <w:tcW w:w="4750" w:type="dxa"/>
                                </w:tcPr>
                                <w:p w14:paraId="76D0B1B3" w14:textId="77777777" w:rsidR="00D272CC" w:rsidRPr="00A80638" w:rsidRDefault="00D272CC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b/>
                                      <w:szCs w:val="20"/>
                                      <w:lang w:eastAsia="de-DE"/>
                                    </w:rPr>
                                  </w:pPr>
                                  <w:r w:rsidRPr="00A80638">
                                    <w:rPr>
                                      <w:rFonts w:cs="Arial"/>
                                      <w:b/>
                                      <w:szCs w:val="20"/>
                                      <w:lang w:eastAsia="de-DE"/>
                                    </w:rPr>
                                    <w:t>Hella Gutmann Solutions GmbH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</w:tcPr>
                                <w:p w14:paraId="3F3E1092" w14:textId="77777777" w:rsidR="00D272CC" w:rsidRPr="00A80638" w:rsidRDefault="00D272CC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  <w:bCs w:val="0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  <w:r w:rsidRPr="00A80638">
                                    <w:rPr>
                                      <w:rFonts w:ascii="Arial" w:hAnsi="Arial" w:cs="Arial"/>
                                      <w:b/>
                                      <w:bCs w:val="0"/>
                                      <w:sz w:val="20"/>
                                      <w:szCs w:val="20"/>
                                      <w:lang w:val="en-GB"/>
                                    </w:rPr>
                                    <w:t>HELLA GmbH &amp; Co. KGaA.</w:t>
                                  </w:r>
                                </w:p>
                              </w:tc>
                            </w:tr>
                            <w:tr w:rsidR="00D272CC" w14:paraId="0B2D2828" w14:textId="77777777">
                              <w:tc>
                                <w:tcPr>
                                  <w:tcW w:w="4750" w:type="dxa"/>
                                </w:tcPr>
                                <w:p w14:paraId="06F5B6CB" w14:textId="77777777" w:rsidR="00D272CC" w:rsidRPr="00A80638" w:rsidRDefault="00D272CC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Uschi Winkler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</w:tcPr>
                                <w:p w14:paraId="1B724E28" w14:textId="77777777" w:rsidR="00D272CC" w:rsidRPr="00A80638" w:rsidRDefault="00D272CC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A8063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Dr. Markus Richter</w:t>
                                  </w:r>
                                </w:p>
                              </w:tc>
                            </w:tr>
                            <w:tr w:rsidR="00D272CC" w14:paraId="74D85AA0" w14:textId="77777777">
                              <w:tc>
                                <w:tcPr>
                                  <w:tcW w:w="4750" w:type="dxa"/>
                                </w:tcPr>
                                <w:p w14:paraId="5E6A2EEB" w14:textId="77777777" w:rsidR="00D272CC" w:rsidRPr="00A80638" w:rsidRDefault="00D272CC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Presse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</w:tcPr>
                                <w:p w14:paraId="2A96C38A" w14:textId="77777777" w:rsidR="00D272CC" w:rsidRPr="00A80638" w:rsidRDefault="00D272CC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A8063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Unternehmenssprecher</w:t>
                                  </w:r>
                                </w:p>
                              </w:tc>
                            </w:tr>
                            <w:tr w:rsidR="00D272CC" w14:paraId="5C8A72B4" w14:textId="77777777">
                              <w:tc>
                                <w:tcPr>
                                  <w:tcW w:w="4750" w:type="dxa"/>
                                </w:tcPr>
                                <w:p w14:paraId="2B198FA2" w14:textId="77777777" w:rsidR="00D272CC" w:rsidRPr="00A80638" w:rsidRDefault="00D272CC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Am Krebsbach 2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</w:tcPr>
                                <w:p w14:paraId="0EA7F5B9" w14:textId="77777777" w:rsidR="00D272CC" w:rsidRPr="00A80638" w:rsidRDefault="00D272CC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A8063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Rixbecker Straße 75</w:t>
                                  </w:r>
                                </w:p>
                              </w:tc>
                            </w:tr>
                            <w:tr w:rsidR="00D272CC" w14:paraId="42C8159B" w14:textId="77777777">
                              <w:tc>
                                <w:tcPr>
                                  <w:tcW w:w="4750" w:type="dxa"/>
                                </w:tcPr>
                                <w:p w14:paraId="465F3B95" w14:textId="77777777" w:rsidR="00D272CC" w:rsidRPr="00A80638" w:rsidRDefault="00D272CC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D-79241 Ihringen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</w:tcPr>
                                <w:p w14:paraId="4E7D94F3" w14:textId="77777777" w:rsidR="00D272CC" w:rsidRPr="00A80638" w:rsidRDefault="00D272CC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A8063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D-59552 Lippstadt</w:t>
                                  </w:r>
                                </w:p>
                              </w:tc>
                            </w:tr>
                            <w:tr w:rsidR="00D272CC" w14:paraId="54CF38AF" w14:textId="77777777">
                              <w:tc>
                                <w:tcPr>
                                  <w:tcW w:w="4750" w:type="dxa"/>
                                </w:tcPr>
                                <w:p w14:paraId="10F1A14B" w14:textId="77777777" w:rsidR="00D272CC" w:rsidRPr="00A80638" w:rsidRDefault="00D272CC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Tel.: +49 8033 3023 290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</w:tcPr>
                                <w:p w14:paraId="20C586C0" w14:textId="77777777" w:rsidR="00D272CC" w:rsidRPr="00A80638" w:rsidRDefault="00D272CC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A8063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Tel.: +49 (0)2941 38-7545</w:t>
                                  </w:r>
                                </w:p>
                              </w:tc>
                            </w:tr>
                            <w:tr w:rsidR="00D272CC" w14:paraId="62214EFA" w14:textId="77777777">
                              <w:tc>
                                <w:tcPr>
                                  <w:tcW w:w="4750" w:type="dxa"/>
                                </w:tcPr>
                                <w:p w14:paraId="2CBE6F9C" w14:textId="77777777" w:rsidR="00D272CC" w:rsidRPr="00A80638" w:rsidRDefault="00D272CC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Mobil: +49 171 837 9251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</w:tcPr>
                                <w:p w14:paraId="20CC8BF1" w14:textId="77777777" w:rsidR="00D272CC" w:rsidRPr="00A80638" w:rsidRDefault="00D272CC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A8063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Fax: +49 (0)2941 38-477545</w:t>
                                  </w:r>
                                </w:p>
                              </w:tc>
                            </w:tr>
                            <w:tr w:rsidR="00D272CC" w14:paraId="62F1E0E5" w14:textId="77777777">
                              <w:tc>
                                <w:tcPr>
                                  <w:tcW w:w="4750" w:type="dxa"/>
                                </w:tcPr>
                                <w:p w14:paraId="32DFB007" w14:textId="77777777" w:rsidR="00D272CC" w:rsidRPr="00A80638" w:rsidRDefault="00000000" w:rsidP="00B579DC">
                                  <w:pPr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ar-SA"/>
                                    </w:rPr>
                                  </w:pPr>
                                  <w:hyperlink r:id="rId12" w:history="1">
                                    <w:r w:rsidR="00D272CC" w:rsidRPr="00E006DE">
                                      <w:rPr>
                                        <w:rStyle w:val="Hyperlink"/>
                                        <w:rFonts w:cs="Arial"/>
                                        <w:szCs w:val="20"/>
                                        <w:lang w:eastAsia="de-DE"/>
                                      </w:rPr>
                                      <w:t>presse@hella-gutmann.com</w:t>
                                    </w:r>
                                  </w:hyperlink>
                                  <w:r w:rsidR="00D272CC"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</w:tcPr>
                                <w:p w14:paraId="4A70C2E6" w14:textId="0410F124" w:rsidR="00D272CC" w:rsidRPr="00A80638" w:rsidRDefault="00000000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hyperlink r:id="rId13" w:history="1">
                                    <w:r w:rsidR="00381366" w:rsidRPr="00AB3F47">
                                      <w:rPr>
                                        <w:rStyle w:val="Hyperlink"/>
                                        <w:rFonts w:cs="Arial"/>
                                        <w:sz w:val="20"/>
                                        <w:szCs w:val="20"/>
                                      </w:rPr>
                                      <w:t>Markus.Richter@forvia.com</w:t>
                                    </w:r>
                                  </w:hyperlink>
                                </w:p>
                              </w:tc>
                            </w:tr>
                            <w:tr w:rsidR="00D272CC" w14:paraId="3E9A06C4" w14:textId="77777777">
                              <w:tc>
                                <w:tcPr>
                                  <w:tcW w:w="4750" w:type="dxa"/>
                                </w:tcPr>
                                <w:p w14:paraId="744DAE3E" w14:textId="77777777" w:rsidR="00D272CC" w:rsidRPr="00A80638" w:rsidRDefault="00000000" w:rsidP="00B579DC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hyperlink r:id="rId14" w:history="1">
                                    <w:r w:rsidR="00D272CC" w:rsidRPr="00A80638">
                                      <w:rPr>
                                        <w:rStyle w:val="Hyperlink"/>
                                        <w:rFonts w:cs="Arial"/>
                                        <w:sz w:val="20"/>
                                        <w:szCs w:val="20"/>
                                      </w:rPr>
                                      <w:t>www.hella-gutmann.com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2792" w:type="dxa"/>
                                </w:tcPr>
                                <w:p w14:paraId="632286CB" w14:textId="77777777" w:rsidR="00D272CC" w:rsidRPr="00A80638" w:rsidRDefault="00000000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hyperlink r:id="rId15" w:history="1">
                                    <w:r w:rsidR="00D272CC" w:rsidRPr="00A80638">
                                      <w:rPr>
                                        <w:rStyle w:val="Hyperlink"/>
                                        <w:rFonts w:cs="Arial"/>
                                        <w:sz w:val="20"/>
                                        <w:szCs w:val="20"/>
                                      </w:rPr>
                                      <w:t>www.hella.com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3602720F" w14:textId="77777777" w:rsidR="00D272CC" w:rsidRDefault="00D272CC" w:rsidP="00D272C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DB75B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7.5pt;margin-top:19.5pt;width:377pt;height:117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&#13;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750"/>
                        <w:gridCol w:w="2792"/>
                      </w:tblGrid>
                      <w:tr w:rsidR="00D272CC" w14:paraId="4B0E8449" w14:textId="77777777">
                        <w:tc>
                          <w:tcPr>
                            <w:tcW w:w="4750" w:type="dxa"/>
                          </w:tcPr>
                          <w:p w14:paraId="76D0B1B3" w14:textId="77777777" w:rsidR="00D272CC" w:rsidRPr="00A80638" w:rsidRDefault="00D272CC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b/>
                                <w:szCs w:val="20"/>
                                <w:lang w:eastAsia="de-DE"/>
                              </w:rPr>
                            </w:pPr>
                            <w:r w:rsidRPr="00A80638">
                              <w:rPr>
                                <w:rFonts w:cs="Arial"/>
                                <w:b/>
                                <w:szCs w:val="20"/>
                                <w:lang w:eastAsia="de-DE"/>
                              </w:rPr>
                              <w:t>Hella Gutmann Solutions GmbH</w:t>
                            </w:r>
                          </w:p>
                        </w:tc>
                        <w:tc>
                          <w:tcPr>
                            <w:tcW w:w="2792" w:type="dxa"/>
                          </w:tcPr>
                          <w:p w14:paraId="3F3E1092" w14:textId="77777777" w:rsidR="00D272CC" w:rsidRPr="00A80638" w:rsidRDefault="00D272CC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b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80638">
                              <w:rPr>
                                <w:rFonts w:ascii="Arial" w:hAnsi="Arial" w:cs="Arial"/>
                                <w:b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  <w:t>HELLA GmbH &amp; Co. KGaA.</w:t>
                            </w:r>
                          </w:p>
                        </w:tc>
                      </w:tr>
                      <w:tr w:rsidR="00D272CC" w14:paraId="0B2D2828" w14:textId="77777777">
                        <w:tc>
                          <w:tcPr>
                            <w:tcW w:w="4750" w:type="dxa"/>
                          </w:tcPr>
                          <w:p w14:paraId="06F5B6CB" w14:textId="77777777" w:rsidR="00D272CC" w:rsidRPr="00A80638" w:rsidRDefault="00D272CC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Uschi Winkler</w:t>
                            </w:r>
                          </w:p>
                        </w:tc>
                        <w:tc>
                          <w:tcPr>
                            <w:tcW w:w="2792" w:type="dxa"/>
                          </w:tcPr>
                          <w:p w14:paraId="1B724E28" w14:textId="77777777" w:rsidR="00D272CC" w:rsidRPr="00A80638" w:rsidRDefault="00D272CC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806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Dr. Markus Richter</w:t>
                            </w:r>
                          </w:p>
                        </w:tc>
                      </w:tr>
                      <w:tr w:rsidR="00D272CC" w14:paraId="74D85AA0" w14:textId="77777777">
                        <w:tc>
                          <w:tcPr>
                            <w:tcW w:w="4750" w:type="dxa"/>
                          </w:tcPr>
                          <w:p w14:paraId="5E6A2EEB" w14:textId="77777777" w:rsidR="00D272CC" w:rsidRPr="00A80638" w:rsidRDefault="00D272CC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Presse</w:t>
                            </w:r>
                          </w:p>
                        </w:tc>
                        <w:tc>
                          <w:tcPr>
                            <w:tcW w:w="2792" w:type="dxa"/>
                          </w:tcPr>
                          <w:p w14:paraId="2A96C38A" w14:textId="77777777" w:rsidR="00D272CC" w:rsidRPr="00A80638" w:rsidRDefault="00D272CC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806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Unternehmenssprecher</w:t>
                            </w:r>
                          </w:p>
                        </w:tc>
                      </w:tr>
                      <w:tr w:rsidR="00D272CC" w14:paraId="5C8A72B4" w14:textId="77777777">
                        <w:tc>
                          <w:tcPr>
                            <w:tcW w:w="4750" w:type="dxa"/>
                          </w:tcPr>
                          <w:p w14:paraId="2B198FA2" w14:textId="77777777" w:rsidR="00D272CC" w:rsidRPr="00A80638" w:rsidRDefault="00D272CC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Am Krebsbach 2</w:t>
                            </w:r>
                          </w:p>
                        </w:tc>
                        <w:tc>
                          <w:tcPr>
                            <w:tcW w:w="2792" w:type="dxa"/>
                          </w:tcPr>
                          <w:p w14:paraId="0EA7F5B9" w14:textId="77777777" w:rsidR="00D272CC" w:rsidRPr="00A80638" w:rsidRDefault="00D272CC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806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Rixbecker Straße 75</w:t>
                            </w:r>
                          </w:p>
                        </w:tc>
                      </w:tr>
                      <w:tr w:rsidR="00D272CC" w14:paraId="42C8159B" w14:textId="77777777">
                        <w:tc>
                          <w:tcPr>
                            <w:tcW w:w="4750" w:type="dxa"/>
                          </w:tcPr>
                          <w:p w14:paraId="465F3B95" w14:textId="77777777" w:rsidR="00D272CC" w:rsidRPr="00A80638" w:rsidRDefault="00D272CC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D-79241 Ihringen</w:t>
                            </w:r>
                          </w:p>
                        </w:tc>
                        <w:tc>
                          <w:tcPr>
                            <w:tcW w:w="2792" w:type="dxa"/>
                          </w:tcPr>
                          <w:p w14:paraId="4E7D94F3" w14:textId="77777777" w:rsidR="00D272CC" w:rsidRPr="00A80638" w:rsidRDefault="00D272CC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806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D-59552 Lippstadt</w:t>
                            </w:r>
                          </w:p>
                        </w:tc>
                      </w:tr>
                      <w:tr w:rsidR="00D272CC" w14:paraId="54CF38AF" w14:textId="77777777">
                        <w:tc>
                          <w:tcPr>
                            <w:tcW w:w="4750" w:type="dxa"/>
                          </w:tcPr>
                          <w:p w14:paraId="10F1A14B" w14:textId="77777777" w:rsidR="00D272CC" w:rsidRPr="00A80638" w:rsidRDefault="00D272CC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Tel.: +49 8033 3023 290</w:t>
                            </w:r>
                          </w:p>
                        </w:tc>
                        <w:tc>
                          <w:tcPr>
                            <w:tcW w:w="2792" w:type="dxa"/>
                          </w:tcPr>
                          <w:p w14:paraId="20C586C0" w14:textId="77777777" w:rsidR="00D272CC" w:rsidRPr="00A80638" w:rsidRDefault="00D272CC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806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Tel.: +49 (0)2941 38-7545</w:t>
                            </w:r>
                          </w:p>
                        </w:tc>
                      </w:tr>
                      <w:tr w:rsidR="00D272CC" w14:paraId="62214EFA" w14:textId="77777777">
                        <w:tc>
                          <w:tcPr>
                            <w:tcW w:w="4750" w:type="dxa"/>
                          </w:tcPr>
                          <w:p w14:paraId="2CBE6F9C" w14:textId="77777777" w:rsidR="00D272CC" w:rsidRPr="00A80638" w:rsidRDefault="00D272CC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Mobil: +49 171 837 9251</w:t>
                            </w:r>
                          </w:p>
                        </w:tc>
                        <w:tc>
                          <w:tcPr>
                            <w:tcW w:w="2792" w:type="dxa"/>
                          </w:tcPr>
                          <w:p w14:paraId="20CC8BF1" w14:textId="77777777" w:rsidR="00D272CC" w:rsidRPr="00A80638" w:rsidRDefault="00D272CC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806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Fax: +49 (0)2941 38-477545</w:t>
                            </w:r>
                          </w:p>
                        </w:tc>
                      </w:tr>
                      <w:tr w:rsidR="00D272CC" w14:paraId="62F1E0E5" w14:textId="77777777">
                        <w:tc>
                          <w:tcPr>
                            <w:tcW w:w="4750" w:type="dxa"/>
                          </w:tcPr>
                          <w:p w14:paraId="32DFB007" w14:textId="77777777" w:rsidR="00D272CC" w:rsidRPr="00A80638" w:rsidRDefault="00000000" w:rsidP="00B579DC">
                            <w:pPr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ar-SA"/>
                              </w:rPr>
                            </w:pPr>
                            <w:hyperlink r:id="rId16" w:history="1">
                              <w:r w:rsidR="00D272CC" w:rsidRPr="00E006DE">
                                <w:rPr>
                                  <w:rStyle w:val="Hyperlink"/>
                                  <w:rFonts w:cs="Arial"/>
                                  <w:szCs w:val="20"/>
                                  <w:lang w:eastAsia="de-DE"/>
                                </w:rPr>
                                <w:t>presse@hella-gutmann.com</w:t>
                              </w:r>
                            </w:hyperlink>
                            <w:r w:rsidR="00D272CC"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792" w:type="dxa"/>
                          </w:tcPr>
                          <w:p w14:paraId="4A70C2E6" w14:textId="0410F124" w:rsidR="00D272CC" w:rsidRPr="00A80638" w:rsidRDefault="00000000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17" w:history="1">
                              <w:r w:rsidR="00381366" w:rsidRPr="00AB3F47">
                                <w:rPr>
                                  <w:rStyle w:val="Hyperlink"/>
                                  <w:rFonts w:cs="Arial"/>
                                  <w:sz w:val="20"/>
                                  <w:szCs w:val="20"/>
                                </w:rPr>
                                <w:t>Markus.Richter@forvia.com</w:t>
                              </w:r>
                            </w:hyperlink>
                          </w:p>
                        </w:tc>
                      </w:tr>
                      <w:tr w:rsidR="00D272CC" w14:paraId="3E9A06C4" w14:textId="77777777">
                        <w:tc>
                          <w:tcPr>
                            <w:tcW w:w="4750" w:type="dxa"/>
                          </w:tcPr>
                          <w:p w14:paraId="744DAE3E" w14:textId="77777777" w:rsidR="00D272CC" w:rsidRPr="00A80638" w:rsidRDefault="00000000" w:rsidP="00B579DC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18" w:history="1">
                              <w:r w:rsidR="00D272CC" w:rsidRPr="00A80638">
                                <w:rPr>
                                  <w:rStyle w:val="Hyperlink"/>
                                  <w:rFonts w:cs="Arial"/>
                                  <w:sz w:val="20"/>
                                  <w:szCs w:val="20"/>
                                </w:rPr>
                                <w:t>www.hella-gutmann.com</w:t>
                              </w:r>
                            </w:hyperlink>
                          </w:p>
                        </w:tc>
                        <w:tc>
                          <w:tcPr>
                            <w:tcW w:w="2792" w:type="dxa"/>
                          </w:tcPr>
                          <w:p w14:paraId="632286CB" w14:textId="77777777" w:rsidR="00D272CC" w:rsidRPr="00A80638" w:rsidRDefault="00000000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19" w:history="1">
                              <w:r w:rsidR="00D272CC" w:rsidRPr="00A80638">
                                <w:rPr>
                                  <w:rStyle w:val="Hyperlink"/>
                                  <w:rFonts w:cs="Arial"/>
                                  <w:sz w:val="20"/>
                                  <w:szCs w:val="20"/>
                                </w:rPr>
                                <w:t>www.hella.com</w:t>
                              </w:r>
                            </w:hyperlink>
                          </w:p>
                        </w:tc>
                      </w:tr>
                    </w:tbl>
                    <w:p w14:paraId="3602720F" w14:textId="77777777" w:rsidR="00D272CC" w:rsidRDefault="00D272CC" w:rsidP="00D272C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</w:p>
    <w:p w14:paraId="3F306690" w14:textId="77777777" w:rsidR="00C05A5A" w:rsidRPr="00BD118B" w:rsidRDefault="00C05A5A" w:rsidP="0022556A">
      <w:pPr>
        <w:pStyle w:val="PMBoilerplate"/>
        <w:rPr>
          <w:rStyle w:val="Hyperlink"/>
          <w:rFonts w:cs="Arial"/>
          <w:color w:val="auto"/>
          <w:u w:val="none"/>
          <w:lang w:val="fr-FR"/>
        </w:rPr>
      </w:pPr>
    </w:p>
    <w:sectPr w:rsidR="00C05A5A" w:rsidRPr="00BD118B" w:rsidSect="00532AD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179" w:right="2601" w:bottom="1134" w:left="1418" w:header="851" w:footer="85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B3663" w14:textId="77777777" w:rsidR="00B91B82" w:rsidRDefault="00B91B82">
      <w:r>
        <w:separator/>
      </w:r>
    </w:p>
  </w:endnote>
  <w:endnote w:type="continuationSeparator" w:id="0">
    <w:p w14:paraId="6D8F166C" w14:textId="77777777" w:rsidR="00B91B82" w:rsidRDefault="00B9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la DIN Universal">
    <w:altName w:val="Calibri"/>
    <w:panose1 w:val="020B0604020202020204"/>
    <w:charset w:val="00"/>
    <w:family w:val="modern"/>
    <w:notTrueType/>
    <w:pitch w:val="variable"/>
    <w:sig w:usb0="E00022BF" w:usb1="D000E0FB" w:usb2="00000008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la DIN Universal Light">
    <w:altName w:val="Calibri"/>
    <w:panose1 w:val="020B0604020202020204"/>
    <w:charset w:val="00"/>
    <w:family w:val="modern"/>
    <w:notTrueType/>
    <w:pitch w:val="variable"/>
    <w:sig w:usb0="E00022BF" w:usb1="D000E0FB" w:usb2="00000008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6954" w14:textId="77777777" w:rsidR="00226D47" w:rsidRDefault="00226D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4A8A" w14:textId="77777777" w:rsidR="004E78B9" w:rsidRPr="00DB6A0B" w:rsidRDefault="00014CEB" w:rsidP="00BE284E">
    <w:pPr>
      <w:pStyle w:val="Fuzeile"/>
      <w:tabs>
        <w:tab w:val="center" w:pos="4040"/>
        <w:tab w:val="left" w:pos="7193"/>
      </w:tabs>
      <w:rPr>
        <w:rFonts w:ascii="Hella DIN Universal" w:hAnsi="Hella DIN Universal" w:cs="Hella DIN Universal"/>
        <w:color w:val="808080"/>
        <w:sz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6DA90142" wp14:editId="07A24228">
              <wp:simplePos x="0" y="0"/>
              <wp:positionH relativeFrom="column">
                <wp:posOffset>5316220</wp:posOffset>
              </wp:positionH>
              <wp:positionV relativeFrom="paragraph">
                <wp:posOffset>-130810</wp:posOffset>
              </wp:positionV>
              <wp:extent cx="883285" cy="465455"/>
              <wp:effectExtent l="0" t="0" r="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83285" cy="4654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76B94F" w14:textId="77777777" w:rsidR="00E22B7B" w:rsidRPr="00BD118B" w:rsidRDefault="00E22B7B" w:rsidP="00BE284E">
                          <w:pPr>
                            <w:pStyle w:val="Fuzeile"/>
                            <w:jc w:val="right"/>
                            <w:rPr>
                              <w:rFonts w:cs="Arial"/>
                              <w:color w:val="808080"/>
                              <w:sz w:val="16"/>
                            </w:rPr>
                          </w:pP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t xml:space="preserve">Seite </w:t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fldChar w:fldCharType="begin"/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instrText>PAGE  \* Arabic  \* MERGEFORMAT</w:instrText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fldChar w:fldCharType="separate"/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t>3</w:t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fldChar w:fldCharType="end"/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t xml:space="preserve"> von </w:t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fldChar w:fldCharType="begin"/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instrText>NUMPAGES  \* Arabic  \* MERGEFORMAT</w:instrText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fldChar w:fldCharType="separate"/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t>5</w:t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fldChar w:fldCharType="end"/>
                          </w:r>
                        </w:p>
                        <w:p w14:paraId="4DAFC911" w14:textId="77777777" w:rsidR="00E22B7B" w:rsidRDefault="00E22B7B" w:rsidP="00BE284E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A9014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418.6pt;margin-top:-10.3pt;width:69.55pt;height:36.6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" stroked="f">
              <v:textbox>
                <w:txbxContent>
                  <w:p w14:paraId="0876B94F" w14:textId="77777777" w:rsidR="00E22B7B" w:rsidRPr="00BD118B" w:rsidRDefault="00E22B7B" w:rsidP="00BE284E">
                    <w:pPr>
                      <w:pStyle w:val="Fuzeile"/>
                      <w:jc w:val="right"/>
                      <w:rPr>
                        <w:rFonts w:cs="Arial"/>
                        <w:color w:val="808080"/>
                        <w:sz w:val="16"/>
                      </w:rPr>
                    </w:pP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t xml:space="preserve">Seite </w:t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fldChar w:fldCharType="begin"/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instrText>PAGE  \* Arabic  \* MERGEFORMAT</w:instrText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fldChar w:fldCharType="separate"/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t>3</w:t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fldChar w:fldCharType="end"/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t xml:space="preserve"> von </w:t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fldChar w:fldCharType="begin"/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instrText>NUMPAGES  \* Arabic  \* MERGEFORMAT</w:instrText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fldChar w:fldCharType="separate"/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t>5</w:t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fldChar w:fldCharType="end"/>
                    </w:r>
                  </w:p>
                  <w:p w14:paraId="4DAFC911" w14:textId="77777777" w:rsidR="00E22B7B" w:rsidRDefault="00E22B7B" w:rsidP="00BE284E">
                    <w:pPr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BE284E">
      <w:rPr>
        <w:rFonts w:ascii="Hella DIN Universal" w:hAnsi="Hella DIN Universal" w:cs="Hella DIN Universal"/>
        <w:color w:val="808080"/>
        <w:sz w:val="16"/>
      </w:rPr>
      <w:tab/>
    </w:r>
    <w:r w:rsidR="00BE284E">
      <w:rPr>
        <w:rFonts w:ascii="Hella DIN Universal" w:hAnsi="Hella DIN Universal" w:cs="Hella DIN Universal"/>
        <w:color w:val="808080"/>
        <w:sz w:val="16"/>
      </w:rPr>
      <w:tab/>
    </w:r>
    <w:r w:rsidR="00BE284E">
      <w:rPr>
        <w:rFonts w:ascii="Hella DIN Universal" w:hAnsi="Hella DIN Universal" w:cs="Hella DIN Universal"/>
        <w:color w:val="808080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50F0" w14:textId="77777777" w:rsidR="00226D47" w:rsidRDefault="00226D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F5BA" w14:textId="77777777" w:rsidR="00B91B82" w:rsidRDefault="00B91B82">
      <w:r>
        <w:separator/>
      </w:r>
    </w:p>
  </w:footnote>
  <w:footnote w:type="continuationSeparator" w:id="0">
    <w:p w14:paraId="07080197" w14:textId="77777777" w:rsidR="00B91B82" w:rsidRDefault="00B91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F5A7A" w14:textId="77777777" w:rsidR="00226D47" w:rsidRDefault="00226D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554D" w14:textId="70DCD651" w:rsidR="0008427E" w:rsidRDefault="00014CEB" w:rsidP="006352BA">
    <w:pPr>
      <w:pStyle w:val="PMHeadline1"/>
      <w:spacing w:after="0" w:line="400" w:lineRule="exac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2CCA05F6" wp14:editId="5D537E17">
          <wp:simplePos x="0" y="0"/>
          <wp:positionH relativeFrom="column">
            <wp:posOffset>4300220</wp:posOffset>
          </wp:positionH>
          <wp:positionV relativeFrom="paragraph">
            <wp:posOffset>202565</wp:posOffset>
          </wp:positionV>
          <wp:extent cx="2162175" cy="414655"/>
          <wp:effectExtent l="0" t="0" r="0" b="0"/>
          <wp:wrapNone/>
          <wp:docPr id="4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5768B4" w14:textId="77777777" w:rsidR="0029395E" w:rsidRPr="00BD118B" w:rsidRDefault="0027154A" w:rsidP="006352BA">
    <w:pPr>
      <w:pStyle w:val="PMHeadline1"/>
      <w:spacing w:after="0" w:line="400" w:lineRule="exact"/>
      <w:rPr>
        <w:rFonts w:ascii="Arial" w:hAnsi="Arial" w:cs="Arial"/>
      </w:rPr>
    </w:pPr>
    <w:r w:rsidRPr="00BD118B">
      <w:rPr>
        <w:rFonts w:ascii="Arial" w:hAnsi="Arial" w:cs="Arial"/>
      </w:rPr>
      <w:t>P</w:t>
    </w:r>
    <w:r w:rsidR="00DB6A0B" w:rsidRPr="00BD118B">
      <w:rPr>
        <w:rFonts w:ascii="Arial" w:hAnsi="Arial" w:cs="Arial"/>
      </w:rPr>
      <w:t>ressemitteilung</w:t>
    </w:r>
  </w:p>
  <w:p w14:paraId="7E589349" w14:textId="3D4248A5" w:rsidR="0027154A" w:rsidRPr="00BD118B" w:rsidRDefault="00586D1C" w:rsidP="006352BA">
    <w:pPr>
      <w:pStyle w:val="PMHeadline1"/>
      <w:spacing w:after="0" w:line="300" w:lineRule="exact"/>
      <w:rPr>
        <w:rFonts w:ascii="Arial" w:hAnsi="Arial" w:cs="Arial"/>
        <w:szCs w:val="20"/>
      </w:rPr>
    </w:pPr>
    <w:r>
      <w:rPr>
        <w:rFonts w:ascii="Arial" w:hAnsi="Arial" w:cs="Arial"/>
        <w:sz w:val="20"/>
        <w:szCs w:val="20"/>
      </w:rPr>
      <w:t>Ihringen</w:t>
    </w:r>
    <w:r w:rsidR="00C05A5A" w:rsidRPr="00BD118B">
      <w:rPr>
        <w:rFonts w:ascii="Arial" w:hAnsi="Arial" w:cs="Arial"/>
        <w:sz w:val="20"/>
        <w:szCs w:val="20"/>
      </w:rPr>
      <w:t xml:space="preserve">, </w:t>
    </w:r>
    <w:r w:rsidR="00381366">
      <w:rPr>
        <w:rFonts w:ascii="Arial" w:hAnsi="Arial" w:cs="Arial"/>
        <w:sz w:val="20"/>
        <w:szCs w:val="20"/>
      </w:rPr>
      <w:t>25.August</w:t>
    </w:r>
    <w:r w:rsidR="003C0A0A">
      <w:rPr>
        <w:rFonts w:ascii="Arial" w:hAnsi="Arial" w:cs="Arial"/>
        <w:sz w:val="20"/>
        <w:szCs w:val="20"/>
      </w:rPr>
      <w:t xml:space="preserve"> </w:t>
    </w:r>
    <w:r w:rsidR="00DB6A0B" w:rsidRPr="00BD118B">
      <w:rPr>
        <w:rFonts w:ascii="Arial" w:hAnsi="Arial" w:cs="Arial"/>
        <w:sz w:val="20"/>
        <w:szCs w:val="20"/>
      </w:rPr>
      <w:t>20</w:t>
    </w:r>
    <w:r w:rsidR="00ED1C59">
      <w:rPr>
        <w:rFonts w:ascii="Arial" w:hAnsi="Arial" w:cs="Arial"/>
        <w:sz w:val="20"/>
        <w:szCs w:val="20"/>
      </w:rPr>
      <w:t>22</w:t>
    </w:r>
  </w:p>
  <w:p w14:paraId="271745D1" w14:textId="77777777" w:rsidR="001A1F1C" w:rsidRPr="007E3E47" w:rsidRDefault="001A1F1C" w:rsidP="008A37C1">
    <w:pPr>
      <w:pStyle w:val="Kopfzeile"/>
      <w:rPr>
        <w:rFonts w:ascii="Hella DIN Universal" w:hAnsi="Hella DIN Universal" w:cs="Hella DIN Universal"/>
        <w:sz w:val="36"/>
        <w:szCs w:val="36"/>
      </w:rPr>
    </w:pPr>
  </w:p>
  <w:p w14:paraId="42DE24CA" w14:textId="77777777" w:rsidR="0027154A" w:rsidRPr="003B3305" w:rsidRDefault="0027154A" w:rsidP="00B35EFA">
    <w:pPr>
      <w:pStyle w:val="Kopfzeile"/>
      <w:spacing w:before="0" w:line="240" w:lineRule="auto"/>
      <w:rPr>
        <w:rFonts w:ascii="Hella DIN Universal Light" w:hAnsi="Hella DIN Universal Light"/>
        <w:sz w:val="24"/>
      </w:rPr>
    </w:pPr>
    <w:r w:rsidRPr="003B3305">
      <w:rPr>
        <w:rFonts w:ascii="Hella DIN Universal Light" w:hAnsi="Hella DIN Universal Light"/>
        <w:sz w:val="24"/>
      </w:rPr>
      <w:tab/>
    </w:r>
  </w:p>
  <w:p w14:paraId="5F362642" w14:textId="77777777" w:rsidR="0027154A" w:rsidRDefault="0027154A" w:rsidP="003857FB">
    <w:pPr>
      <w:pStyle w:val="Kopfzeile"/>
      <w:spacing w:before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79CEB" w14:textId="77777777" w:rsidR="00226D47" w:rsidRDefault="00226D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EE6016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A3C94"/>
    <w:multiLevelType w:val="hybridMultilevel"/>
    <w:tmpl w:val="8062A8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C5C62"/>
    <w:multiLevelType w:val="hybridMultilevel"/>
    <w:tmpl w:val="AA9CC1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B40A07"/>
    <w:multiLevelType w:val="hybridMultilevel"/>
    <w:tmpl w:val="C19E454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4908BD"/>
    <w:multiLevelType w:val="hybridMultilevel"/>
    <w:tmpl w:val="F3324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06C28"/>
    <w:multiLevelType w:val="hybridMultilevel"/>
    <w:tmpl w:val="1A80ECE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90732"/>
    <w:multiLevelType w:val="hybridMultilevel"/>
    <w:tmpl w:val="60586C1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77E59"/>
    <w:multiLevelType w:val="hybridMultilevel"/>
    <w:tmpl w:val="DADCB3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F617A"/>
    <w:multiLevelType w:val="hybridMultilevel"/>
    <w:tmpl w:val="7F660C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E44F63"/>
    <w:multiLevelType w:val="hybridMultilevel"/>
    <w:tmpl w:val="9AAC63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DE41A8"/>
    <w:multiLevelType w:val="hybridMultilevel"/>
    <w:tmpl w:val="1BC4915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A256A"/>
    <w:multiLevelType w:val="hybridMultilevel"/>
    <w:tmpl w:val="06007D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F59E2"/>
    <w:multiLevelType w:val="hybridMultilevel"/>
    <w:tmpl w:val="9B88555C"/>
    <w:lvl w:ilvl="0" w:tplc="59CC5E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9011F"/>
    <w:multiLevelType w:val="hybridMultilevel"/>
    <w:tmpl w:val="67083158"/>
    <w:lvl w:ilvl="0" w:tplc="42DC5E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020AC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8681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13E28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3AA12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044D9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3F6A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B045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FA0F3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50336B"/>
    <w:multiLevelType w:val="hybridMultilevel"/>
    <w:tmpl w:val="7832A8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4000FB"/>
    <w:multiLevelType w:val="hybridMultilevel"/>
    <w:tmpl w:val="7A2C49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267521"/>
    <w:multiLevelType w:val="hybridMultilevel"/>
    <w:tmpl w:val="7C962574"/>
    <w:lvl w:ilvl="0" w:tplc="31526BBC">
      <w:start w:val="1"/>
      <w:numFmt w:val="bullet"/>
      <w:pStyle w:val="PMBullet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4B2D8D"/>
    <w:multiLevelType w:val="hybridMultilevel"/>
    <w:tmpl w:val="5D2CB7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1132861">
    <w:abstractNumId w:val="13"/>
  </w:num>
  <w:num w:numId="2" w16cid:durableId="249585371">
    <w:abstractNumId w:val="5"/>
  </w:num>
  <w:num w:numId="3" w16cid:durableId="203254740">
    <w:abstractNumId w:val="14"/>
  </w:num>
  <w:num w:numId="4" w16cid:durableId="2121756495">
    <w:abstractNumId w:val="0"/>
  </w:num>
  <w:num w:numId="5" w16cid:durableId="1932159109">
    <w:abstractNumId w:val="10"/>
  </w:num>
  <w:num w:numId="6" w16cid:durableId="1666125238">
    <w:abstractNumId w:val="3"/>
  </w:num>
  <w:num w:numId="7" w16cid:durableId="1510828178">
    <w:abstractNumId w:val="6"/>
  </w:num>
  <w:num w:numId="8" w16cid:durableId="939752625">
    <w:abstractNumId w:val="12"/>
  </w:num>
  <w:num w:numId="9" w16cid:durableId="2072074090">
    <w:abstractNumId w:val="7"/>
  </w:num>
  <w:num w:numId="10" w16cid:durableId="37052701">
    <w:abstractNumId w:val="11"/>
  </w:num>
  <w:num w:numId="11" w16cid:durableId="568731260">
    <w:abstractNumId w:val="2"/>
  </w:num>
  <w:num w:numId="12" w16cid:durableId="979965907">
    <w:abstractNumId w:val="9"/>
  </w:num>
  <w:num w:numId="13" w16cid:durableId="967008690">
    <w:abstractNumId w:val="17"/>
  </w:num>
  <w:num w:numId="14" w16cid:durableId="187303614">
    <w:abstractNumId w:val="1"/>
  </w:num>
  <w:num w:numId="15" w16cid:durableId="420299952">
    <w:abstractNumId w:val="15"/>
  </w:num>
  <w:num w:numId="16" w16cid:durableId="666637083">
    <w:abstractNumId w:val="8"/>
  </w:num>
  <w:num w:numId="17" w16cid:durableId="1812597553">
    <w:abstractNumId w:val="16"/>
  </w:num>
  <w:num w:numId="18" w16cid:durableId="1304702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03"/>
    <w:rsid w:val="00001FC9"/>
    <w:rsid w:val="000027BE"/>
    <w:rsid w:val="00003174"/>
    <w:rsid w:val="00005623"/>
    <w:rsid w:val="00006E74"/>
    <w:rsid w:val="000070CF"/>
    <w:rsid w:val="00010110"/>
    <w:rsid w:val="000101A4"/>
    <w:rsid w:val="0001076C"/>
    <w:rsid w:val="00010F1D"/>
    <w:rsid w:val="00012159"/>
    <w:rsid w:val="000126FC"/>
    <w:rsid w:val="00013E03"/>
    <w:rsid w:val="00014CEB"/>
    <w:rsid w:val="0001663F"/>
    <w:rsid w:val="00017110"/>
    <w:rsid w:val="000171E7"/>
    <w:rsid w:val="00020638"/>
    <w:rsid w:val="00020898"/>
    <w:rsid w:val="00020942"/>
    <w:rsid w:val="00020B3B"/>
    <w:rsid w:val="00021396"/>
    <w:rsid w:val="00021858"/>
    <w:rsid w:val="00024BC7"/>
    <w:rsid w:val="0002534B"/>
    <w:rsid w:val="00026CBF"/>
    <w:rsid w:val="00030B3A"/>
    <w:rsid w:val="00030FF9"/>
    <w:rsid w:val="00031FAF"/>
    <w:rsid w:val="00033780"/>
    <w:rsid w:val="0003470D"/>
    <w:rsid w:val="00036415"/>
    <w:rsid w:val="00036B21"/>
    <w:rsid w:val="00036B67"/>
    <w:rsid w:val="00036F0A"/>
    <w:rsid w:val="000378FD"/>
    <w:rsid w:val="00037ABE"/>
    <w:rsid w:val="00037B1C"/>
    <w:rsid w:val="00040A2E"/>
    <w:rsid w:val="00041555"/>
    <w:rsid w:val="000416A1"/>
    <w:rsid w:val="00041700"/>
    <w:rsid w:val="00041BC9"/>
    <w:rsid w:val="000432EF"/>
    <w:rsid w:val="000434E6"/>
    <w:rsid w:val="00043958"/>
    <w:rsid w:val="000449B9"/>
    <w:rsid w:val="000459F6"/>
    <w:rsid w:val="00046191"/>
    <w:rsid w:val="0004630B"/>
    <w:rsid w:val="000464B0"/>
    <w:rsid w:val="000466B4"/>
    <w:rsid w:val="00046F13"/>
    <w:rsid w:val="000476C8"/>
    <w:rsid w:val="00047A9D"/>
    <w:rsid w:val="00047EBD"/>
    <w:rsid w:val="000508A4"/>
    <w:rsid w:val="00050EA3"/>
    <w:rsid w:val="00051431"/>
    <w:rsid w:val="00051D1D"/>
    <w:rsid w:val="0005248F"/>
    <w:rsid w:val="00053819"/>
    <w:rsid w:val="00054422"/>
    <w:rsid w:val="00055EAE"/>
    <w:rsid w:val="00061134"/>
    <w:rsid w:val="00061C71"/>
    <w:rsid w:val="00063773"/>
    <w:rsid w:val="000646F1"/>
    <w:rsid w:val="000647C6"/>
    <w:rsid w:val="00065738"/>
    <w:rsid w:val="00066919"/>
    <w:rsid w:val="00066DA5"/>
    <w:rsid w:val="00067A35"/>
    <w:rsid w:val="00067B4F"/>
    <w:rsid w:val="00070EBD"/>
    <w:rsid w:val="0007331A"/>
    <w:rsid w:val="0007413E"/>
    <w:rsid w:val="00074DF5"/>
    <w:rsid w:val="00075E10"/>
    <w:rsid w:val="00080192"/>
    <w:rsid w:val="00080279"/>
    <w:rsid w:val="00081511"/>
    <w:rsid w:val="00081B16"/>
    <w:rsid w:val="00082361"/>
    <w:rsid w:val="00082D79"/>
    <w:rsid w:val="00083987"/>
    <w:rsid w:val="0008427E"/>
    <w:rsid w:val="00085F21"/>
    <w:rsid w:val="000865CF"/>
    <w:rsid w:val="000873CF"/>
    <w:rsid w:val="00091B89"/>
    <w:rsid w:val="00091C7D"/>
    <w:rsid w:val="00092BF3"/>
    <w:rsid w:val="00092C47"/>
    <w:rsid w:val="00093E28"/>
    <w:rsid w:val="000948E1"/>
    <w:rsid w:val="000960F1"/>
    <w:rsid w:val="00097381"/>
    <w:rsid w:val="000A1527"/>
    <w:rsid w:val="000A1A59"/>
    <w:rsid w:val="000A2F4C"/>
    <w:rsid w:val="000A351D"/>
    <w:rsid w:val="000A36D7"/>
    <w:rsid w:val="000A5BCB"/>
    <w:rsid w:val="000A641D"/>
    <w:rsid w:val="000B0BC8"/>
    <w:rsid w:val="000B13DF"/>
    <w:rsid w:val="000B1622"/>
    <w:rsid w:val="000B183C"/>
    <w:rsid w:val="000B1C11"/>
    <w:rsid w:val="000B4798"/>
    <w:rsid w:val="000B4A78"/>
    <w:rsid w:val="000B4C44"/>
    <w:rsid w:val="000B514D"/>
    <w:rsid w:val="000B5986"/>
    <w:rsid w:val="000B6352"/>
    <w:rsid w:val="000B7E67"/>
    <w:rsid w:val="000C057A"/>
    <w:rsid w:val="000C1A67"/>
    <w:rsid w:val="000C22BD"/>
    <w:rsid w:val="000C37AC"/>
    <w:rsid w:val="000C4C4E"/>
    <w:rsid w:val="000C5326"/>
    <w:rsid w:val="000C5925"/>
    <w:rsid w:val="000C632C"/>
    <w:rsid w:val="000C6840"/>
    <w:rsid w:val="000C6BF9"/>
    <w:rsid w:val="000C6E30"/>
    <w:rsid w:val="000C74B1"/>
    <w:rsid w:val="000D1156"/>
    <w:rsid w:val="000D1479"/>
    <w:rsid w:val="000D1A6C"/>
    <w:rsid w:val="000D2576"/>
    <w:rsid w:val="000D2DB0"/>
    <w:rsid w:val="000D329A"/>
    <w:rsid w:val="000D56BA"/>
    <w:rsid w:val="000D5C63"/>
    <w:rsid w:val="000D68C3"/>
    <w:rsid w:val="000D7011"/>
    <w:rsid w:val="000E0170"/>
    <w:rsid w:val="000E0AF4"/>
    <w:rsid w:val="000E1F4E"/>
    <w:rsid w:val="000E262C"/>
    <w:rsid w:val="000E26A7"/>
    <w:rsid w:val="000E2D3F"/>
    <w:rsid w:val="000E30AC"/>
    <w:rsid w:val="000E3825"/>
    <w:rsid w:val="000E4B2B"/>
    <w:rsid w:val="000E5061"/>
    <w:rsid w:val="000E52D1"/>
    <w:rsid w:val="000E5C67"/>
    <w:rsid w:val="000E5D36"/>
    <w:rsid w:val="000E601E"/>
    <w:rsid w:val="000E6A53"/>
    <w:rsid w:val="000F0AAA"/>
    <w:rsid w:val="000F1193"/>
    <w:rsid w:val="000F21CD"/>
    <w:rsid w:val="000F340A"/>
    <w:rsid w:val="000F378E"/>
    <w:rsid w:val="000F4068"/>
    <w:rsid w:val="000F5BD2"/>
    <w:rsid w:val="001008AA"/>
    <w:rsid w:val="001011BE"/>
    <w:rsid w:val="00106EAE"/>
    <w:rsid w:val="001071FB"/>
    <w:rsid w:val="001071FF"/>
    <w:rsid w:val="00107352"/>
    <w:rsid w:val="00111910"/>
    <w:rsid w:val="001148B6"/>
    <w:rsid w:val="00116D0A"/>
    <w:rsid w:val="00117D78"/>
    <w:rsid w:val="00122F8A"/>
    <w:rsid w:val="001230C4"/>
    <w:rsid w:val="00123745"/>
    <w:rsid w:val="00123880"/>
    <w:rsid w:val="00123920"/>
    <w:rsid w:val="001239F8"/>
    <w:rsid w:val="00124112"/>
    <w:rsid w:val="0012467B"/>
    <w:rsid w:val="00124893"/>
    <w:rsid w:val="001262CD"/>
    <w:rsid w:val="001267DF"/>
    <w:rsid w:val="00127569"/>
    <w:rsid w:val="00130AB0"/>
    <w:rsid w:val="001314EC"/>
    <w:rsid w:val="0013404B"/>
    <w:rsid w:val="00134B2F"/>
    <w:rsid w:val="001365D7"/>
    <w:rsid w:val="0013671D"/>
    <w:rsid w:val="001373D5"/>
    <w:rsid w:val="00137A2D"/>
    <w:rsid w:val="00137DC7"/>
    <w:rsid w:val="00142677"/>
    <w:rsid w:val="00143701"/>
    <w:rsid w:val="0014385B"/>
    <w:rsid w:val="00143BE5"/>
    <w:rsid w:val="00144499"/>
    <w:rsid w:val="001462FC"/>
    <w:rsid w:val="00147D76"/>
    <w:rsid w:val="0015102F"/>
    <w:rsid w:val="00151848"/>
    <w:rsid w:val="00151FCA"/>
    <w:rsid w:val="00152276"/>
    <w:rsid w:val="00157A44"/>
    <w:rsid w:val="001601EF"/>
    <w:rsid w:val="00160FE0"/>
    <w:rsid w:val="00161C60"/>
    <w:rsid w:val="0016285B"/>
    <w:rsid w:val="00162CF3"/>
    <w:rsid w:val="001633D3"/>
    <w:rsid w:val="0016433F"/>
    <w:rsid w:val="00164BAD"/>
    <w:rsid w:val="00164C21"/>
    <w:rsid w:val="00166CE7"/>
    <w:rsid w:val="00167917"/>
    <w:rsid w:val="00167E18"/>
    <w:rsid w:val="001707A9"/>
    <w:rsid w:val="00172887"/>
    <w:rsid w:val="001728AC"/>
    <w:rsid w:val="001749DF"/>
    <w:rsid w:val="00174A68"/>
    <w:rsid w:val="00176653"/>
    <w:rsid w:val="00177E9B"/>
    <w:rsid w:val="00180564"/>
    <w:rsid w:val="00180860"/>
    <w:rsid w:val="001823EF"/>
    <w:rsid w:val="00182BF5"/>
    <w:rsid w:val="00184A31"/>
    <w:rsid w:val="001867BA"/>
    <w:rsid w:val="0019009B"/>
    <w:rsid w:val="00190A5F"/>
    <w:rsid w:val="00190B04"/>
    <w:rsid w:val="00193883"/>
    <w:rsid w:val="001951D1"/>
    <w:rsid w:val="001965E1"/>
    <w:rsid w:val="001970A9"/>
    <w:rsid w:val="0019735B"/>
    <w:rsid w:val="00197615"/>
    <w:rsid w:val="00197AB3"/>
    <w:rsid w:val="001A01E0"/>
    <w:rsid w:val="001A1F1C"/>
    <w:rsid w:val="001A21B1"/>
    <w:rsid w:val="001A272B"/>
    <w:rsid w:val="001A34A9"/>
    <w:rsid w:val="001A3A8D"/>
    <w:rsid w:val="001A5063"/>
    <w:rsid w:val="001A5712"/>
    <w:rsid w:val="001A6066"/>
    <w:rsid w:val="001A7AA6"/>
    <w:rsid w:val="001B0138"/>
    <w:rsid w:val="001B0D0E"/>
    <w:rsid w:val="001B1EFB"/>
    <w:rsid w:val="001B2934"/>
    <w:rsid w:val="001B2A98"/>
    <w:rsid w:val="001B3328"/>
    <w:rsid w:val="001B40C0"/>
    <w:rsid w:val="001B4480"/>
    <w:rsid w:val="001B4D02"/>
    <w:rsid w:val="001B5EFF"/>
    <w:rsid w:val="001B64F0"/>
    <w:rsid w:val="001B747F"/>
    <w:rsid w:val="001C31CB"/>
    <w:rsid w:val="001C6762"/>
    <w:rsid w:val="001C6774"/>
    <w:rsid w:val="001C7620"/>
    <w:rsid w:val="001D0FD2"/>
    <w:rsid w:val="001D195A"/>
    <w:rsid w:val="001D1F5E"/>
    <w:rsid w:val="001D31F0"/>
    <w:rsid w:val="001D3ABA"/>
    <w:rsid w:val="001D3D23"/>
    <w:rsid w:val="001D4E05"/>
    <w:rsid w:val="001D568C"/>
    <w:rsid w:val="001D60CD"/>
    <w:rsid w:val="001D6628"/>
    <w:rsid w:val="001E14B3"/>
    <w:rsid w:val="001E14DA"/>
    <w:rsid w:val="001E24F3"/>
    <w:rsid w:val="001E3564"/>
    <w:rsid w:val="001E5FA7"/>
    <w:rsid w:val="001E6387"/>
    <w:rsid w:val="001E68D2"/>
    <w:rsid w:val="001E6E03"/>
    <w:rsid w:val="001E7219"/>
    <w:rsid w:val="001E76A0"/>
    <w:rsid w:val="001F0AE4"/>
    <w:rsid w:val="001F16A4"/>
    <w:rsid w:val="001F563F"/>
    <w:rsid w:val="001F6471"/>
    <w:rsid w:val="001F6AC5"/>
    <w:rsid w:val="001F779E"/>
    <w:rsid w:val="002016EA"/>
    <w:rsid w:val="002017D4"/>
    <w:rsid w:val="0020197D"/>
    <w:rsid w:val="00204AFC"/>
    <w:rsid w:val="00205A4F"/>
    <w:rsid w:val="00205F20"/>
    <w:rsid w:val="00212A09"/>
    <w:rsid w:val="00213242"/>
    <w:rsid w:val="002135D8"/>
    <w:rsid w:val="00213D76"/>
    <w:rsid w:val="00213D8B"/>
    <w:rsid w:val="00214821"/>
    <w:rsid w:val="00216483"/>
    <w:rsid w:val="00220837"/>
    <w:rsid w:val="002209DD"/>
    <w:rsid w:val="00220ADA"/>
    <w:rsid w:val="00221C62"/>
    <w:rsid w:val="00223679"/>
    <w:rsid w:val="002238B0"/>
    <w:rsid w:val="00223984"/>
    <w:rsid w:val="00224391"/>
    <w:rsid w:val="002252BF"/>
    <w:rsid w:val="0022556A"/>
    <w:rsid w:val="00225A12"/>
    <w:rsid w:val="00226B9C"/>
    <w:rsid w:val="00226D47"/>
    <w:rsid w:val="002307DC"/>
    <w:rsid w:val="00230D15"/>
    <w:rsid w:val="00232D60"/>
    <w:rsid w:val="00233F63"/>
    <w:rsid w:val="00234513"/>
    <w:rsid w:val="002347B9"/>
    <w:rsid w:val="0023490B"/>
    <w:rsid w:val="0023498E"/>
    <w:rsid w:val="00235B54"/>
    <w:rsid w:val="0023672E"/>
    <w:rsid w:val="00236C36"/>
    <w:rsid w:val="0023705D"/>
    <w:rsid w:val="00240A57"/>
    <w:rsid w:val="002425CE"/>
    <w:rsid w:val="00242CC2"/>
    <w:rsid w:val="00242EF1"/>
    <w:rsid w:val="00243E17"/>
    <w:rsid w:val="00244A07"/>
    <w:rsid w:val="00244B33"/>
    <w:rsid w:val="00245001"/>
    <w:rsid w:val="002456F8"/>
    <w:rsid w:val="00245C9B"/>
    <w:rsid w:val="00246336"/>
    <w:rsid w:val="002470BF"/>
    <w:rsid w:val="002506C3"/>
    <w:rsid w:val="00250855"/>
    <w:rsid w:val="002508A4"/>
    <w:rsid w:val="00250DA1"/>
    <w:rsid w:val="00251D04"/>
    <w:rsid w:val="00254BE1"/>
    <w:rsid w:val="0025581B"/>
    <w:rsid w:val="00255C49"/>
    <w:rsid w:val="0025603F"/>
    <w:rsid w:val="00257364"/>
    <w:rsid w:val="00257C65"/>
    <w:rsid w:val="0026134B"/>
    <w:rsid w:val="00261647"/>
    <w:rsid w:val="002617CB"/>
    <w:rsid w:val="00263316"/>
    <w:rsid w:val="002633CC"/>
    <w:rsid w:val="00266425"/>
    <w:rsid w:val="00266618"/>
    <w:rsid w:val="0026674E"/>
    <w:rsid w:val="00270355"/>
    <w:rsid w:val="00270BAB"/>
    <w:rsid w:val="0027154A"/>
    <w:rsid w:val="0027218C"/>
    <w:rsid w:val="002721DD"/>
    <w:rsid w:val="0027259C"/>
    <w:rsid w:val="00273349"/>
    <w:rsid w:val="00275B52"/>
    <w:rsid w:val="00275CC8"/>
    <w:rsid w:val="00275FA9"/>
    <w:rsid w:val="00280443"/>
    <w:rsid w:val="002812A9"/>
    <w:rsid w:val="00281A6E"/>
    <w:rsid w:val="00281D04"/>
    <w:rsid w:val="002834B5"/>
    <w:rsid w:val="0028451E"/>
    <w:rsid w:val="002857F5"/>
    <w:rsid w:val="00285B52"/>
    <w:rsid w:val="002862AD"/>
    <w:rsid w:val="002869CA"/>
    <w:rsid w:val="00287BD2"/>
    <w:rsid w:val="00293715"/>
    <w:rsid w:val="0029395E"/>
    <w:rsid w:val="002942BC"/>
    <w:rsid w:val="00294651"/>
    <w:rsid w:val="00294CF9"/>
    <w:rsid w:val="00295600"/>
    <w:rsid w:val="00295A07"/>
    <w:rsid w:val="00296643"/>
    <w:rsid w:val="002A152F"/>
    <w:rsid w:val="002A18EF"/>
    <w:rsid w:val="002A1F93"/>
    <w:rsid w:val="002A2DE5"/>
    <w:rsid w:val="002A2FFF"/>
    <w:rsid w:val="002A34E9"/>
    <w:rsid w:val="002A3652"/>
    <w:rsid w:val="002A3B5E"/>
    <w:rsid w:val="002A538C"/>
    <w:rsid w:val="002A6382"/>
    <w:rsid w:val="002A6A24"/>
    <w:rsid w:val="002B017A"/>
    <w:rsid w:val="002B0591"/>
    <w:rsid w:val="002B57CE"/>
    <w:rsid w:val="002B698E"/>
    <w:rsid w:val="002B788C"/>
    <w:rsid w:val="002C0AE0"/>
    <w:rsid w:val="002C1323"/>
    <w:rsid w:val="002C1AA1"/>
    <w:rsid w:val="002C1BAD"/>
    <w:rsid w:val="002C33E1"/>
    <w:rsid w:val="002C3F6A"/>
    <w:rsid w:val="002C4EF7"/>
    <w:rsid w:val="002C63BA"/>
    <w:rsid w:val="002C76BF"/>
    <w:rsid w:val="002D0BAA"/>
    <w:rsid w:val="002D1515"/>
    <w:rsid w:val="002D3A2D"/>
    <w:rsid w:val="002D4FF2"/>
    <w:rsid w:val="002D5326"/>
    <w:rsid w:val="002D5EA1"/>
    <w:rsid w:val="002D6209"/>
    <w:rsid w:val="002D6615"/>
    <w:rsid w:val="002D7586"/>
    <w:rsid w:val="002D75D7"/>
    <w:rsid w:val="002E0725"/>
    <w:rsid w:val="002E1111"/>
    <w:rsid w:val="002E134E"/>
    <w:rsid w:val="002E2527"/>
    <w:rsid w:val="002E26F6"/>
    <w:rsid w:val="002E2CD1"/>
    <w:rsid w:val="002E2EE4"/>
    <w:rsid w:val="002E41FE"/>
    <w:rsid w:val="002E508C"/>
    <w:rsid w:val="002E6E11"/>
    <w:rsid w:val="002E6FC2"/>
    <w:rsid w:val="002E7CE9"/>
    <w:rsid w:val="002F013B"/>
    <w:rsid w:val="002F2448"/>
    <w:rsid w:val="002F2E9C"/>
    <w:rsid w:val="002F3334"/>
    <w:rsid w:val="002F4A29"/>
    <w:rsid w:val="002F60A2"/>
    <w:rsid w:val="002F6129"/>
    <w:rsid w:val="002F6E8A"/>
    <w:rsid w:val="002F718E"/>
    <w:rsid w:val="002F7559"/>
    <w:rsid w:val="00300206"/>
    <w:rsid w:val="00301027"/>
    <w:rsid w:val="003018DF"/>
    <w:rsid w:val="00304085"/>
    <w:rsid w:val="003046B1"/>
    <w:rsid w:val="00305F35"/>
    <w:rsid w:val="0030694C"/>
    <w:rsid w:val="00310853"/>
    <w:rsid w:val="00310E20"/>
    <w:rsid w:val="00311715"/>
    <w:rsid w:val="00312079"/>
    <w:rsid w:val="00312F4C"/>
    <w:rsid w:val="00313C44"/>
    <w:rsid w:val="00313EB9"/>
    <w:rsid w:val="00314B65"/>
    <w:rsid w:val="003168BE"/>
    <w:rsid w:val="00320438"/>
    <w:rsid w:val="003207D7"/>
    <w:rsid w:val="003216F2"/>
    <w:rsid w:val="0032177E"/>
    <w:rsid w:val="00321A9B"/>
    <w:rsid w:val="00321F06"/>
    <w:rsid w:val="003229A3"/>
    <w:rsid w:val="00322DBA"/>
    <w:rsid w:val="003237FF"/>
    <w:rsid w:val="00325F2A"/>
    <w:rsid w:val="00326E2A"/>
    <w:rsid w:val="00326E42"/>
    <w:rsid w:val="00327102"/>
    <w:rsid w:val="00327FA9"/>
    <w:rsid w:val="0033009E"/>
    <w:rsid w:val="00331499"/>
    <w:rsid w:val="00331BA4"/>
    <w:rsid w:val="00333AC3"/>
    <w:rsid w:val="00335098"/>
    <w:rsid w:val="0033601D"/>
    <w:rsid w:val="00336C96"/>
    <w:rsid w:val="0034129B"/>
    <w:rsid w:val="00342665"/>
    <w:rsid w:val="00342BD7"/>
    <w:rsid w:val="00342DC3"/>
    <w:rsid w:val="003433A5"/>
    <w:rsid w:val="00343863"/>
    <w:rsid w:val="00345A1D"/>
    <w:rsid w:val="00345FFA"/>
    <w:rsid w:val="00346739"/>
    <w:rsid w:val="003472D4"/>
    <w:rsid w:val="00347922"/>
    <w:rsid w:val="00350314"/>
    <w:rsid w:val="00350D5A"/>
    <w:rsid w:val="00350DA4"/>
    <w:rsid w:val="00350EDE"/>
    <w:rsid w:val="00351035"/>
    <w:rsid w:val="003524B9"/>
    <w:rsid w:val="00352B0C"/>
    <w:rsid w:val="003532F5"/>
    <w:rsid w:val="0035398D"/>
    <w:rsid w:val="0035426F"/>
    <w:rsid w:val="003542A3"/>
    <w:rsid w:val="003549C0"/>
    <w:rsid w:val="003551D4"/>
    <w:rsid w:val="00356915"/>
    <w:rsid w:val="00361BE2"/>
    <w:rsid w:val="00361F7D"/>
    <w:rsid w:val="0036200C"/>
    <w:rsid w:val="003620B1"/>
    <w:rsid w:val="00362A1F"/>
    <w:rsid w:val="00362B4E"/>
    <w:rsid w:val="003655FA"/>
    <w:rsid w:val="003656C3"/>
    <w:rsid w:val="00365DE9"/>
    <w:rsid w:val="00366170"/>
    <w:rsid w:val="0036637F"/>
    <w:rsid w:val="00366C08"/>
    <w:rsid w:val="00366CF3"/>
    <w:rsid w:val="00366DBB"/>
    <w:rsid w:val="00366EB8"/>
    <w:rsid w:val="00367124"/>
    <w:rsid w:val="003712E8"/>
    <w:rsid w:val="00372EC9"/>
    <w:rsid w:val="00375B48"/>
    <w:rsid w:val="003773B5"/>
    <w:rsid w:val="003804FA"/>
    <w:rsid w:val="00381147"/>
    <w:rsid w:val="00381366"/>
    <w:rsid w:val="00381938"/>
    <w:rsid w:val="00383A66"/>
    <w:rsid w:val="003847EC"/>
    <w:rsid w:val="003847FA"/>
    <w:rsid w:val="003857FB"/>
    <w:rsid w:val="003872ED"/>
    <w:rsid w:val="0038731E"/>
    <w:rsid w:val="003874B4"/>
    <w:rsid w:val="00387F32"/>
    <w:rsid w:val="00387FBD"/>
    <w:rsid w:val="00392CB2"/>
    <w:rsid w:val="00392DA6"/>
    <w:rsid w:val="00393603"/>
    <w:rsid w:val="00396AD4"/>
    <w:rsid w:val="003A0A94"/>
    <w:rsid w:val="003A191E"/>
    <w:rsid w:val="003A203D"/>
    <w:rsid w:val="003A3201"/>
    <w:rsid w:val="003A3E40"/>
    <w:rsid w:val="003A4B12"/>
    <w:rsid w:val="003A4BCB"/>
    <w:rsid w:val="003A4C95"/>
    <w:rsid w:val="003A5F5D"/>
    <w:rsid w:val="003A6844"/>
    <w:rsid w:val="003A7473"/>
    <w:rsid w:val="003A7E74"/>
    <w:rsid w:val="003B01F7"/>
    <w:rsid w:val="003B0306"/>
    <w:rsid w:val="003B05CE"/>
    <w:rsid w:val="003B0917"/>
    <w:rsid w:val="003B19FE"/>
    <w:rsid w:val="003B25FF"/>
    <w:rsid w:val="003B289B"/>
    <w:rsid w:val="003B3305"/>
    <w:rsid w:val="003B411A"/>
    <w:rsid w:val="003B4A48"/>
    <w:rsid w:val="003B5688"/>
    <w:rsid w:val="003B5F65"/>
    <w:rsid w:val="003B6B78"/>
    <w:rsid w:val="003B7270"/>
    <w:rsid w:val="003B7A25"/>
    <w:rsid w:val="003C0A0A"/>
    <w:rsid w:val="003C17FF"/>
    <w:rsid w:val="003C1C8B"/>
    <w:rsid w:val="003C1CDE"/>
    <w:rsid w:val="003C2278"/>
    <w:rsid w:val="003C23CF"/>
    <w:rsid w:val="003C2E8F"/>
    <w:rsid w:val="003C4C19"/>
    <w:rsid w:val="003C500A"/>
    <w:rsid w:val="003C6A2F"/>
    <w:rsid w:val="003C6E6F"/>
    <w:rsid w:val="003C7076"/>
    <w:rsid w:val="003C7845"/>
    <w:rsid w:val="003C7D74"/>
    <w:rsid w:val="003D24BD"/>
    <w:rsid w:val="003D2BC9"/>
    <w:rsid w:val="003D35FC"/>
    <w:rsid w:val="003D37E0"/>
    <w:rsid w:val="003D4130"/>
    <w:rsid w:val="003D5711"/>
    <w:rsid w:val="003D66D9"/>
    <w:rsid w:val="003D7720"/>
    <w:rsid w:val="003D7E16"/>
    <w:rsid w:val="003E118E"/>
    <w:rsid w:val="003E15F2"/>
    <w:rsid w:val="003E18A6"/>
    <w:rsid w:val="003E1C2E"/>
    <w:rsid w:val="003E2B79"/>
    <w:rsid w:val="003E4151"/>
    <w:rsid w:val="003E42C5"/>
    <w:rsid w:val="003E5937"/>
    <w:rsid w:val="003E630A"/>
    <w:rsid w:val="003E708C"/>
    <w:rsid w:val="003E73FC"/>
    <w:rsid w:val="003F0510"/>
    <w:rsid w:val="003F2088"/>
    <w:rsid w:val="003F2D9C"/>
    <w:rsid w:val="003F7086"/>
    <w:rsid w:val="004007CA"/>
    <w:rsid w:val="004015D7"/>
    <w:rsid w:val="004025A0"/>
    <w:rsid w:val="00402B2B"/>
    <w:rsid w:val="00403016"/>
    <w:rsid w:val="00404410"/>
    <w:rsid w:val="00405A3C"/>
    <w:rsid w:val="00405EA1"/>
    <w:rsid w:val="0040785C"/>
    <w:rsid w:val="0040787D"/>
    <w:rsid w:val="00407EB4"/>
    <w:rsid w:val="00410B72"/>
    <w:rsid w:val="004117D7"/>
    <w:rsid w:val="00411ED7"/>
    <w:rsid w:val="004128AB"/>
    <w:rsid w:val="00412FFA"/>
    <w:rsid w:val="004157EF"/>
    <w:rsid w:val="00416570"/>
    <w:rsid w:val="0041663F"/>
    <w:rsid w:val="00417564"/>
    <w:rsid w:val="0042030E"/>
    <w:rsid w:val="00420B12"/>
    <w:rsid w:val="0042116D"/>
    <w:rsid w:val="00424213"/>
    <w:rsid w:val="00424D6E"/>
    <w:rsid w:val="004258FC"/>
    <w:rsid w:val="00427453"/>
    <w:rsid w:val="00427D16"/>
    <w:rsid w:val="00430FEE"/>
    <w:rsid w:val="00431036"/>
    <w:rsid w:val="00432AF8"/>
    <w:rsid w:val="00433E1D"/>
    <w:rsid w:val="0043449C"/>
    <w:rsid w:val="00435894"/>
    <w:rsid w:val="00435F9D"/>
    <w:rsid w:val="00436CC4"/>
    <w:rsid w:val="00436D34"/>
    <w:rsid w:val="004378B0"/>
    <w:rsid w:val="00437A6A"/>
    <w:rsid w:val="00440D87"/>
    <w:rsid w:val="004437E4"/>
    <w:rsid w:val="00444BA5"/>
    <w:rsid w:val="004507C5"/>
    <w:rsid w:val="004508C0"/>
    <w:rsid w:val="00450A8A"/>
    <w:rsid w:val="00450A99"/>
    <w:rsid w:val="00453903"/>
    <w:rsid w:val="0045433B"/>
    <w:rsid w:val="00454C03"/>
    <w:rsid w:val="00454CD9"/>
    <w:rsid w:val="00455488"/>
    <w:rsid w:val="00455B19"/>
    <w:rsid w:val="0045798C"/>
    <w:rsid w:val="0046153A"/>
    <w:rsid w:val="00461A2B"/>
    <w:rsid w:val="00461C21"/>
    <w:rsid w:val="0046360D"/>
    <w:rsid w:val="00463FE8"/>
    <w:rsid w:val="0046486A"/>
    <w:rsid w:val="00465200"/>
    <w:rsid w:val="004656AE"/>
    <w:rsid w:val="00466997"/>
    <w:rsid w:val="00466C3E"/>
    <w:rsid w:val="00467B93"/>
    <w:rsid w:val="0047370C"/>
    <w:rsid w:val="00473FA3"/>
    <w:rsid w:val="004744A1"/>
    <w:rsid w:val="00474ED5"/>
    <w:rsid w:val="004755A2"/>
    <w:rsid w:val="0047640C"/>
    <w:rsid w:val="004808DF"/>
    <w:rsid w:val="004808E4"/>
    <w:rsid w:val="00481398"/>
    <w:rsid w:val="00481D47"/>
    <w:rsid w:val="00482F73"/>
    <w:rsid w:val="00484BF4"/>
    <w:rsid w:val="00487010"/>
    <w:rsid w:val="00491C27"/>
    <w:rsid w:val="00491F2E"/>
    <w:rsid w:val="00494C88"/>
    <w:rsid w:val="0049500A"/>
    <w:rsid w:val="0049604C"/>
    <w:rsid w:val="00496140"/>
    <w:rsid w:val="00497822"/>
    <w:rsid w:val="00497A87"/>
    <w:rsid w:val="004A0575"/>
    <w:rsid w:val="004A2322"/>
    <w:rsid w:val="004A25E7"/>
    <w:rsid w:val="004A3EC7"/>
    <w:rsid w:val="004A4D76"/>
    <w:rsid w:val="004A564B"/>
    <w:rsid w:val="004A5730"/>
    <w:rsid w:val="004A786C"/>
    <w:rsid w:val="004A7D28"/>
    <w:rsid w:val="004B02F5"/>
    <w:rsid w:val="004B0B3F"/>
    <w:rsid w:val="004B1A2B"/>
    <w:rsid w:val="004B1DBF"/>
    <w:rsid w:val="004B54C4"/>
    <w:rsid w:val="004B592E"/>
    <w:rsid w:val="004B5CC1"/>
    <w:rsid w:val="004B6C07"/>
    <w:rsid w:val="004B6C66"/>
    <w:rsid w:val="004B725E"/>
    <w:rsid w:val="004C0384"/>
    <w:rsid w:val="004C133E"/>
    <w:rsid w:val="004C2911"/>
    <w:rsid w:val="004C2FAE"/>
    <w:rsid w:val="004C344B"/>
    <w:rsid w:val="004C3620"/>
    <w:rsid w:val="004C3837"/>
    <w:rsid w:val="004C5DA5"/>
    <w:rsid w:val="004D0883"/>
    <w:rsid w:val="004D2891"/>
    <w:rsid w:val="004D2A09"/>
    <w:rsid w:val="004D448C"/>
    <w:rsid w:val="004D4698"/>
    <w:rsid w:val="004D4A80"/>
    <w:rsid w:val="004D4AC1"/>
    <w:rsid w:val="004D4C3E"/>
    <w:rsid w:val="004D7697"/>
    <w:rsid w:val="004D7873"/>
    <w:rsid w:val="004E0561"/>
    <w:rsid w:val="004E062F"/>
    <w:rsid w:val="004E130D"/>
    <w:rsid w:val="004E2484"/>
    <w:rsid w:val="004E2E35"/>
    <w:rsid w:val="004E3ECD"/>
    <w:rsid w:val="004E44E6"/>
    <w:rsid w:val="004E4D06"/>
    <w:rsid w:val="004E53BE"/>
    <w:rsid w:val="004E59CE"/>
    <w:rsid w:val="004E5E5F"/>
    <w:rsid w:val="004E78B9"/>
    <w:rsid w:val="004E7C10"/>
    <w:rsid w:val="004F088B"/>
    <w:rsid w:val="004F19CD"/>
    <w:rsid w:val="004F1D4C"/>
    <w:rsid w:val="004F3E9C"/>
    <w:rsid w:val="004F49C1"/>
    <w:rsid w:val="004F5216"/>
    <w:rsid w:val="004F55CB"/>
    <w:rsid w:val="004F6616"/>
    <w:rsid w:val="004F6B13"/>
    <w:rsid w:val="004F6E67"/>
    <w:rsid w:val="0050010D"/>
    <w:rsid w:val="00502647"/>
    <w:rsid w:val="00506CA1"/>
    <w:rsid w:val="005073E1"/>
    <w:rsid w:val="00507552"/>
    <w:rsid w:val="00507812"/>
    <w:rsid w:val="005078AC"/>
    <w:rsid w:val="00510D89"/>
    <w:rsid w:val="00511208"/>
    <w:rsid w:val="00511831"/>
    <w:rsid w:val="00511CB9"/>
    <w:rsid w:val="00511F40"/>
    <w:rsid w:val="0051337E"/>
    <w:rsid w:val="00514E7B"/>
    <w:rsid w:val="00515529"/>
    <w:rsid w:val="00516DC3"/>
    <w:rsid w:val="005203D4"/>
    <w:rsid w:val="00521643"/>
    <w:rsid w:val="00521722"/>
    <w:rsid w:val="00521A9F"/>
    <w:rsid w:val="0052212F"/>
    <w:rsid w:val="0052214E"/>
    <w:rsid w:val="00522340"/>
    <w:rsid w:val="0052360E"/>
    <w:rsid w:val="00523787"/>
    <w:rsid w:val="0052493F"/>
    <w:rsid w:val="00524B49"/>
    <w:rsid w:val="00525E2C"/>
    <w:rsid w:val="005261BA"/>
    <w:rsid w:val="0052662A"/>
    <w:rsid w:val="00530610"/>
    <w:rsid w:val="005314F6"/>
    <w:rsid w:val="00531998"/>
    <w:rsid w:val="00531D88"/>
    <w:rsid w:val="00532AD4"/>
    <w:rsid w:val="00533F21"/>
    <w:rsid w:val="005350EE"/>
    <w:rsid w:val="00535C26"/>
    <w:rsid w:val="0053665F"/>
    <w:rsid w:val="00536773"/>
    <w:rsid w:val="005368AA"/>
    <w:rsid w:val="0054155E"/>
    <w:rsid w:val="00542663"/>
    <w:rsid w:val="0054296B"/>
    <w:rsid w:val="00542ECB"/>
    <w:rsid w:val="00545784"/>
    <w:rsid w:val="00545B81"/>
    <w:rsid w:val="00546CC2"/>
    <w:rsid w:val="005507FE"/>
    <w:rsid w:val="00550CDC"/>
    <w:rsid w:val="00551024"/>
    <w:rsid w:val="00551480"/>
    <w:rsid w:val="00554803"/>
    <w:rsid w:val="0055619F"/>
    <w:rsid w:val="0055620C"/>
    <w:rsid w:val="00556C8E"/>
    <w:rsid w:val="005617FE"/>
    <w:rsid w:val="00561FA3"/>
    <w:rsid w:val="005633A4"/>
    <w:rsid w:val="0056342A"/>
    <w:rsid w:val="005657A9"/>
    <w:rsid w:val="00565C6C"/>
    <w:rsid w:val="00565EB1"/>
    <w:rsid w:val="005660A1"/>
    <w:rsid w:val="005661C7"/>
    <w:rsid w:val="005666AC"/>
    <w:rsid w:val="005669BC"/>
    <w:rsid w:val="00567F39"/>
    <w:rsid w:val="00571319"/>
    <w:rsid w:val="005718F8"/>
    <w:rsid w:val="005720C1"/>
    <w:rsid w:val="00572182"/>
    <w:rsid w:val="005726BA"/>
    <w:rsid w:val="00572BA4"/>
    <w:rsid w:val="00572CB5"/>
    <w:rsid w:val="005739BE"/>
    <w:rsid w:val="005751B0"/>
    <w:rsid w:val="00575877"/>
    <w:rsid w:val="00577769"/>
    <w:rsid w:val="00580F07"/>
    <w:rsid w:val="005817A4"/>
    <w:rsid w:val="0058248C"/>
    <w:rsid w:val="005833D0"/>
    <w:rsid w:val="0058382F"/>
    <w:rsid w:val="0058408A"/>
    <w:rsid w:val="00585A96"/>
    <w:rsid w:val="00585B5C"/>
    <w:rsid w:val="0058611C"/>
    <w:rsid w:val="005869A7"/>
    <w:rsid w:val="00586D1C"/>
    <w:rsid w:val="00591613"/>
    <w:rsid w:val="005932FE"/>
    <w:rsid w:val="00593BAE"/>
    <w:rsid w:val="00593D5E"/>
    <w:rsid w:val="00594690"/>
    <w:rsid w:val="00594777"/>
    <w:rsid w:val="00595D74"/>
    <w:rsid w:val="005971FC"/>
    <w:rsid w:val="00597E8B"/>
    <w:rsid w:val="005A0279"/>
    <w:rsid w:val="005A0465"/>
    <w:rsid w:val="005A0AA9"/>
    <w:rsid w:val="005A3443"/>
    <w:rsid w:val="005A3FB2"/>
    <w:rsid w:val="005A4C27"/>
    <w:rsid w:val="005A59FE"/>
    <w:rsid w:val="005A5B6A"/>
    <w:rsid w:val="005A6B9F"/>
    <w:rsid w:val="005A7856"/>
    <w:rsid w:val="005B2700"/>
    <w:rsid w:val="005B439E"/>
    <w:rsid w:val="005B6F28"/>
    <w:rsid w:val="005C032B"/>
    <w:rsid w:val="005C083E"/>
    <w:rsid w:val="005C08D8"/>
    <w:rsid w:val="005C0F25"/>
    <w:rsid w:val="005C11CC"/>
    <w:rsid w:val="005C1676"/>
    <w:rsid w:val="005C2700"/>
    <w:rsid w:val="005C27EC"/>
    <w:rsid w:val="005C2A9F"/>
    <w:rsid w:val="005C2E37"/>
    <w:rsid w:val="005C2F48"/>
    <w:rsid w:val="005C3301"/>
    <w:rsid w:val="005C3870"/>
    <w:rsid w:val="005C391D"/>
    <w:rsid w:val="005C4811"/>
    <w:rsid w:val="005C4F14"/>
    <w:rsid w:val="005C5671"/>
    <w:rsid w:val="005C5B8D"/>
    <w:rsid w:val="005C73D5"/>
    <w:rsid w:val="005C76E8"/>
    <w:rsid w:val="005C77B7"/>
    <w:rsid w:val="005D0BDC"/>
    <w:rsid w:val="005D1A3C"/>
    <w:rsid w:val="005D1DB5"/>
    <w:rsid w:val="005D22B8"/>
    <w:rsid w:val="005D2932"/>
    <w:rsid w:val="005D2C2F"/>
    <w:rsid w:val="005D37E1"/>
    <w:rsid w:val="005D403D"/>
    <w:rsid w:val="005D44B4"/>
    <w:rsid w:val="005D4872"/>
    <w:rsid w:val="005D4AA4"/>
    <w:rsid w:val="005D4BC3"/>
    <w:rsid w:val="005D5441"/>
    <w:rsid w:val="005D6AD3"/>
    <w:rsid w:val="005D6BB9"/>
    <w:rsid w:val="005D7BF5"/>
    <w:rsid w:val="005E08B6"/>
    <w:rsid w:val="005E2AAF"/>
    <w:rsid w:val="005E2CF4"/>
    <w:rsid w:val="005E3239"/>
    <w:rsid w:val="005E3649"/>
    <w:rsid w:val="005E602F"/>
    <w:rsid w:val="005E6638"/>
    <w:rsid w:val="005E6E7F"/>
    <w:rsid w:val="005E7176"/>
    <w:rsid w:val="005F01D3"/>
    <w:rsid w:val="005F3ED0"/>
    <w:rsid w:val="005F4489"/>
    <w:rsid w:val="005F45A9"/>
    <w:rsid w:val="005F498F"/>
    <w:rsid w:val="005F4C2F"/>
    <w:rsid w:val="005F715D"/>
    <w:rsid w:val="005F72E7"/>
    <w:rsid w:val="006013C4"/>
    <w:rsid w:val="00601A33"/>
    <w:rsid w:val="00601CCB"/>
    <w:rsid w:val="006039C9"/>
    <w:rsid w:val="00603BCE"/>
    <w:rsid w:val="006041C4"/>
    <w:rsid w:val="006048CE"/>
    <w:rsid w:val="00610485"/>
    <w:rsid w:val="00610EFF"/>
    <w:rsid w:val="00612BBF"/>
    <w:rsid w:val="006153CC"/>
    <w:rsid w:val="0061625A"/>
    <w:rsid w:val="00616748"/>
    <w:rsid w:val="00617153"/>
    <w:rsid w:val="00620EDC"/>
    <w:rsid w:val="00623E93"/>
    <w:rsid w:val="0062411C"/>
    <w:rsid w:val="006254DF"/>
    <w:rsid w:val="006255CF"/>
    <w:rsid w:val="0062576A"/>
    <w:rsid w:val="00625C3F"/>
    <w:rsid w:val="00625E7B"/>
    <w:rsid w:val="00631622"/>
    <w:rsid w:val="00633BB2"/>
    <w:rsid w:val="00633BF1"/>
    <w:rsid w:val="00634941"/>
    <w:rsid w:val="006352BA"/>
    <w:rsid w:val="006355AF"/>
    <w:rsid w:val="006361DA"/>
    <w:rsid w:val="00636990"/>
    <w:rsid w:val="00637111"/>
    <w:rsid w:val="00637FB6"/>
    <w:rsid w:val="00640584"/>
    <w:rsid w:val="00640D12"/>
    <w:rsid w:val="00641913"/>
    <w:rsid w:val="00642975"/>
    <w:rsid w:val="00644F0A"/>
    <w:rsid w:val="0064542A"/>
    <w:rsid w:val="006474D0"/>
    <w:rsid w:val="00647822"/>
    <w:rsid w:val="006478AE"/>
    <w:rsid w:val="00652152"/>
    <w:rsid w:val="00652BE1"/>
    <w:rsid w:val="00653984"/>
    <w:rsid w:val="00654B53"/>
    <w:rsid w:val="006550D8"/>
    <w:rsid w:val="0065597A"/>
    <w:rsid w:val="006567FB"/>
    <w:rsid w:val="00657563"/>
    <w:rsid w:val="00657B07"/>
    <w:rsid w:val="00661E05"/>
    <w:rsid w:val="00661F03"/>
    <w:rsid w:val="006646E9"/>
    <w:rsid w:val="006649D5"/>
    <w:rsid w:val="006654D5"/>
    <w:rsid w:val="00666422"/>
    <w:rsid w:val="00666651"/>
    <w:rsid w:val="006669A2"/>
    <w:rsid w:val="00667D85"/>
    <w:rsid w:val="00667EA9"/>
    <w:rsid w:val="0067015B"/>
    <w:rsid w:val="00671997"/>
    <w:rsid w:val="006734F6"/>
    <w:rsid w:val="00673C7B"/>
    <w:rsid w:val="00673F35"/>
    <w:rsid w:val="00674297"/>
    <w:rsid w:val="0067443E"/>
    <w:rsid w:val="006756F5"/>
    <w:rsid w:val="0067658A"/>
    <w:rsid w:val="00676660"/>
    <w:rsid w:val="00676C51"/>
    <w:rsid w:val="0067750E"/>
    <w:rsid w:val="0067765D"/>
    <w:rsid w:val="00681C92"/>
    <w:rsid w:val="006820C4"/>
    <w:rsid w:val="00683970"/>
    <w:rsid w:val="00683CA4"/>
    <w:rsid w:val="00685562"/>
    <w:rsid w:val="00685C77"/>
    <w:rsid w:val="00686B42"/>
    <w:rsid w:val="00690DE0"/>
    <w:rsid w:val="006919C6"/>
    <w:rsid w:val="00691BAA"/>
    <w:rsid w:val="006970C2"/>
    <w:rsid w:val="00697603"/>
    <w:rsid w:val="006A019C"/>
    <w:rsid w:val="006A1327"/>
    <w:rsid w:val="006A1662"/>
    <w:rsid w:val="006A1BC7"/>
    <w:rsid w:val="006A2D5E"/>
    <w:rsid w:val="006A3891"/>
    <w:rsid w:val="006A3B8C"/>
    <w:rsid w:val="006A5E5C"/>
    <w:rsid w:val="006A68B7"/>
    <w:rsid w:val="006A71A1"/>
    <w:rsid w:val="006A7519"/>
    <w:rsid w:val="006A7715"/>
    <w:rsid w:val="006B0E33"/>
    <w:rsid w:val="006B1694"/>
    <w:rsid w:val="006B3313"/>
    <w:rsid w:val="006B393C"/>
    <w:rsid w:val="006B470C"/>
    <w:rsid w:val="006B5D26"/>
    <w:rsid w:val="006B76F7"/>
    <w:rsid w:val="006B7D6E"/>
    <w:rsid w:val="006B7F99"/>
    <w:rsid w:val="006C10C1"/>
    <w:rsid w:val="006C1CC6"/>
    <w:rsid w:val="006C2F3A"/>
    <w:rsid w:val="006C49DF"/>
    <w:rsid w:val="006C5ED9"/>
    <w:rsid w:val="006C662E"/>
    <w:rsid w:val="006C7637"/>
    <w:rsid w:val="006D0807"/>
    <w:rsid w:val="006D0CC3"/>
    <w:rsid w:val="006D548F"/>
    <w:rsid w:val="006D5585"/>
    <w:rsid w:val="006D6D7D"/>
    <w:rsid w:val="006E1127"/>
    <w:rsid w:val="006E17EC"/>
    <w:rsid w:val="006E190A"/>
    <w:rsid w:val="006E3007"/>
    <w:rsid w:val="006E3CF6"/>
    <w:rsid w:val="006E4B07"/>
    <w:rsid w:val="006E6ED1"/>
    <w:rsid w:val="006E7167"/>
    <w:rsid w:val="006E7D77"/>
    <w:rsid w:val="006F0792"/>
    <w:rsid w:val="006F10A0"/>
    <w:rsid w:val="006F23F3"/>
    <w:rsid w:val="006F26AB"/>
    <w:rsid w:val="006F29C2"/>
    <w:rsid w:val="006F2BE9"/>
    <w:rsid w:val="006F3027"/>
    <w:rsid w:val="006F3091"/>
    <w:rsid w:val="006F548A"/>
    <w:rsid w:val="006F6B30"/>
    <w:rsid w:val="00701190"/>
    <w:rsid w:val="007013A9"/>
    <w:rsid w:val="00702926"/>
    <w:rsid w:val="00703B63"/>
    <w:rsid w:val="0070410F"/>
    <w:rsid w:val="007059CD"/>
    <w:rsid w:val="00711500"/>
    <w:rsid w:val="00711900"/>
    <w:rsid w:val="00711A31"/>
    <w:rsid w:val="00712C4D"/>
    <w:rsid w:val="007138AA"/>
    <w:rsid w:val="00713E34"/>
    <w:rsid w:val="007145F7"/>
    <w:rsid w:val="00715AAF"/>
    <w:rsid w:val="00715BCA"/>
    <w:rsid w:val="007161F0"/>
    <w:rsid w:val="0071642D"/>
    <w:rsid w:val="00717A73"/>
    <w:rsid w:val="00723318"/>
    <w:rsid w:val="00726FAA"/>
    <w:rsid w:val="007305D2"/>
    <w:rsid w:val="00730836"/>
    <w:rsid w:val="00731040"/>
    <w:rsid w:val="00732655"/>
    <w:rsid w:val="007327A9"/>
    <w:rsid w:val="007330A7"/>
    <w:rsid w:val="00734AC5"/>
    <w:rsid w:val="00735932"/>
    <w:rsid w:val="00735C6B"/>
    <w:rsid w:val="00735CE5"/>
    <w:rsid w:val="0073602D"/>
    <w:rsid w:val="00736F3F"/>
    <w:rsid w:val="0073765C"/>
    <w:rsid w:val="00737E62"/>
    <w:rsid w:val="00740FF7"/>
    <w:rsid w:val="00743389"/>
    <w:rsid w:val="0074380B"/>
    <w:rsid w:val="00744F3A"/>
    <w:rsid w:val="0074532A"/>
    <w:rsid w:val="00745598"/>
    <w:rsid w:val="00745B6D"/>
    <w:rsid w:val="007522BE"/>
    <w:rsid w:val="00753470"/>
    <w:rsid w:val="007551CB"/>
    <w:rsid w:val="00755E2C"/>
    <w:rsid w:val="007564EA"/>
    <w:rsid w:val="00757E84"/>
    <w:rsid w:val="00760011"/>
    <w:rsid w:val="00760D3C"/>
    <w:rsid w:val="007635D1"/>
    <w:rsid w:val="007652AA"/>
    <w:rsid w:val="0076591B"/>
    <w:rsid w:val="00765CF2"/>
    <w:rsid w:val="0076661D"/>
    <w:rsid w:val="0076662C"/>
    <w:rsid w:val="00766E09"/>
    <w:rsid w:val="00770874"/>
    <w:rsid w:val="007716E1"/>
    <w:rsid w:val="0077205E"/>
    <w:rsid w:val="0077246F"/>
    <w:rsid w:val="00773260"/>
    <w:rsid w:val="00773FEE"/>
    <w:rsid w:val="00774353"/>
    <w:rsid w:val="00774672"/>
    <w:rsid w:val="00774977"/>
    <w:rsid w:val="00774DF7"/>
    <w:rsid w:val="00775003"/>
    <w:rsid w:val="007764AF"/>
    <w:rsid w:val="00777355"/>
    <w:rsid w:val="007811A2"/>
    <w:rsid w:val="0078146C"/>
    <w:rsid w:val="007819D7"/>
    <w:rsid w:val="00781F60"/>
    <w:rsid w:val="007833F8"/>
    <w:rsid w:val="00785483"/>
    <w:rsid w:val="0078599F"/>
    <w:rsid w:val="00786BFA"/>
    <w:rsid w:val="007877C7"/>
    <w:rsid w:val="00787822"/>
    <w:rsid w:val="00787BF7"/>
    <w:rsid w:val="00791F4F"/>
    <w:rsid w:val="00793B26"/>
    <w:rsid w:val="00793D9C"/>
    <w:rsid w:val="00796BDA"/>
    <w:rsid w:val="00797550"/>
    <w:rsid w:val="007A05B1"/>
    <w:rsid w:val="007A1C46"/>
    <w:rsid w:val="007A27D5"/>
    <w:rsid w:val="007A3282"/>
    <w:rsid w:val="007A401D"/>
    <w:rsid w:val="007A4023"/>
    <w:rsid w:val="007A40D9"/>
    <w:rsid w:val="007A4393"/>
    <w:rsid w:val="007A5E87"/>
    <w:rsid w:val="007A6139"/>
    <w:rsid w:val="007B00F6"/>
    <w:rsid w:val="007B123A"/>
    <w:rsid w:val="007B1E6C"/>
    <w:rsid w:val="007B2136"/>
    <w:rsid w:val="007B33AE"/>
    <w:rsid w:val="007B33B9"/>
    <w:rsid w:val="007B418B"/>
    <w:rsid w:val="007B4748"/>
    <w:rsid w:val="007B4EE9"/>
    <w:rsid w:val="007B570D"/>
    <w:rsid w:val="007B6646"/>
    <w:rsid w:val="007B7B49"/>
    <w:rsid w:val="007C09BB"/>
    <w:rsid w:val="007C4C43"/>
    <w:rsid w:val="007C610F"/>
    <w:rsid w:val="007C7561"/>
    <w:rsid w:val="007C7C68"/>
    <w:rsid w:val="007D1844"/>
    <w:rsid w:val="007D1D08"/>
    <w:rsid w:val="007D2AAC"/>
    <w:rsid w:val="007D3DD0"/>
    <w:rsid w:val="007D5763"/>
    <w:rsid w:val="007D5B85"/>
    <w:rsid w:val="007D5BD8"/>
    <w:rsid w:val="007D6686"/>
    <w:rsid w:val="007E053A"/>
    <w:rsid w:val="007E172A"/>
    <w:rsid w:val="007E1EA8"/>
    <w:rsid w:val="007E2649"/>
    <w:rsid w:val="007E2B79"/>
    <w:rsid w:val="007E344B"/>
    <w:rsid w:val="007E3E47"/>
    <w:rsid w:val="007E3E6E"/>
    <w:rsid w:val="007E4724"/>
    <w:rsid w:val="007E477A"/>
    <w:rsid w:val="007E5A28"/>
    <w:rsid w:val="007E6AD4"/>
    <w:rsid w:val="007F0605"/>
    <w:rsid w:val="007F065B"/>
    <w:rsid w:val="007F08C6"/>
    <w:rsid w:val="007F1370"/>
    <w:rsid w:val="007F2D7A"/>
    <w:rsid w:val="007F627C"/>
    <w:rsid w:val="007F71FC"/>
    <w:rsid w:val="007F7BAD"/>
    <w:rsid w:val="00800055"/>
    <w:rsid w:val="00800513"/>
    <w:rsid w:val="0080217E"/>
    <w:rsid w:val="00802775"/>
    <w:rsid w:val="0080348D"/>
    <w:rsid w:val="0080362F"/>
    <w:rsid w:val="00803970"/>
    <w:rsid w:val="008043F6"/>
    <w:rsid w:val="00804D89"/>
    <w:rsid w:val="00804DC9"/>
    <w:rsid w:val="00804E23"/>
    <w:rsid w:val="00806869"/>
    <w:rsid w:val="00806DE5"/>
    <w:rsid w:val="0080758F"/>
    <w:rsid w:val="00810FD7"/>
    <w:rsid w:val="008121D0"/>
    <w:rsid w:val="00814B01"/>
    <w:rsid w:val="0081513E"/>
    <w:rsid w:val="00815F5F"/>
    <w:rsid w:val="00816405"/>
    <w:rsid w:val="00816EBC"/>
    <w:rsid w:val="00820E0F"/>
    <w:rsid w:val="0082102E"/>
    <w:rsid w:val="00822ECF"/>
    <w:rsid w:val="00822FAE"/>
    <w:rsid w:val="008245DF"/>
    <w:rsid w:val="00825E0A"/>
    <w:rsid w:val="00825ED1"/>
    <w:rsid w:val="008309E6"/>
    <w:rsid w:val="00832C26"/>
    <w:rsid w:val="00833D45"/>
    <w:rsid w:val="008362FD"/>
    <w:rsid w:val="00837C7E"/>
    <w:rsid w:val="008403CA"/>
    <w:rsid w:val="00840F7D"/>
    <w:rsid w:val="00841C3C"/>
    <w:rsid w:val="0084285D"/>
    <w:rsid w:val="00843B48"/>
    <w:rsid w:val="0084583E"/>
    <w:rsid w:val="008460B9"/>
    <w:rsid w:val="008468B0"/>
    <w:rsid w:val="00846C7B"/>
    <w:rsid w:val="00846F94"/>
    <w:rsid w:val="00847370"/>
    <w:rsid w:val="00847A13"/>
    <w:rsid w:val="00847F1D"/>
    <w:rsid w:val="00851B90"/>
    <w:rsid w:val="008521DF"/>
    <w:rsid w:val="00853022"/>
    <w:rsid w:val="008533A2"/>
    <w:rsid w:val="00853E23"/>
    <w:rsid w:val="00854A5E"/>
    <w:rsid w:val="008556C4"/>
    <w:rsid w:val="00855758"/>
    <w:rsid w:val="00855A87"/>
    <w:rsid w:val="008560A9"/>
    <w:rsid w:val="00857F6F"/>
    <w:rsid w:val="00860BF7"/>
    <w:rsid w:val="00862AC4"/>
    <w:rsid w:val="00862C6E"/>
    <w:rsid w:val="00863E2E"/>
    <w:rsid w:val="00866D53"/>
    <w:rsid w:val="008704AC"/>
    <w:rsid w:val="008725E5"/>
    <w:rsid w:val="0087261F"/>
    <w:rsid w:val="00872ED8"/>
    <w:rsid w:val="008740D3"/>
    <w:rsid w:val="00876807"/>
    <w:rsid w:val="00876A4E"/>
    <w:rsid w:val="00876C7E"/>
    <w:rsid w:val="00876E55"/>
    <w:rsid w:val="0087718B"/>
    <w:rsid w:val="008778D3"/>
    <w:rsid w:val="00880116"/>
    <w:rsid w:val="00881150"/>
    <w:rsid w:val="0088382B"/>
    <w:rsid w:val="008839DE"/>
    <w:rsid w:val="00886D83"/>
    <w:rsid w:val="008904A6"/>
    <w:rsid w:val="00890AA3"/>
    <w:rsid w:val="00891214"/>
    <w:rsid w:val="00891353"/>
    <w:rsid w:val="00893E4D"/>
    <w:rsid w:val="00895232"/>
    <w:rsid w:val="00895C45"/>
    <w:rsid w:val="00895E55"/>
    <w:rsid w:val="008963DE"/>
    <w:rsid w:val="00897883"/>
    <w:rsid w:val="008A0204"/>
    <w:rsid w:val="008A16A5"/>
    <w:rsid w:val="008A1BE6"/>
    <w:rsid w:val="008A1E83"/>
    <w:rsid w:val="008A21B8"/>
    <w:rsid w:val="008A37C1"/>
    <w:rsid w:val="008A3AA5"/>
    <w:rsid w:val="008A3C05"/>
    <w:rsid w:val="008A3C1C"/>
    <w:rsid w:val="008A4230"/>
    <w:rsid w:val="008A42D5"/>
    <w:rsid w:val="008A7385"/>
    <w:rsid w:val="008A7401"/>
    <w:rsid w:val="008A777E"/>
    <w:rsid w:val="008B1283"/>
    <w:rsid w:val="008B1372"/>
    <w:rsid w:val="008B1638"/>
    <w:rsid w:val="008B21E4"/>
    <w:rsid w:val="008B380E"/>
    <w:rsid w:val="008B3DA8"/>
    <w:rsid w:val="008B42E7"/>
    <w:rsid w:val="008B48AD"/>
    <w:rsid w:val="008B525E"/>
    <w:rsid w:val="008B5F13"/>
    <w:rsid w:val="008B5FDB"/>
    <w:rsid w:val="008B60EF"/>
    <w:rsid w:val="008B6367"/>
    <w:rsid w:val="008B7252"/>
    <w:rsid w:val="008C0607"/>
    <w:rsid w:val="008C0A4E"/>
    <w:rsid w:val="008C17C9"/>
    <w:rsid w:val="008C1BF7"/>
    <w:rsid w:val="008C306B"/>
    <w:rsid w:val="008C317D"/>
    <w:rsid w:val="008C33CA"/>
    <w:rsid w:val="008C3596"/>
    <w:rsid w:val="008C4425"/>
    <w:rsid w:val="008C4E60"/>
    <w:rsid w:val="008C507C"/>
    <w:rsid w:val="008C5486"/>
    <w:rsid w:val="008C6D63"/>
    <w:rsid w:val="008C6DAF"/>
    <w:rsid w:val="008D0247"/>
    <w:rsid w:val="008D06CC"/>
    <w:rsid w:val="008D119C"/>
    <w:rsid w:val="008D3B43"/>
    <w:rsid w:val="008D3C8F"/>
    <w:rsid w:val="008D5A7C"/>
    <w:rsid w:val="008D5BE4"/>
    <w:rsid w:val="008D6DAF"/>
    <w:rsid w:val="008D77AC"/>
    <w:rsid w:val="008E0DDC"/>
    <w:rsid w:val="008E1AE0"/>
    <w:rsid w:val="008E21D0"/>
    <w:rsid w:val="008E301E"/>
    <w:rsid w:val="008E3AF0"/>
    <w:rsid w:val="008E5030"/>
    <w:rsid w:val="008E616E"/>
    <w:rsid w:val="008E75F5"/>
    <w:rsid w:val="008E7ACE"/>
    <w:rsid w:val="008F0384"/>
    <w:rsid w:val="008F0CB1"/>
    <w:rsid w:val="008F4958"/>
    <w:rsid w:val="008F4CD2"/>
    <w:rsid w:val="008F4E91"/>
    <w:rsid w:val="008F5B9E"/>
    <w:rsid w:val="008F72C2"/>
    <w:rsid w:val="00900A09"/>
    <w:rsid w:val="00900B7E"/>
    <w:rsid w:val="00902DCE"/>
    <w:rsid w:val="009035D7"/>
    <w:rsid w:val="009037E8"/>
    <w:rsid w:val="00904FD1"/>
    <w:rsid w:val="009073EA"/>
    <w:rsid w:val="00915FE8"/>
    <w:rsid w:val="009160E8"/>
    <w:rsid w:val="00916543"/>
    <w:rsid w:val="00917068"/>
    <w:rsid w:val="009176BD"/>
    <w:rsid w:val="0092174B"/>
    <w:rsid w:val="0092192A"/>
    <w:rsid w:val="00921CEF"/>
    <w:rsid w:val="00921DE7"/>
    <w:rsid w:val="00923337"/>
    <w:rsid w:val="00923EB9"/>
    <w:rsid w:val="00924765"/>
    <w:rsid w:val="00924CAF"/>
    <w:rsid w:val="0092583E"/>
    <w:rsid w:val="00926288"/>
    <w:rsid w:val="009269B3"/>
    <w:rsid w:val="00926D51"/>
    <w:rsid w:val="00926EFE"/>
    <w:rsid w:val="0092762C"/>
    <w:rsid w:val="00930424"/>
    <w:rsid w:val="009314EB"/>
    <w:rsid w:val="00931F09"/>
    <w:rsid w:val="00931F9E"/>
    <w:rsid w:val="00932E76"/>
    <w:rsid w:val="009334C2"/>
    <w:rsid w:val="009346B5"/>
    <w:rsid w:val="009346CB"/>
    <w:rsid w:val="00934CA7"/>
    <w:rsid w:val="0093516B"/>
    <w:rsid w:val="009361DD"/>
    <w:rsid w:val="00936BDA"/>
    <w:rsid w:val="00940037"/>
    <w:rsid w:val="00940134"/>
    <w:rsid w:val="009404AE"/>
    <w:rsid w:val="009439CD"/>
    <w:rsid w:val="00944487"/>
    <w:rsid w:val="009469CE"/>
    <w:rsid w:val="009475A0"/>
    <w:rsid w:val="009479AC"/>
    <w:rsid w:val="00950D14"/>
    <w:rsid w:val="009515D4"/>
    <w:rsid w:val="00951D56"/>
    <w:rsid w:val="009521B1"/>
    <w:rsid w:val="009522E4"/>
    <w:rsid w:val="00954576"/>
    <w:rsid w:val="0095505A"/>
    <w:rsid w:val="00956771"/>
    <w:rsid w:val="00957420"/>
    <w:rsid w:val="00957F98"/>
    <w:rsid w:val="009649AA"/>
    <w:rsid w:val="00965476"/>
    <w:rsid w:val="009655C0"/>
    <w:rsid w:val="00965CF1"/>
    <w:rsid w:val="00966723"/>
    <w:rsid w:val="009668BF"/>
    <w:rsid w:val="00971296"/>
    <w:rsid w:val="00971787"/>
    <w:rsid w:val="0097216A"/>
    <w:rsid w:val="009743D5"/>
    <w:rsid w:val="00974D52"/>
    <w:rsid w:val="00975ECE"/>
    <w:rsid w:val="00976CAE"/>
    <w:rsid w:val="009774A6"/>
    <w:rsid w:val="00980BD5"/>
    <w:rsid w:val="009827A2"/>
    <w:rsid w:val="009829AB"/>
    <w:rsid w:val="00983811"/>
    <w:rsid w:val="00983F33"/>
    <w:rsid w:val="009844F1"/>
    <w:rsid w:val="00985ADF"/>
    <w:rsid w:val="00985BC3"/>
    <w:rsid w:val="0098649A"/>
    <w:rsid w:val="00986C3F"/>
    <w:rsid w:val="009871AD"/>
    <w:rsid w:val="00987B72"/>
    <w:rsid w:val="0099021E"/>
    <w:rsid w:val="0099154B"/>
    <w:rsid w:val="009920E4"/>
    <w:rsid w:val="00992254"/>
    <w:rsid w:val="00993783"/>
    <w:rsid w:val="00995DF3"/>
    <w:rsid w:val="009A32D8"/>
    <w:rsid w:val="009A43A3"/>
    <w:rsid w:val="009A56B0"/>
    <w:rsid w:val="009A62EC"/>
    <w:rsid w:val="009A7665"/>
    <w:rsid w:val="009B04BB"/>
    <w:rsid w:val="009B4148"/>
    <w:rsid w:val="009B48EC"/>
    <w:rsid w:val="009B6524"/>
    <w:rsid w:val="009B67E3"/>
    <w:rsid w:val="009B6ED6"/>
    <w:rsid w:val="009B7D19"/>
    <w:rsid w:val="009B7F89"/>
    <w:rsid w:val="009C104C"/>
    <w:rsid w:val="009C107A"/>
    <w:rsid w:val="009C1176"/>
    <w:rsid w:val="009C12B6"/>
    <w:rsid w:val="009C19AC"/>
    <w:rsid w:val="009C1B75"/>
    <w:rsid w:val="009C1E42"/>
    <w:rsid w:val="009C395D"/>
    <w:rsid w:val="009C48E0"/>
    <w:rsid w:val="009C7F93"/>
    <w:rsid w:val="009D015D"/>
    <w:rsid w:val="009D04D8"/>
    <w:rsid w:val="009D0552"/>
    <w:rsid w:val="009D0711"/>
    <w:rsid w:val="009D092D"/>
    <w:rsid w:val="009D16BD"/>
    <w:rsid w:val="009D18FA"/>
    <w:rsid w:val="009D32F1"/>
    <w:rsid w:val="009D74B2"/>
    <w:rsid w:val="009D766B"/>
    <w:rsid w:val="009D7D8B"/>
    <w:rsid w:val="009E06F4"/>
    <w:rsid w:val="009E0BA1"/>
    <w:rsid w:val="009E114D"/>
    <w:rsid w:val="009E2723"/>
    <w:rsid w:val="009E29DA"/>
    <w:rsid w:val="009E455A"/>
    <w:rsid w:val="009E4CF0"/>
    <w:rsid w:val="009E4F65"/>
    <w:rsid w:val="009E6376"/>
    <w:rsid w:val="009E6E69"/>
    <w:rsid w:val="009F135E"/>
    <w:rsid w:val="009F2EB1"/>
    <w:rsid w:val="009F350A"/>
    <w:rsid w:val="009F4570"/>
    <w:rsid w:val="009F544D"/>
    <w:rsid w:val="009F5DA9"/>
    <w:rsid w:val="009F5F57"/>
    <w:rsid w:val="009F6539"/>
    <w:rsid w:val="009F6F82"/>
    <w:rsid w:val="00A00CA4"/>
    <w:rsid w:val="00A00F6C"/>
    <w:rsid w:val="00A011FE"/>
    <w:rsid w:val="00A01C5A"/>
    <w:rsid w:val="00A02392"/>
    <w:rsid w:val="00A02730"/>
    <w:rsid w:val="00A02AA8"/>
    <w:rsid w:val="00A03C50"/>
    <w:rsid w:val="00A045A8"/>
    <w:rsid w:val="00A0487C"/>
    <w:rsid w:val="00A04A0A"/>
    <w:rsid w:val="00A04CB4"/>
    <w:rsid w:val="00A050AA"/>
    <w:rsid w:val="00A13491"/>
    <w:rsid w:val="00A1373E"/>
    <w:rsid w:val="00A13802"/>
    <w:rsid w:val="00A1443F"/>
    <w:rsid w:val="00A1535B"/>
    <w:rsid w:val="00A1552A"/>
    <w:rsid w:val="00A1697D"/>
    <w:rsid w:val="00A16CF7"/>
    <w:rsid w:val="00A1762D"/>
    <w:rsid w:val="00A20783"/>
    <w:rsid w:val="00A226EC"/>
    <w:rsid w:val="00A230F6"/>
    <w:rsid w:val="00A25732"/>
    <w:rsid w:val="00A259A5"/>
    <w:rsid w:val="00A266B1"/>
    <w:rsid w:val="00A26839"/>
    <w:rsid w:val="00A26BCF"/>
    <w:rsid w:val="00A305BB"/>
    <w:rsid w:val="00A3074C"/>
    <w:rsid w:val="00A31B14"/>
    <w:rsid w:val="00A31C9E"/>
    <w:rsid w:val="00A32A69"/>
    <w:rsid w:val="00A331E3"/>
    <w:rsid w:val="00A333F1"/>
    <w:rsid w:val="00A33707"/>
    <w:rsid w:val="00A339C2"/>
    <w:rsid w:val="00A352E1"/>
    <w:rsid w:val="00A35C53"/>
    <w:rsid w:val="00A378AA"/>
    <w:rsid w:val="00A37AE1"/>
    <w:rsid w:val="00A41397"/>
    <w:rsid w:val="00A41E5D"/>
    <w:rsid w:val="00A4243D"/>
    <w:rsid w:val="00A42E2D"/>
    <w:rsid w:val="00A43169"/>
    <w:rsid w:val="00A44BDD"/>
    <w:rsid w:val="00A46C4E"/>
    <w:rsid w:val="00A473D8"/>
    <w:rsid w:val="00A47737"/>
    <w:rsid w:val="00A514FE"/>
    <w:rsid w:val="00A5182D"/>
    <w:rsid w:val="00A51964"/>
    <w:rsid w:val="00A5223C"/>
    <w:rsid w:val="00A53942"/>
    <w:rsid w:val="00A53BC9"/>
    <w:rsid w:val="00A542E1"/>
    <w:rsid w:val="00A548FE"/>
    <w:rsid w:val="00A54DF5"/>
    <w:rsid w:val="00A55047"/>
    <w:rsid w:val="00A55B6C"/>
    <w:rsid w:val="00A56148"/>
    <w:rsid w:val="00A5747D"/>
    <w:rsid w:val="00A574E3"/>
    <w:rsid w:val="00A57B00"/>
    <w:rsid w:val="00A600C9"/>
    <w:rsid w:val="00A6105B"/>
    <w:rsid w:val="00A61619"/>
    <w:rsid w:val="00A618EA"/>
    <w:rsid w:val="00A62FFC"/>
    <w:rsid w:val="00A64BBE"/>
    <w:rsid w:val="00A668B1"/>
    <w:rsid w:val="00A701EA"/>
    <w:rsid w:val="00A722A4"/>
    <w:rsid w:val="00A72F51"/>
    <w:rsid w:val="00A73147"/>
    <w:rsid w:val="00A735D0"/>
    <w:rsid w:val="00A746E0"/>
    <w:rsid w:val="00A750DD"/>
    <w:rsid w:val="00A7660A"/>
    <w:rsid w:val="00A7734A"/>
    <w:rsid w:val="00A810AC"/>
    <w:rsid w:val="00A81238"/>
    <w:rsid w:val="00A81416"/>
    <w:rsid w:val="00A81BD7"/>
    <w:rsid w:val="00A81D50"/>
    <w:rsid w:val="00A83A3D"/>
    <w:rsid w:val="00A85A52"/>
    <w:rsid w:val="00A85EFA"/>
    <w:rsid w:val="00A86AFC"/>
    <w:rsid w:val="00A8735C"/>
    <w:rsid w:val="00A87D80"/>
    <w:rsid w:val="00A87EF8"/>
    <w:rsid w:val="00A908B3"/>
    <w:rsid w:val="00A90D95"/>
    <w:rsid w:val="00A90E76"/>
    <w:rsid w:val="00A913F3"/>
    <w:rsid w:val="00A9167F"/>
    <w:rsid w:val="00A91C03"/>
    <w:rsid w:val="00A91E76"/>
    <w:rsid w:val="00A943BC"/>
    <w:rsid w:val="00A94527"/>
    <w:rsid w:val="00A953FA"/>
    <w:rsid w:val="00A96BCE"/>
    <w:rsid w:val="00AA031E"/>
    <w:rsid w:val="00AA03A1"/>
    <w:rsid w:val="00AA1AB3"/>
    <w:rsid w:val="00AA1FA4"/>
    <w:rsid w:val="00AA2EF0"/>
    <w:rsid w:val="00AA33B6"/>
    <w:rsid w:val="00AA4232"/>
    <w:rsid w:val="00AA5336"/>
    <w:rsid w:val="00AA53CF"/>
    <w:rsid w:val="00AA5D3C"/>
    <w:rsid w:val="00AA6B30"/>
    <w:rsid w:val="00AA7BB3"/>
    <w:rsid w:val="00AB2088"/>
    <w:rsid w:val="00AB24B0"/>
    <w:rsid w:val="00AB323A"/>
    <w:rsid w:val="00AB3430"/>
    <w:rsid w:val="00AB3727"/>
    <w:rsid w:val="00AB3B6B"/>
    <w:rsid w:val="00AB3E37"/>
    <w:rsid w:val="00AB472D"/>
    <w:rsid w:val="00AB4CC8"/>
    <w:rsid w:val="00AB5E16"/>
    <w:rsid w:val="00AB66D3"/>
    <w:rsid w:val="00AC172E"/>
    <w:rsid w:val="00AC56BF"/>
    <w:rsid w:val="00AC73DF"/>
    <w:rsid w:val="00AC7581"/>
    <w:rsid w:val="00AD0880"/>
    <w:rsid w:val="00AD1157"/>
    <w:rsid w:val="00AD11D8"/>
    <w:rsid w:val="00AD1516"/>
    <w:rsid w:val="00AD3D96"/>
    <w:rsid w:val="00AD7A3E"/>
    <w:rsid w:val="00AE00CF"/>
    <w:rsid w:val="00AE0BB0"/>
    <w:rsid w:val="00AE2A46"/>
    <w:rsid w:val="00AE364A"/>
    <w:rsid w:val="00AE446B"/>
    <w:rsid w:val="00AE7F3B"/>
    <w:rsid w:val="00AF0D34"/>
    <w:rsid w:val="00AF1177"/>
    <w:rsid w:val="00AF1E5C"/>
    <w:rsid w:val="00AF4AD2"/>
    <w:rsid w:val="00AF4DAA"/>
    <w:rsid w:val="00AF4E12"/>
    <w:rsid w:val="00AF5B10"/>
    <w:rsid w:val="00AF5FA1"/>
    <w:rsid w:val="00AF6705"/>
    <w:rsid w:val="00AF7E9F"/>
    <w:rsid w:val="00B01D48"/>
    <w:rsid w:val="00B055D4"/>
    <w:rsid w:val="00B05A05"/>
    <w:rsid w:val="00B06B93"/>
    <w:rsid w:val="00B1051E"/>
    <w:rsid w:val="00B112D3"/>
    <w:rsid w:val="00B115AF"/>
    <w:rsid w:val="00B1265D"/>
    <w:rsid w:val="00B1290A"/>
    <w:rsid w:val="00B15189"/>
    <w:rsid w:val="00B16204"/>
    <w:rsid w:val="00B1744D"/>
    <w:rsid w:val="00B20733"/>
    <w:rsid w:val="00B2082C"/>
    <w:rsid w:val="00B208AB"/>
    <w:rsid w:val="00B20FA0"/>
    <w:rsid w:val="00B219DE"/>
    <w:rsid w:val="00B2297B"/>
    <w:rsid w:val="00B22FD9"/>
    <w:rsid w:val="00B2674B"/>
    <w:rsid w:val="00B26DB7"/>
    <w:rsid w:val="00B270D4"/>
    <w:rsid w:val="00B328D7"/>
    <w:rsid w:val="00B32B5B"/>
    <w:rsid w:val="00B333E7"/>
    <w:rsid w:val="00B334E9"/>
    <w:rsid w:val="00B33C8A"/>
    <w:rsid w:val="00B34675"/>
    <w:rsid w:val="00B34A56"/>
    <w:rsid w:val="00B35457"/>
    <w:rsid w:val="00B35EFA"/>
    <w:rsid w:val="00B3628A"/>
    <w:rsid w:val="00B370B4"/>
    <w:rsid w:val="00B40216"/>
    <w:rsid w:val="00B40825"/>
    <w:rsid w:val="00B408DA"/>
    <w:rsid w:val="00B41FE9"/>
    <w:rsid w:val="00B42C0F"/>
    <w:rsid w:val="00B4597C"/>
    <w:rsid w:val="00B47322"/>
    <w:rsid w:val="00B5208D"/>
    <w:rsid w:val="00B52193"/>
    <w:rsid w:val="00B52915"/>
    <w:rsid w:val="00B550B5"/>
    <w:rsid w:val="00B55BE2"/>
    <w:rsid w:val="00B57366"/>
    <w:rsid w:val="00B579DC"/>
    <w:rsid w:val="00B61951"/>
    <w:rsid w:val="00B64DAA"/>
    <w:rsid w:val="00B66A4A"/>
    <w:rsid w:val="00B66BB1"/>
    <w:rsid w:val="00B67416"/>
    <w:rsid w:val="00B6763D"/>
    <w:rsid w:val="00B678B5"/>
    <w:rsid w:val="00B700A1"/>
    <w:rsid w:val="00B711B7"/>
    <w:rsid w:val="00B718E3"/>
    <w:rsid w:val="00B721B8"/>
    <w:rsid w:val="00B72782"/>
    <w:rsid w:val="00B73184"/>
    <w:rsid w:val="00B73492"/>
    <w:rsid w:val="00B73D89"/>
    <w:rsid w:val="00B74AE2"/>
    <w:rsid w:val="00B76262"/>
    <w:rsid w:val="00B778AA"/>
    <w:rsid w:val="00B80333"/>
    <w:rsid w:val="00B8143B"/>
    <w:rsid w:val="00B81C88"/>
    <w:rsid w:val="00B81D0E"/>
    <w:rsid w:val="00B823AA"/>
    <w:rsid w:val="00B82E2E"/>
    <w:rsid w:val="00B8327D"/>
    <w:rsid w:val="00B84959"/>
    <w:rsid w:val="00B84AAB"/>
    <w:rsid w:val="00B856DC"/>
    <w:rsid w:val="00B86EA7"/>
    <w:rsid w:val="00B86FF7"/>
    <w:rsid w:val="00B90F65"/>
    <w:rsid w:val="00B90F6E"/>
    <w:rsid w:val="00B91B82"/>
    <w:rsid w:val="00B93008"/>
    <w:rsid w:val="00B953E3"/>
    <w:rsid w:val="00B95C22"/>
    <w:rsid w:val="00B973B8"/>
    <w:rsid w:val="00BA05B8"/>
    <w:rsid w:val="00BA2CA7"/>
    <w:rsid w:val="00BA4976"/>
    <w:rsid w:val="00BB04CB"/>
    <w:rsid w:val="00BB176D"/>
    <w:rsid w:val="00BB4EC1"/>
    <w:rsid w:val="00BB5E18"/>
    <w:rsid w:val="00BB715D"/>
    <w:rsid w:val="00BB772A"/>
    <w:rsid w:val="00BC12B9"/>
    <w:rsid w:val="00BC1915"/>
    <w:rsid w:val="00BC245A"/>
    <w:rsid w:val="00BC29AB"/>
    <w:rsid w:val="00BC5CD4"/>
    <w:rsid w:val="00BD118B"/>
    <w:rsid w:val="00BD1A1B"/>
    <w:rsid w:val="00BD1B83"/>
    <w:rsid w:val="00BD2B42"/>
    <w:rsid w:val="00BD2EF3"/>
    <w:rsid w:val="00BD31F4"/>
    <w:rsid w:val="00BD366B"/>
    <w:rsid w:val="00BD374B"/>
    <w:rsid w:val="00BD468D"/>
    <w:rsid w:val="00BD5C80"/>
    <w:rsid w:val="00BD678E"/>
    <w:rsid w:val="00BD6C0F"/>
    <w:rsid w:val="00BD7409"/>
    <w:rsid w:val="00BD7A92"/>
    <w:rsid w:val="00BE0D98"/>
    <w:rsid w:val="00BE2693"/>
    <w:rsid w:val="00BE284E"/>
    <w:rsid w:val="00BE2C70"/>
    <w:rsid w:val="00BE2ED5"/>
    <w:rsid w:val="00BE430A"/>
    <w:rsid w:val="00BE6214"/>
    <w:rsid w:val="00BE6327"/>
    <w:rsid w:val="00BE6A82"/>
    <w:rsid w:val="00BE77B1"/>
    <w:rsid w:val="00BE7F92"/>
    <w:rsid w:val="00BF041E"/>
    <w:rsid w:val="00BF0624"/>
    <w:rsid w:val="00BF115F"/>
    <w:rsid w:val="00BF3311"/>
    <w:rsid w:val="00BF33F5"/>
    <w:rsid w:val="00BF3F9F"/>
    <w:rsid w:val="00BF443F"/>
    <w:rsid w:val="00BF59F2"/>
    <w:rsid w:val="00BF6ECD"/>
    <w:rsid w:val="00C00DE8"/>
    <w:rsid w:val="00C00E70"/>
    <w:rsid w:val="00C01294"/>
    <w:rsid w:val="00C01A94"/>
    <w:rsid w:val="00C01D18"/>
    <w:rsid w:val="00C0298A"/>
    <w:rsid w:val="00C03170"/>
    <w:rsid w:val="00C0365E"/>
    <w:rsid w:val="00C04124"/>
    <w:rsid w:val="00C05248"/>
    <w:rsid w:val="00C054ED"/>
    <w:rsid w:val="00C05A5A"/>
    <w:rsid w:val="00C06725"/>
    <w:rsid w:val="00C07052"/>
    <w:rsid w:val="00C07DA1"/>
    <w:rsid w:val="00C10883"/>
    <w:rsid w:val="00C10D52"/>
    <w:rsid w:val="00C127AE"/>
    <w:rsid w:val="00C132DA"/>
    <w:rsid w:val="00C14916"/>
    <w:rsid w:val="00C14AD6"/>
    <w:rsid w:val="00C14D29"/>
    <w:rsid w:val="00C14EE9"/>
    <w:rsid w:val="00C16A9B"/>
    <w:rsid w:val="00C16C72"/>
    <w:rsid w:val="00C17ECD"/>
    <w:rsid w:val="00C204BB"/>
    <w:rsid w:val="00C209F0"/>
    <w:rsid w:val="00C20BBA"/>
    <w:rsid w:val="00C21955"/>
    <w:rsid w:val="00C22561"/>
    <w:rsid w:val="00C235FF"/>
    <w:rsid w:val="00C24D67"/>
    <w:rsid w:val="00C26D79"/>
    <w:rsid w:val="00C318D1"/>
    <w:rsid w:val="00C31B21"/>
    <w:rsid w:val="00C31CE4"/>
    <w:rsid w:val="00C32688"/>
    <w:rsid w:val="00C33121"/>
    <w:rsid w:val="00C333EC"/>
    <w:rsid w:val="00C333FC"/>
    <w:rsid w:val="00C3378D"/>
    <w:rsid w:val="00C34F87"/>
    <w:rsid w:val="00C36155"/>
    <w:rsid w:val="00C36993"/>
    <w:rsid w:val="00C37544"/>
    <w:rsid w:val="00C37BE0"/>
    <w:rsid w:val="00C40021"/>
    <w:rsid w:val="00C4260C"/>
    <w:rsid w:val="00C42B0D"/>
    <w:rsid w:val="00C44559"/>
    <w:rsid w:val="00C45329"/>
    <w:rsid w:val="00C459CD"/>
    <w:rsid w:val="00C46215"/>
    <w:rsid w:val="00C4707A"/>
    <w:rsid w:val="00C472D9"/>
    <w:rsid w:val="00C474CC"/>
    <w:rsid w:val="00C50823"/>
    <w:rsid w:val="00C52CC8"/>
    <w:rsid w:val="00C530C8"/>
    <w:rsid w:val="00C53632"/>
    <w:rsid w:val="00C53CFE"/>
    <w:rsid w:val="00C57073"/>
    <w:rsid w:val="00C57441"/>
    <w:rsid w:val="00C57C43"/>
    <w:rsid w:val="00C61DDE"/>
    <w:rsid w:val="00C61E5A"/>
    <w:rsid w:val="00C623B7"/>
    <w:rsid w:val="00C62613"/>
    <w:rsid w:val="00C65315"/>
    <w:rsid w:val="00C67452"/>
    <w:rsid w:val="00C70FFC"/>
    <w:rsid w:val="00C71105"/>
    <w:rsid w:val="00C7205F"/>
    <w:rsid w:val="00C722AE"/>
    <w:rsid w:val="00C73282"/>
    <w:rsid w:val="00C73C4F"/>
    <w:rsid w:val="00C7467E"/>
    <w:rsid w:val="00C76D83"/>
    <w:rsid w:val="00C77982"/>
    <w:rsid w:val="00C77CDD"/>
    <w:rsid w:val="00C8263A"/>
    <w:rsid w:val="00C8270F"/>
    <w:rsid w:val="00C82E86"/>
    <w:rsid w:val="00C87651"/>
    <w:rsid w:val="00C87B82"/>
    <w:rsid w:val="00C87FAD"/>
    <w:rsid w:val="00C91CEE"/>
    <w:rsid w:val="00C93C27"/>
    <w:rsid w:val="00C94771"/>
    <w:rsid w:val="00C94BE0"/>
    <w:rsid w:val="00C95B1E"/>
    <w:rsid w:val="00C96220"/>
    <w:rsid w:val="00C96787"/>
    <w:rsid w:val="00CA0243"/>
    <w:rsid w:val="00CA0A9B"/>
    <w:rsid w:val="00CA1292"/>
    <w:rsid w:val="00CA22A8"/>
    <w:rsid w:val="00CA508B"/>
    <w:rsid w:val="00CA74EA"/>
    <w:rsid w:val="00CB081F"/>
    <w:rsid w:val="00CB1A89"/>
    <w:rsid w:val="00CB2C32"/>
    <w:rsid w:val="00CB3CE5"/>
    <w:rsid w:val="00CB5832"/>
    <w:rsid w:val="00CB592F"/>
    <w:rsid w:val="00CB5EAB"/>
    <w:rsid w:val="00CB637C"/>
    <w:rsid w:val="00CB723C"/>
    <w:rsid w:val="00CB7244"/>
    <w:rsid w:val="00CB79A1"/>
    <w:rsid w:val="00CB7A6B"/>
    <w:rsid w:val="00CB7C4B"/>
    <w:rsid w:val="00CB7F24"/>
    <w:rsid w:val="00CC0238"/>
    <w:rsid w:val="00CC0243"/>
    <w:rsid w:val="00CC071D"/>
    <w:rsid w:val="00CC0CAF"/>
    <w:rsid w:val="00CC1DF2"/>
    <w:rsid w:val="00CC2119"/>
    <w:rsid w:val="00CC3762"/>
    <w:rsid w:val="00CC3F76"/>
    <w:rsid w:val="00CC5606"/>
    <w:rsid w:val="00CC6BBD"/>
    <w:rsid w:val="00CD0A59"/>
    <w:rsid w:val="00CD0CE1"/>
    <w:rsid w:val="00CD291C"/>
    <w:rsid w:val="00CD43A7"/>
    <w:rsid w:val="00CD5967"/>
    <w:rsid w:val="00CD5BAD"/>
    <w:rsid w:val="00CD7BD5"/>
    <w:rsid w:val="00CE1414"/>
    <w:rsid w:val="00CE18C0"/>
    <w:rsid w:val="00CE226B"/>
    <w:rsid w:val="00CE3B91"/>
    <w:rsid w:val="00CE3FEB"/>
    <w:rsid w:val="00CE4B3B"/>
    <w:rsid w:val="00CE51F8"/>
    <w:rsid w:val="00CE5A77"/>
    <w:rsid w:val="00CE5E1F"/>
    <w:rsid w:val="00CE5E34"/>
    <w:rsid w:val="00CE5EF0"/>
    <w:rsid w:val="00CE64F5"/>
    <w:rsid w:val="00CE6C59"/>
    <w:rsid w:val="00CE7138"/>
    <w:rsid w:val="00CF022F"/>
    <w:rsid w:val="00CF0469"/>
    <w:rsid w:val="00CF0D02"/>
    <w:rsid w:val="00CF1B0E"/>
    <w:rsid w:val="00CF26A3"/>
    <w:rsid w:val="00CF35EC"/>
    <w:rsid w:val="00CF36A0"/>
    <w:rsid w:val="00CF40E3"/>
    <w:rsid w:val="00CF46A5"/>
    <w:rsid w:val="00CF46AF"/>
    <w:rsid w:val="00CF4C3B"/>
    <w:rsid w:val="00CF541E"/>
    <w:rsid w:val="00D005C0"/>
    <w:rsid w:val="00D017DE"/>
    <w:rsid w:val="00D01E94"/>
    <w:rsid w:val="00D01EA2"/>
    <w:rsid w:val="00D022B5"/>
    <w:rsid w:val="00D03721"/>
    <w:rsid w:val="00D03E44"/>
    <w:rsid w:val="00D04E2A"/>
    <w:rsid w:val="00D05D6C"/>
    <w:rsid w:val="00D07576"/>
    <w:rsid w:val="00D07D5A"/>
    <w:rsid w:val="00D07E28"/>
    <w:rsid w:val="00D10AED"/>
    <w:rsid w:val="00D11D87"/>
    <w:rsid w:val="00D121DA"/>
    <w:rsid w:val="00D12E4A"/>
    <w:rsid w:val="00D13573"/>
    <w:rsid w:val="00D13680"/>
    <w:rsid w:val="00D13BCE"/>
    <w:rsid w:val="00D143C9"/>
    <w:rsid w:val="00D146AF"/>
    <w:rsid w:val="00D14F49"/>
    <w:rsid w:val="00D15435"/>
    <w:rsid w:val="00D163BA"/>
    <w:rsid w:val="00D2044D"/>
    <w:rsid w:val="00D20A61"/>
    <w:rsid w:val="00D20D20"/>
    <w:rsid w:val="00D2135C"/>
    <w:rsid w:val="00D21944"/>
    <w:rsid w:val="00D239C4"/>
    <w:rsid w:val="00D24025"/>
    <w:rsid w:val="00D272CC"/>
    <w:rsid w:val="00D30E78"/>
    <w:rsid w:val="00D320A0"/>
    <w:rsid w:val="00D32A5B"/>
    <w:rsid w:val="00D35050"/>
    <w:rsid w:val="00D4014D"/>
    <w:rsid w:val="00D40BBF"/>
    <w:rsid w:val="00D4298A"/>
    <w:rsid w:val="00D44960"/>
    <w:rsid w:val="00D44EB5"/>
    <w:rsid w:val="00D46BA2"/>
    <w:rsid w:val="00D47CC7"/>
    <w:rsid w:val="00D50229"/>
    <w:rsid w:val="00D506A5"/>
    <w:rsid w:val="00D509E0"/>
    <w:rsid w:val="00D52A68"/>
    <w:rsid w:val="00D52F7C"/>
    <w:rsid w:val="00D5318C"/>
    <w:rsid w:val="00D55DAE"/>
    <w:rsid w:val="00D56E5B"/>
    <w:rsid w:val="00D57CB5"/>
    <w:rsid w:val="00D607FC"/>
    <w:rsid w:val="00D61BE6"/>
    <w:rsid w:val="00D6303C"/>
    <w:rsid w:val="00D67015"/>
    <w:rsid w:val="00D70AF9"/>
    <w:rsid w:val="00D738F3"/>
    <w:rsid w:val="00D74C2D"/>
    <w:rsid w:val="00D7526D"/>
    <w:rsid w:val="00D75E02"/>
    <w:rsid w:val="00D75EF8"/>
    <w:rsid w:val="00D76C02"/>
    <w:rsid w:val="00D770F6"/>
    <w:rsid w:val="00D7739D"/>
    <w:rsid w:val="00D80F5B"/>
    <w:rsid w:val="00D819D9"/>
    <w:rsid w:val="00D81B5A"/>
    <w:rsid w:val="00D81CF6"/>
    <w:rsid w:val="00D81F2D"/>
    <w:rsid w:val="00D8209D"/>
    <w:rsid w:val="00D82E29"/>
    <w:rsid w:val="00D840CB"/>
    <w:rsid w:val="00D84E18"/>
    <w:rsid w:val="00D84F95"/>
    <w:rsid w:val="00D859C2"/>
    <w:rsid w:val="00D87953"/>
    <w:rsid w:val="00D87E8E"/>
    <w:rsid w:val="00D90590"/>
    <w:rsid w:val="00D90643"/>
    <w:rsid w:val="00D90814"/>
    <w:rsid w:val="00D90F73"/>
    <w:rsid w:val="00D94FFB"/>
    <w:rsid w:val="00D956A2"/>
    <w:rsid w:val="00D95B46"/>
    <w:rsid w:val="00D96F1B"/>
    <w:rsid w:val="00DA020F"/>
    <w:rsid w:val="00DA0D31"/>
    <w:rsid w:val="00DA12D4"/>
    <w:rsid w:val="00DA17D0"/>
    <w:rsid w:val="00DA21A0"/>
    <w:rsid w:val="00DA27C6"/>
    <w:rsid w:val="00DA3D50"/>
    <w:rsid w:val="00DA4477"/>
    <w:rsid w:val="00DA44E8"/>
    <w:rsid w:val="00DA49F6"/>
    <w:rsid w:val="00DA78F1"/>
    <w:rsid w:val="00DB12B1"/>
    <w:rsid w:val="00DB15FB"/>
    <w:rsid w:val="00DB26A7"/>
    <w:rsid w:val="00DB3147"/>
    <w:rsid w:val="00DB345C"/>
    <w:rsid w:val="00DB4151"/>
    <w:rsid w:val="00DB620E"/>
    <w:rsid w:val="00DB631D"/>
    <w:rsid w:val="00DB6A0B"/>
    <w:rsid w:val="00DC031F"/>
    <w:rsid w:val="00DC0448"/>
    <w:rsid w:val="00DC21AB"/>
    <w:rsid w:val="00DC2E1D"/>
    <w:rsid w:val="00DC3508"/>
    <w:rsid w:val="00DC412B"/>
    <w:rsid w:val="00DC4278"/>
    <w:rsid w:val="00DC46B1"/>
    <w:rsid w:val="00DC485F"/>
    <w:rsid w:val="00DC5F3D"/>
    <w:rsid w:val="00DC6010"/>
    <w:rsid w:val="00DC6954"/>
    <w:rsid w:val="00DC7D4F"/>
    <w:rsid w:val="00DD0162"/>
    <w:rsid w:val="00DD2A18"/>
    <w:rsid w:val="00DD2BA7"/>
    <w:rsid w:val="00DD32DC"/>
    <w:rsid w:val="00DD4192"/>
    <w:rsid w:val="00DD7283"/>
    <w:rsid w:val="00DD7482"/>
    <w:rsid w:val="00DE0021"/>
    <w:rsid w:val="00DE2484"/>
    <w:rsid w:val="00DE25F3"/>
    <w:rsid w:val="00DE43ED"/>
    <w:rsid w:val="00DE4742"/>
    <w:rsid w:val="00DE49E2"/>
    <w:rsid w:val="00DE584E"/>
    <w:rsid w:val="00DE5DC0"/>
    <w:rsid w:val="00DE6055"/>
    <w:rsid w:val="00DE60CA"/>
    <w:rsid w:val="00DE6DA2"/>
    <w:rsid w:val="00DF0BBF"/>
    <w:rsid w:val="00DF1D0A"/>
    <w:rsid w:val="00DF1EDC"/>
    <w:rsid w:val="00DF20A8"/>
    <w:rsid w:val="00DF3AA2"/>
    <w:rsid w:val="00DF40C4"/>
    <w:rsid w:val="00DF438B"/>
    <w:rsid w:val="00DF5DAF"/>
    <w:rsid w:val="00DF5E14"/>
    <w:rsid w:val="00DF6A13"/>
    <w:rsid w:val="00DF6E11"/>
    <w:rsid w:val="00E00743"/>
    <w:rsid w:val="00E00760"/>
    <w:rsid w:val="00E02340"/>
    <w:rsid w:val="00E02803"/>
    <w:rsid w:val="00E03163"/>
    <w:rsid w:val="00E031AA"/>
    <w:rsid w:val="00E039CB"/>
    <w:rsid w:val="00E04B25"/>
    <w:rsid w:val="00E04C14"/>
    <w:rsid w:val="00E04FFA"/>
    <w:rsid w:val="00E069BE"/>
    <w:rsid w:val="00E10C5B"/>
    <w:rsid w:val="00E11443"/>
    <w:rsid w:val="00E12187"/>
    <w:rsid w:val="00E14403"/>
    <w:rsid w:val="00E15AC6"/>
    <w:rsid w:val="00E16BB7"/>
    <w:rsid w:val="00E177C2"/>
    <w:rsid w:val="00E17A2F"/>
    <w:rsid w:val="00E201E5"/>
    <w:rsid w:val="00E21607"/>
    <w:rsid w:val="00E2199E"/>
    <w:rsid w:val="00E22A74"/>
    <w:rsid w:val="00E22B7B"/>
    <w:rsid w:val="00E2321E"/>
    <w:rsid w:val="00E24075"/>
    <w:rsid w:val="00E24C18"/>
    <w:rsid w:val="00E25874"/>
    <w:rsid w:val="00E271FE"/>
    <w:rsid w:val="00E27932"/>
    <w:rsid w:val="00E27E6E"/>
    <w:rsid w:val="00E30156"/>
    <w:rsid w:val="00E30A71"/>
    <w:rsid w:val="00E323E3"/>
    <w:rsid w:val="00E32678"/>
    <w:rsid w:val="00E33A98"/>
    <w:rsid w:val="00E347CE"/>
    <w:rsid w:val="00E3512B"/>
    <w:rsid w:val="00E36DD5"/>
    <w:rsid w:val="00E370DC"/>
    <w:rsid w:val="00E370FE"/>
    <w:rsid w:val="00E4025A"/>
    <w:rsid w:val="00E40462"/>
    <w:rsid w:val="00E407C6"/>
    <w:rsid w:val="00E43A4B"/>
    <w:rsid w:val="00E4574A"/>
    <w:rsid w:val="00E46E73"/>
    <w:rsid w:val="00E471EA"/>
    <w:rsid w:val="00E473EF"/>
    <w:rsid w:val="00E50A0F"/>
    <w:rsid w:val="00E52155"/>
    <w:rsid w:val="00E52590"/>
    <w:rsid w:val="00E55F41"/>
    <w:rsid w:val="00E61213"/>
    <w:rsid w:val="00E615F1"/>
    <w:rsid w:val="00E627E5"/>
    <w:rsid w:val="00E63B51"/>
    <w:rsid w:val="00E63FB0"/>
    <w:rsid w:val="00E64120"/>
    <w:rsid w:val="00E6437A"/>
    <w:rsid w:val="00E64F85"/>
    <w:rsid w:val="00E6660C"/>
    <w:rsid w:val="00E671BC"/>
    <w:rsid w:val="00E677CA"/>
    <w:rsid w:val="00E70195"/>
    <w:rsid w:val="00E70905"/>
    <w:rsid w:val="00E70937"/>
    <w:rsid w:val="00E70C9A"/>
    <w:rsid w:val="00E73BC0"/>
    <w:rsid w:val="00E755CB"/>
    <w:rsid w:val="00E778CC"/>
    <w:rsid w:val="00E81DF8"/>
    <w:rsid w:val="00E82202"/>
    <w:rsid w:val="00E828BA"/>
    <w:rsid w:val="00E828C3"/>
    <w:rsid w:val="00E83C5A"/>
    <w:rsid w:val="00E85BDD"/>
    <w:rsid w:val="00E86100"/>
    <w:rsid w:val="00E870BF"/>
    <w:rsid w:val="00E9163E"/>
    <w:rsid w:val="00E9165A"/>
    <w:rsid w:val="00E91D19"/>
    <w:rsid w:val="00E91D26"/>
    <w:rsid w:val="00E93591"/>
    <w:rsid w:val="00E940C4"/>
    <w:rsid w:val="00E9454C"/>
    <w:rsid w:val="00E94824"/>
    <w:rsid w:val="00E96209"/>
    <w:rsid w:val="00E97E07"/>
    <w:rsid w:val="00E97E36"/>
    <w:rsid w:val="00EA0343"/>
    <w:rsid w:val="00EA06FE"/>
    <w:rsid w:val="00EA1248"/>
    <w:rsid w:val="00EA1517"/>
    <w:rsid w:val="00EA1BEC"/>
    <w:rsid w:val="00EA26FB"/>
    <w:rsid w:val="00EA2BF3"/>
    <w:rsid w:val="00EA2E7E"/>
    <w:rsid w:val="00EA560F"/>
    <w:rsid w:val="00EA5D1B"/>
    <w:rsid w:val="00EA63D2"/>
    <w:rsid w:val="00EA66D1"/>
    <w:rsid w:val="00EA6E50"/>
    <w:rsid w:val="00EA7459"/>
    <w:rsid w:val="00EA7F6A"/>
    <w:rsid w:val="00EB2503"/>
    <w:rsid w:val="00EB3BB1"/>
    <w:rsid w:val="00EB3D55"/>
    <w:rsid w:val="00EB3F3E"/>
    <w:rsid w:val="00EB471C"/>
    <w:rsid w:val="00EB5B23"/>
    <w:rsid w:val="00EB5D04"/>
    <w:rsid w:val="00EC0DF0"/>
    <w:rsid w:val="00EC21D8"/>
    <w:rsid w:val="00EC4176"/>
    <w:rsid w:val="00ED1728"/>
    <w:rsid w:val="00ED175C"/>
    <w:rsid w:val="00ED1C59"/>
    <w:rsid w:val="00ED1DF7"/>
    <w:rsid w:val="00ED350E"/>
    <w:rsid w:val="00ED364B"/>
    <w:rsid w:val="00ED38B7"/>
    <w:rsid w:val="00ED4139"/>
    <w:rsid w:val="00ED5B54"/>
    <w:rsid w:val="00EE2841"/>
    <w:rsid w:val="00EE2A8F"/>
    <w:rsid w:val="00EE3558"/>
    <w:rsid w:val="00EE39B8"/>
    <w:rsid w:val="00EE47B9"/>
    <w:rsid w:val="00EE6EC2"/>
    <w:rsid w:val="00EE6FDF"/>
    <w:rsid w:val="00EE7772"/>
    <w:rsid w:val="00EF0A64"/>
    <w:rsid w:val="00EF0EAE"/>
    <w:rsid w:val="00EF0F33"/>
    <w:rsid w:val="00EF165C"/>
    <w:rsid w:val="00EF202F"/>
    <w:rsid w:val="00EF352C"/>
    <w:rsid w:val="00EF37F7"/>
    <w:rsid w:val="00EF5092"/>
    <w:rsid w:val="00EF5392"/>
    <w:rsid w:val="00EF5E1F"/>
    <w:rsid w:val="00EF6B37"/>
    <w:rsid w:val="00EF7165"/>
    <w:rsid w:val="00EF7BB8"/>
    <w:rsid w:val="00F018EA"/>
    <w:rsid w:val="00F0241F"/>
    <w:rsid w:val="00F02C9D"/>
    <w:rsid w:val="00F04758"/>
    <w:rsid w:val="00F05B0E"/>
    <w:rsid w:val="00F078A7"/>
    <w:rsid w:val="00F10219"/>
    <w:rsid w:val="00F10CC9"/>
    <w:rsid w:val="00F1159A"/>
    <w:rsid w:val="00F11868"/>
    <w:rsid w:val="00F12764"/>
    <w:rsid w:val="00F127E1"/>
    <w:rsid w:val="00F12FA9"/>
    <w:rsid w:val="00F134FC"/>
    <w:rsid w:val="00F13901"/>
    <w:rsid w:val="00F139C5"/>
    <w:rsid w:val="00F15809"/>
    <w:rsid w:val="00F166B2"/>
    <w:rsid w:val="00F20396"/>
    <w:rsid w:val="00F21390"/>
    <w:rsid w:val="00F21626"/>
    <w:rsid w:val="00F21CE6"/>
    <w:rsid w:val="00F21EBB"/>
    <w:rsid w:val="00F22975"/>
    <w:rsid w:val="00F22D1D"/>
    <w:rsid w:val="00F230DE"/>
    <w:rsid w:val="00F24F68"/>
    <w:rsid w:val="00F25BBE"/>
    <w:rsid w:val="00F25C04"/>
    <w:rsid w:val="00F27D89"/>
    <w:rsid w:val="00F3050C"/>
    <w:rsid w:val="00F3394A"/>
    <w:rsid w:val="00F33CA1"/>
    <w:rsid w:val="00F36001"/>
    <w:rsid w:val="00F37489"/>
    <w:rsid w:val="00F378DD"/>
    <w:rsid w:val="00F40FD0"/>
    <w:rsid w:val="00F425BD"/>
    <w:rsid w:val="00F44D00"/>
    <w:rsid w:val="00F44D6D"/>
    <w:rsid w:val="00F453A7"/>
    <w:rsid w:val="00F45860"/>
    <w:rsid w:val="00F46FAA"/>
    <w:rsid w:val="00F46FD3"/>
    <w:rsid w:val="00F47F80"/>
    <w:rsid w:val="00F51265"/>
    <w:rsid w:val="00F512DA"/>
    <w:rsid w:val="00F51BAE"/>
    <w:rsid w:val="00F51BC8"/>
    <w:rsid w:val="00F523E7"/>
    <w:rsid w:val="00F52537"/>
    <w:rsid w:val="00F52C69"/>
    <w:rsid w:val="00F5478F"/>
    <w:rsid w:val="00F566AB"/>
    <w:rsid w:val="00F5682D"/>
    <w:rsid w:val="00F6053E"/>
    <w:rsid w:val="00F60D21"/>
    <w:rsid w:val="00F6232E"/>
    <w:rsid w:val="00F63B9B"/>
    <w:rsid w:val="00F673FA"/>
    <w:rsid w:val="00F678F0"/>
    <w:rsid w:val="00F708DC"/>
    <w:rsid w:val="00F708FC"/>
    <w:rsid w:val="00F712F5"/>
    <w:rsid w:val="00F713C6"/>
    <w:rsid w:val="00F71EDD"/>
    <w:rsid w:val="00F72FFB"/>
    <w:rsid w:val="00F7359F"/>
    <w:rsid w:val="00F735AB"/>
    <w:rsid w:val="00F7454C"/>
    <w:rsid w:val="00F76BDE"/>
    <w:rsid w:val="00F81703"/>
    <w:rsid w:val="00F826E3"/>
    <w:rsid w:val="00F82A2A"/>
    <w:rsid w:val="00F82C33"/>
    <w:rsid w:val="00F82CBD"/>
    <w:rsid w:val="00F839F2"/>
    <w:rsid w:val="00F83C6D"/>
    <w:rsid w:val="00F84F66"/>
    <w:rsid w:val="00F87257"/>
    <w:rsid w:val="00F900D6"/>
    <w:rsid w:val="00F9057B"/>
    <w:rsid w:val="00F90E82"/>
    <w:rsid w:val="00F938FC"/>
    <w:rsid w:val="00F94FF6"/>
    <w:rsid w:val="00F97240"/>
    <w:rsid w:val="00F97552"/>
    <w:rsid w:val="00F9768E"/>
    <w:rsid w:val="00F976AC"/>
    <w:rsid w:val="00FA1836"/>
    <w:rsid w:val="00FA26F1"/>
    <w:rsid w:val="00FA3045"/>
    <w:rsid w:val="00FA30ED"/>
    <w:rsid w:val="00FA4B5D"/>
    <w:rsid w:val="00FA7109"/>
    <w:rsid w:val="00FB5815"/>
    <w:rsid w:val="00FB6361"/>
    <w:rsid w:val="00FB6500"/>
    <w:rsid w:val="00FB680A"/>
    <w:rsid w:val="00FB74A2"/>
    <w:rsid w:val="00FB761F"/>
    <w:rsid w:val="00FC009D"/>
    <w:rsid w:val="00FC1C87"/>
    <w:rsid w:val="00FC1FC8"/>
    <w:rsid w:val="00FC25E1"/>
    <w:rsid w:val="00FC45EE"/>
    <w:rsid w:val="00FC4FC6"/>
    <w:rsid w:val="00FC530E"/>
    <w:rsid w:val="00FC5AEE"/>
    <w:rsid w:val="00FC6335"/>
    <w:rsid w:val="00FC63BE"/>
    <w:rsid w:val="00FC6E4A"/>
    <w:rsid w:val="00FC6E99"/>
    <w:rsid w:val="00FD02C1"/>
    <w:rsid w:val="00FD11DD"/>
    <w:rsid w:val="00FD131E"/>
    <w:rsid w:val="00FD136D"/>
    <w:rsid w:val="00FD1914"/>
    <w:rsid w:val="00FD2323"/>
    <w:rsid w:val="00FD268D"/>
    <w:rsid w:val="00FD390A"/>
    <w:rsid w:val="00FD4285"/>
    <w:rsid w:val="00FD47E4"/>
    <w:rsid w:val="00FD51AE"/>
    <w:rsid w:val="00FD5B4C"/>
    <w:rsid w:val="00FD63FA"/>
    <w:rsid w:val="00FE1034"/>
    <w:rsid w:val="00FE11B1"/>
    <w:rsid w:val="00FE3A09"/>
    <w:rsid w:val="00FE3F78"/>
    <w:rsid w:val="00FE5331"/>
    <w:rsid w:val="00FE6D93"/>
    <w:rsid w:val="00FF0AFF"/>
    <w:rsid w:val="00FF1D43"/>
    <w:rsid w:val="00FF38BC"/>
    <w:rsid w:val="00FF4FA1"/>
    <w:rsid w:val="00FF5A89"/>
    <w:rsid w:val="00FF5E67"/>
    <w:rsid w:val="00FF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CC6A16"/>
  <w15:docId w15:val="{D8421F20-0DD1-6044-A09D-A3B40552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216483"/>
    <w:pPr>
      <w:spacing w:before="180" w:line="300" w:lineRule="exact"/>
    </w:pPr>
    <w:rPr>
      <w:rFonts w:ascii="Arial" w:hAnsi="Arial"/>
      <w:szCs w:val="24"/>
      <w:lang w:eastAsia="en-US"/>
    </w:rPr>
  </w:style>
  <w:style w:type="paragraph" w:styleId="berschrift1">
    <w:name w:val="heading 1"/>
    <w:basedOn w:val="Standard"/>
    <w:pPr>
      <w:spacing w:before="100" w:beforeAutospacing="1" w:after="240" w:line="240" w:lineRule="auto"/>
      <w:outlineLvl w:val="0"/>
    </w:pPr>
    <w:rPr>
      <w:rFonts w:eastAsia="Arial Unicode MS" w:cs="Arial Unicode MS"/>
      <w:b/>
      <w:bCs/>
      <w:kern w:val="36"/>
      <w:sz w:val="24"/>
      <w:szCs w:val="48"/>
    </w:rPr>
  </w:style>
  <w:style w:type="paragraph" w:styleId="berschrift2">
    <w:name w:val="heading 2"/>
    <w:basedOn w:val="Standard"/>
    <w:pPr>
      <w:spacing w:after="120" w:line="240" w:lineRule="auto"/>
      <w:outlineLvl w:val="1"/>
    </w:pPr>
    <w:rPr>
      <w:rFonts w:eastAsia="Arial Unicode MS" w:cs="Arial Unicode MS"/>
      <w:b/>
      <w:bCs/>
      <w:szCs w:val="36"/>
    </w:rPr>
  </w:style>
  <w:style w:type="paragraph" w:styleId="berschrift3">
    <w:name w:val="heading 3"/>
    <w:basedOn w:val="Standard"/>
    <w:next w:val="Standard"/>
    <w:pPr>
      <w:keepNext/>
      <w:autoSpaceDE w:val="0"/>
      <w:autoSpaceDN w:val="0"/>
      <w:adjustRightInd w:val="0"/>
      <w:spacing w:line="240" w:lineRule="atLeast"/>
      <w:outlineLvl w:val="2"/>
    </w:pPr>
    <w:rPr>
      <w:rFonts w:cs="Arial"/>
      <w:b/>
      <w:bCs/>
      <w:color w:val="000000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cs="Arial"/>
      <w:b/>
      <w:bCs/>
      <w:szCs w:val="32"/>
    </w:rPr>
  </w:style>
  <w:style w:type="paragraph" w:styleId="berschrift5">
    <w:name w:val="heading 5"/>
    <w:basedOn w:val="Standard"/>
    <w:next w:val="Standard"/>
    <w:pPr>
      <w:keepNext/>
      <w:outlineLvl w:val="4"/>
    </w:pPr>
    <w:rPr>
      <w:rFonts w:cs="Arial"/>
      <w:b/>
      <w:bCs/>
    </w:rPr>
  </w:style>
  <w:style w:type="paragraph" w:styleId="berschrift6">
    <w:name w:val="heading 6"/>
    <w:basedOn w:val="Standard"/>
    <w:next w:val="Standard"/>
    <w:pPr>
      <w:keepNext/>
      <w:outlineLvl w:val="5"/>
    </w:pPr>
    <w:rPr>
      <w:rFonts w:cs="Arial"/>
      <w:b/>
      <w:bCs/>
      <w:sz w:val="16"/>
    </w:rPr>
  </w:style>
  <w:style w:type="paragraph" w:styleId="berschrift7">
    <w:name w:val="heading 7"/>
    <w:basedOn w:val="Standard"/>
    <w:next w:val="Standard"/>
    <w:link w:val="berschrift7Zchn"/>
    <w:pPr>
      <w:keepNext/>
      <w:jc w:val="right"/>
      <w:outlineLvl w:val="6"/>
    </w:pPr>
    <w:rPr>
      <w:rFonts w:cs="Arial"/>
      <w:b/>
      <w:bCs/>
      <w:sz w:val="16"/>
    </w:rPr>
  </w:style>
  <w:style w:type="paragraph" w:styleId="berschrift8">
    <w:name w:val="heading 8"/>
    <w:basedOn w:val="Standard"/>
    <w:next w:val="Standard"/>
    <w:pPr>
      <w:keepNext/>
      <w:outlineLvl w:val="7"/>
    </w:pPr>
    <w:rPr>
      <w:rFonts w:cs="Arial"/>
      <w:b/>
      <w:bCs/>
      <w:color w:val="FF000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autoRedefine/>
    <w:pPr>
      <w:autoSpaceDE w:val="0"/>
      <w:autoSpaceDN w:val="0"/>
      <w:adjustRightInd w:val="0"/>
      <w:spacing w:line="240" w:lineRule="atLeast"/>
    </w:pPr>
    <w:rPr>
      <w:color w:val="000000"/>
      <w:szCs w:val="20"/>
    </w:rPr>
  </w:style>
  <w:style w:type="paragraph" w:styleId="Textkrper2">
    <w:name w:val="Body Text 2"/>
    <w:basedOn w:val="Standard"/>
    <w:pPr>
      <w:autoSpaceDE w:val="0"/>
      <w:autoSpaceDN w:val="0"/>
      <w:adjustRightInd w:val="0"/>
      <w:spacing w:before="0" w:line="240" w:lineRule="atLeast"/>
    </w:pPr>
    <w:rPr>
      <w:rFonts w:ascii="Helv" w:hAnsi="Helv"/>
      <w:bCs/>
      <w:color w:val="000000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paragraph" w:styleId="Textkrper3">
    <w:name w:val="Body Text 3"/>
    <w:basedOn w:val="Standard"/>
    <w:rPr>
      <w:rFonts w:cs="Arial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Internetlink">
    <w:name w:val="Internet link"/>
    <w:rPr>
      <w:rFonts w:cs="Tahoma"/>
      <w:color w:val="000080"/>
      <w:u w:val="single"/>
    </w:rPr>
  </w:style>
  <w:style w:type="character" w:styleId="Seitenzahl">
    <w:name w:val="page number"/>
    <w:basedOn w:val="Absatz-Standardschriftart"/>
  </w:style>
  <w:style w:type="paragraph" w:styleId="KeinLeerraum">
    <w:name w:val="No Spacing"/>
    <w:rPr>
      <w:rFonts w:ascii="Arial" w:hAnsi="Arial"/>
      <w:szCs w:val="24"/>
    </w:rPr>
  </w:style>
  <w:style w:type="paragraph" w:styleId="Listenabsatz">
    <w:name w:val="List Paragraph"/>
    <w:basedOn w:val="Standard"/>
    <w:uiPriority w:val="34"/>
    <w:qFormat/>
    <w:pPr>
      <w:ind w:left="720"/>
    </w:pPr>
  </w:style>
  <w:style w:type="paragraph" w:styleId="Aufzhlungszeichen">
    <w:name w:val="List Bullet"/>
    <w:basedOn w:val="Standard"/>
    <w:autoRedefine/>
    <w:pPr>
      <w:numPr>
        <w:numId w:val="4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Formatvorlage1">
    <w:name w:val="Formatvorlage1"/>
    <w:basedOn w:val="Textkrper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D44960"/>
    <w:rPr>
      <w:rFonts w:ascii="Arial" w:hAnsi="Arial"/>
      <w:szCs w:val="24"/>
    </w:rPr>
  </w:style>
  <w:style w:type="paragraph" w:customStyle="1" w:styleId="PMBullets">
    <w:name w:val="PM Bullets"/>
    <w:basedOn w:val="Standard"/>
    <w:link w:val="PMBulletsZchn"/>
    <w:qFormat/>
    <w:rsid w:val="00E27E6E"/>
    <w:pPr>
      <w:numPr>
        <w:numId w:val="17"/>
      </w:numPr>
      <w:spacing w:before="0" w:after="120" w:line="360" w:lineRule="exact"/>
      <w:ind w:left="357" w:hanging="357"/>
    </w:pPr>
    <w:rPr>
      <w:rFonts w:ascii="Hella DIN Universal" w:hAnsi="Hella DIN Universal" w:cs="Hella DIN Universal"/>
      <w:sz w:val="24"/>
    </w:rPr>
  </w:style>
  <w:style w:type="paragraph" w:customStyle="1" w:styleId="PMBody">
    <w:name w:val="PM Body"/>
    <w:basedOn w:val="Standard"/>
    <w:link w:val="PMBodyZchn"/>
    <w:qFormat/>
    <w:rsid w:val="00216483"/>
    <w:pPr>
      <w:spacing w:before="240" w:line="330" w:lineRule="exact"/>
    </w:pPr>
    <w:rPr>
      <w:sz w:val="22"/>
      <w:szCs w:val="22"/>
    </w:rPr>
  </w:style>
  <w:style w:type="character" w:customStyle="1" w:styleId="PMBulletsZchn">
    <w:name w:val="PM Bullets Zchn"/>
    <w:link w:val="PMBullets"/>
    <w:rsid w:val="00E27E6E"/>
    <w:rPr>
      <w:rFonts w:ascii="Hella DIN Universal" w:hAnsi="Hella DIN Universal" w:cs="Hella DIN Universal"/>
      <w:sz w:val="24"/>
      <w:szCs w:val="24"/>
    </w:rPr>
  </w:style>
  <w:style w:type="paragraph" w:customStyle="1" w:styleId="PMBoilerplate">
    <w:name w:val="PM Boilerplate"/>
    <w:basedOn w:val="Standard"/>
    <w:link w:val="PMBoilerplateZchn"/>
    <w:qFormat/>
    <w:rsid w:val="0022556A"/>
    <w:pPr>
      <w:spacing w:before="0" w:after="180"/>
    </w:pPr>
  </w:style>
  <w:style w:type="paragraph" w:styleId="Titel">
    <w:name w:val="Title"/>
    <w:basedOn w:val="Standard"/>
    <w:next w:val="Standard"/>
    <w:link w:val="TitelZchn"/>
    <w:rsid w:val="00B208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B2082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MSubheading">
    <w:name w:val="PM Subheading"/>
    <w:basedOn w:val="Standard"/>
    <w:link w:val="PMSubheadingZchn"/>
    <w:qFormat/>
    <w:rsid w:val="00532AD4"/>
    <w:pPr>
      <w:spacing w:before="240"/>
    </w:pPr>
    <w:rPr>
      <w:b/>
      <w:bCs/>
      <w:sz w:val="22"/>
      <w:szCs w:val="22"/>
    </w:rPr>
  </w:style>
  <w:style w:type="character" w:customStyle="1" w:styleId="PMBodyZchn">
    <w:name w:val="PM Body Zchn"/>
    <w:link w:val="PMBody"/>
    <w:rsid w:val="00216483"/>
    <w:rPr>
      <w:rFonts w:ascii="Arial" w:hAnsi="Arial"/>
      <w:sz w:val="22"/>
      <w:szCs w:val="22"/>
    </w:rPr>
  </w:style>
  <w:style w:type="paragraph" w:customStyle="1" w:styleId="PM1stpargraph">
    <w:name w:val="PM 1st pargraph"/>
    <w:basedOn w:val="Standard"/>
    <w:link w:val="PM1stpargraphZchn"/>
    <w:qFormat/>
    <w:rsid w:val="00532AD4"/>
    <w:pPr>
      <w:spacing w:before="300" w:line="330" w:lineRule="exact"/>
    </w:pPr>
    <w:rPr>
      <w:sz w:val="22"/>
      <w:szCs w:val="22"/>
    </w:rPr>
  </w:style>
  <w:style w:type="paragraph" w:customStyle="1" w:styleId="Formatvorlage3">
    <w:name w:val="Formatvorlage3"/>
    <w:rsid w:val="002834B5"/>
    <w:rPr>
      <w:rFonts w:ascii="Hella DIN Universal" w:hAnsi="Hella DIN Universal" w:cs="Hella DIN Universal"/>
      <w:sz w:val="40"/>
      <w:szCs w:val="40"/>
      <w:lang w:eastAsia="en-US"/>
    </w:rPr>
  </w:style>
  <w:style w:type="paragraph" w:customStyle="1" w:styleId="Formatvorlage2">
    <w:name w:val="Formatvorlage2"/>
    <w:basedOn w:val="Standard"/>
    <w:rsid w:val="00531998"/>
    <w:pPr>
      <w:spacing w:before="120" w:line="240" w:lineRule="auto"/>
    </w:pPr>
    <w:rPr>
      <w:rFonts w:cs="Hella DIN Universal Light"/>
      <w:b/>
      <w:bCs/>
      <w:sz w:val="22"/>
      <w:szCs w:val="20"/>
    </w:rPr>
  </w:style>
  <w:style w:type="character" w:styleId="Kommentarzeichen">
    <w:name w:val="annotation reference"/>
    <w:rsid w:val="001F6AC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F6AC5"/>
    <w:pPr>
      <w:spacing w:line="240" w:lineRule="auto"/>
    </w:pPr>
    <w:rPr>
      <w:szCs w:val="20"/>
    </w:rPr>
  </w:style>
  <w:style w:type="character" w:customStyle="1" w:styleId="KommentartextZchn">
    <w:name w:val="Kommentartext Zchn"/>
    <w:link w:val="Kommentartext"/>
    <w:rsid w:val="001F6AC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F6AC5"/>
    <w:rPr>
      <w:b/>
      <w:bCs/>
    </w:rPr>
  </w:style>
  <w:style w:type="character" w:customStyle="1" w:styleId="KommentarthemaZchn">
    <w:name w:val="Kommentarthema Zchn"/>
    <w:link w:val="Kommentarthema"/>
    <w:rsid w:val="001F6AC5"/>
    <w:rPr>
      <w:rFonts w:ascii="Arial" w:hAnsi="Arial"/>
      <w:b/>
      <w:bCs/>
    </w:rPr>
  </w:style>
  <w:style w:type="paragraph" w:customStyle="1" w:styleId="Flietext9ptblockFinanzteilFlietext">
    <w:name w:val="Fließtext 9pt block (Finanzteil:Fließtext)"/>
    <w:basedOn w:val="Standard"/>
    <w:uiPriority w:val="99"/>
    <w:rsid w:val="00DE584E"/>
    <w:pPr>
      <w:tabs>
        <w:tab w:val="left" w:pos="227"/>
        <w:tab w:val="left" w:pos="425"/>
      </w:tabs>
      <w:autoSpaceDE w:val="0"/>
      <w:autoSpaceDN w:val="0"/>
      <w:adjustRightInd w:val="0"/>
      <w:spacing w:before="0" w:line="228" w:lineRule="atLeast"/>
      <w:jc w:val="both"/>
      <w:textAlignment w:val="center"/>
    </w:pPr>
    <w:rPr>
      <w:rFonts w:ascii="Hella DIN Universal Light" w:hAnsi="Hella DIN Universal Light" w:cs="Hella DIN Universal Light"/>
      <w:color w:val="000000"/>
      <w:sz w:val="18"/>
      <w:szCs w:val="18"/>
    </w:rPr>
  </w:style>
  <w:style w:type="character" w:styleId="NichtaufgelsteErwhnung">
    <w:name w:val="Unresolved Mention"/>
    <w:uiPriority w:val="99"/>
    <w:semiHidden/>
    <w:unhideWhenUsed/>
    <w:rsid w:val="009E4CF0"/>
    <w:rPr>
      <w:color w:val="605E5C"/>
      <w:shd w:val="clear" w:color="auto" w:fill="E1DFDD"/>
    </w:rPr>
  </w:style>
  <w:style w:type="character" w:customStyle="1" w:styleId="PMBoilerplateZchn">
    <w:name w:val="PM Boilerplate Zchn"/>
    <w:link w:val="PMBoilerplate"/>
    <w:rsid w:val="0022556A"/>
    <w:rPr>
      <w:rFonts w:ascii="Arial" w:hAnsi="Arial"/>
      <w:szCs w:val="24"/>
    </w:rPr>
  </w:style>
  <w:style w:type="character" w:customStyle="1" w:styleId="PMSubheadingZchn">
    <w:name w:val="PM Subheading Zchn"/>
    <w:link w:val="PMSubheading"/>
    <w:rsid w:val="00532AD4"/>
    <w:rPr>
      <w:rFonts w:ascii="Arial" w:hAnsi="Arial"/>
      <w:b/>
      <w:bCs/>
      <w:sz w:val="22"/>
      <w:szCs w:val="22"/>
    </w:rPr>
  </w:style>
  <w:style w:type="character" w:customStyle="1" w:styleId="PM1stpargraphZchn">
    <w:name w:val="PM 1st pargraph Zchn"/>
    <w:link w:val="PM1stpargraph"/>
    <w:rsid w:val="00532AD4"/>
    <w:rPr>
      <w:rFonts w:ascii="Arial" w:hAnsi="Arial"/>
      <w:sz w:val="22"/>
      <w:szCs w:val="22"/>
    </w:rPr>
  </w:style>
  <w:style w:type="paragraph" w:customStyle="1" w:styleId="PMHeadline1">
    <w:name w:val="PM Headline1"/>
    <w:basedOn w:val="Standard"/>
    <w:link w:val="PMHeadline1Zchn"/>
    <w:qFormat/>
    <w:rsid w:val="00531998"/>
    <w:pPr>
      <w:spacing w:before="0" w:after="300" w:line="500" w:lineRule="exact"/>
    </w:pPr>
    <w:rPr>
      <w:rFonts w:ascii="Hella DIN Universal" w:hAnsi="Hella DIN Universal" w:cs="Hella DIN Universal"/>
      <w:sz w:val="40"/>
      <w:szCs w:val="40"/>
    </w:rPr>
  </w:style>
  <w:style w:type="character" w:customStyle="1" w:styleId="PMHeadline1Zchn">
    <w:name w:val="PM Headline1 Zchn"/>
    <w:link w:val="PMHeadline1"/>
    <w:rsid w:val="00531998"/>
    <w:rPr>
      <w:rFonts w:ascii="Hella DIN Universal" w:hAnsi="Hella DIN Universal" w:cs="Hella DIN Universal"/>
      <w:b w:val="0"/>
      <w:bCs w:val="0"/>
      <w:sz w:val="40"/>
      <w:szCs w:val="40"/>
    </w:rPr>
  </w:style>
  <w:style w:type="character" w:customStyle="1" w:styleId="berschrift7Zchn">
    <w:name w:val="Überschrift 7 Zchn"/>
    <w:link w:val="berschrift7"/>
    <w:rsid w:val="00E22B7B"/>
    <w:rPr>
      <w:rFonts w:ascii="Arial" w:hAnsi="Arial" w:cs="Arial"/>
      <w:b/>
      <w:bCs/>
      <w:sz w:val="16"/>
      <w:szCs w:val="24"/>
    </w:rPr>
  </w:style>
  <w:style w:type="character" w:customStyle="1" w:styleId="FuzeileZchn">
    <w:name w:val="Fußzeile Zchn"/>
    <w:link w:val="Fuzeile"/>
    <w:rsid w:val="00E22B7B"/>
    <w:rPr>
      <w:rFonts w:ascii="Arial" w:hAnsi="Arial"/>
      <w:szCs w:val="24"/>
    </w:rPr>
  </w:style>
  <w:style w:type="paragraph" w:customStyle="1" w:styleId="PMAbbinder">
    <w:name w:val="PM Abbinder"/>
    <w:basedOn w:val="Standard"/>
    <w:link w:val="PMAbbinderZchn"/>
    <w:qFormat/>
    <w:rsid w:val="00597E8B"/>
    <w:pPr>
      <w:spacing w:before="0" w:line="240" w:lineRule="auto"/>
    </w:pPr>
    <w:rPr>
      <w:rFonts w:cs="Arial"/>
      <w:sz w:val="24"/>
      <w:szCs w:val="18"/>
    </w:rPr>
  </w:style>
  <w:style w:type="character" w:customStyle="1" w:styleId="PMAbbinderZchn">
    <w:name w:val="PM Abbinder Zchn"/>
    <w:link w:val="PMAbbinder"/>
    <w:locked/>
    <w:rsid w:val="00597E8B"/>
    <w:rPr>
      <w:rFonts w:ascii="Arial" w:hAnsi="Arial" w:cs="Arial"/>
      <w:sz w:val="24"/>
      <w:szCs w:val="18"/>
    </w:rPr>
  </w:style>
  <w:style w:type="paragraph" w:customStyle="1" w:styleId="Textkrper21">
    <w:name w:val="Textkörper 21"/>
    <w:basedOn w:val="Standard"/>
    <w:rsid w:val="00D272CC"/>
    <w:pPr>
      <w:suppressAutoHyphens/>
      <w:autoSpaceDE w:val="0"/>
      <w:spacing w:before="0" w:line="240" w:lineRule="atLeast"/>
    </w:pPr>
    <w:rPr>
      <w:rFonts w:ascii="Helv" w:hAnsi="Helv"/>
      <w:bCs/>
      <w:color w:val="000000"/>
      <w:sz w:val="24"/>
      <w:lang w:eastAsia="ar-SA"/>
    </w:rPr>
  </w:style>
  <w:style w:type="paragraph" w:customStyle="1" w:styleId="PMStandTxt">
    <w:name w:val="PM StandTxt"/>
    <w:basedOn w:val="Standard"/>
    <w:link w:val="PMStandTxtZchn"/>
    <w:qFormat/>
    <w:rsid w:val="007E2649"/>
    <w:pPr>
      <w:spacing w:before="300" w:after="300" w:line="360" w:lineRule="exact"/>
    </w:pPr>
    <w:rPr>
      <w:sz w:val="22"/>
      <w:szCs w:val="20"/>
    </w:rPr>
  </w:style>
  <w:style w:type="character" w:customStyle="1" w:styleId="PMStandTxtZchn">
    <w:name w:val="PM StandTxt Zchn"/>
    <w:link w:val="PMStandTxt"/>
    <w:locked/>
    <w:rsid w:val="007E2649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226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0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45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281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846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25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0767">
          <w:marLeft w:val="30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us.Richter@forvia.com" TargetMode="External"/><Relationship Id="rId18" Type="http://schemas.openxmlformats.org/officeDocument/2006/relationships/hyperlink" Target="http://www.hella-gutmann.co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presse@hella-gutmann.com" TargetMode="External"/><Relationship Id="rId17" Type="http://schemas.openxmlformats.org/officeDocument/2006/relationships/hyperlink" Target="mailto:Markus.Richter@forvia.com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presse@hella-gutmann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ella-gutmann.com/de/hella-gutmann/presse/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://www.hella.com/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hella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lla-gutmann.co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uschiwinkler/Desktop/PI_2022/xxxx.xx.xx_HGS%20PMxx_Template_d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EC0E5858F4D42B1A4B9FB8D5D2F89" ma:contentTypeVersion="24" ma:contentTypeDescription="Create a new document." ma:contentTypeScope="" ma:versionID="30c6acc7f8aa4e3d0415254d0b731813">
  <xsd:schema xmlns:xsd="http://www.w3.org/2001/XMLSchema" xmlns:xs="http://www.w3.org/2001/XMLSchema" xmlns:p="http://schemas.microsoft.com/office/2006/metadata/properties" xmlns:ns1="http://schemas.microsoft.com/sharepoint/v3" xmlns:ns2="d836a169-a660-453e-bba8-453fb3668e64" xmlns:ns3="40806c8d-a960-4ea9-b42d-1b643f9679f1" targetNamespace="http://schemas.microsoft.com/office/2006/metadata/properties" ma:root="true" ma:fieldsID="fdb242bdb6b762e8c24c23fdb551f172" ns1:_="" ns2:_="" ns3:_="">
    <xsd:import namespace="http://schemas.microsoft.com/sharepoint/v3"/>
    <xsd:import namespace="d836a169-a660-453e-bba8-453fb3668e64"/>
    <xsd:import namespace="40806c8d-a960-4ea9-b42d-1b643f967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Language" minOccurs="0"/>
                <xsd:element ref="ns2:Classification" minOccurs="0"/>
                <xsd:element ref="ns2:Copyright" minOccurs="0"/>
                <xsd:element ref="ns2:Category" minOccurs="0"/>
                <xsd:element ref="ns2:Business_x0020_Division" minOccurs="0"/>
                <xsd:element ref="ns2:Subtitles" minOccurs="0"/>
                <xsd:element ref="ns2:Video_x0020_type" minOccurs="0"/>
                <xsd:element ref="ns2:Tag_x0020_Test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Supplie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6a169-a660-453e-bba8-453fb3668e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anguage" ma:index="18" nillable="true" ma:displayName="Language" ma:internalName="Language">
      <xsd:simpleType>
        <xsd:restriction base="dms:Text">
          <xsd:maxLength value="255"/>
        </xsd:restriction>
      </xsd:simpleType>
    </xsd:element>
    <xsd:element name="Classification" ma:index="19" nillable="true" ma:displayName="Classification" ma:default="Internal" ma:description="Public or internal" ma:format="Dropdown" ma:internalName="Classification">
      <xsd:simpleType>
        <xsd:restriction base="dms:Text">
          <xsd:maxLength value="255"/>
        </xsd:restriction>
      </xsd:simpleType>
    </xsd:element>
    <xsd:element name="Copyright" ma:index="20" nillable="true" ma:displayName="Copyright" ma:default="HELLA" ma:description="Enter who owns the Copyright of the video" ma:format="Dropdown" ma:internalName="Copyright">
      <xsd:simpleType>
        <xsd:restriction base="dms:Text">
          <xsd:maxLength value="255"/>
        </xsd:restriction>
      </xsd:simpleType>
    </xsd:element>
    <xsd:element name="Category" ma:index="21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Business_x0020_Division" ma:index="22" nillable="true" ma:displayName="Business Division" ma:format="Dropdown" ma:internalName="Business_x0020_Division">
      <xsd:simpleType>
        <xsd:restriction base="dms:Text">
          <xsd:maxLength value="255"/>
        </xsd:restriction>
      </xsd:simpleType>
    </xsd:element>
    <xsd:element name="Subtitles" ma:index="23" nillable="true" ma:displayName="Subtitles" ma:default="0" ma:format="Dropdown" ma:internalName="Subtitles">
      <xsd:simpleType>
        <xsd:restriction base="dms:Boolean"/>
      </xsd:simpleType>
    </xsd:element>
    <xsd:element name="Video_x0020_type" ma:index="24" nillable="true" ma:displayName="Video type" ma:description="E.g. Image video, Tutorial" ma:format="Dropdown" ma:internalName="Video_x0020_type">
      <xsd:simpleType>
        <xsd:restriction base="dms:Text">
          <xsd:maxLength value="255"/>
        </xsd:restriction>
      </xsd:simpleType>
    </xsd:element>
    <xsd:element name="Tag_x0020_Test" ma:index="25" nillable="true" ma:displayName="Tag Test" ma:default="Enter Choice #1" ma:format="Dropdown" ma:internalName="Tag_x0020_Test">
      <xsd:simpleType>
        <xsd:union memberTypes="dms:Text">
          <xsd:simpleType>
            <xsd:restriction base="dms:Choice">
              <xsd:enumeration value="Enter Choice #1"/>
              <xsd:enumeration value="Enter Choice #2"/>
              <xsd:enumeration value="Enter Choice #3"/>
            </xsd:restriction>
          </xsd:simpleType>
        </xsd:un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upplier" ma:index="30" nillable="true" ma:displayName="Supplier" ma:format="Dropdown" ma:internalName="Supplier">
      <xsd:simpleType>
        <xsd:restriction base="dms:Text">
          <xsd:maxLength value="255"/>
        </xsd:restriction>
      </xsd:simpleType>
    </xsd:element>
    <xsd:element name="MediaLengthInSeconds" ma:index="3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06c8d-a960-4ea9-b42d-1b643f967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titles xmlns="d836a169-a660-453e-bba8-453fb3668e64">false</Subtitles>
    <Tag_x0020_Test xmlns="d836a169-a660-453e-bba8-453fb3668e64">Enter Choice #1</Tag_x0020_Test>
    <Copyright xmlns="d836a169-a660-453e-bba8-453fb3668e64">HELLA</Copyright>
    <Classification xmlns="d836a169-a660-453e-bba8-453fb3668e64">Internal</Classification>
    <Business_x0020_Division xmlns="d836a169-a660-453e-bba8-453fb3668e64" xsi:nil="true"/>
    <_ip_UnifiedCompliancePolicyUIAction xmlns="http://schemas.microsoft.com/sharepoint/v3" xsi:nil="true"/>
    <Language xmlns="d836a169-a660-453e-bba8-453fb3668e64" xsi:nil="true"/>
    <_ip_UnifiedCompliancePolicyProperties xmlns="http://schemas.microsoft.com/sharepoint/v3" xsi:nil="true"/>
    <Supplier xmlns="d836a169-a660-453e-bba8-453fb3668e64" xsi:nil="true"/>
    <Video_x0020_type xmlns="d836a169-a660-453e-bba8-453fb3668e64" xsi:nil="true"/>
    <Category xmlns="d836a169-a660-453e-bba8-453fb3668e64" xsi:nil="true"/>
  </documentManagement>
</p:properties>
</file>

<file path=customXml/itemProps1.xml><?xml version="1.0" encoding="utf-8"?>
<ds:datastoreItem xmlns:ds="http://schemas.openxmlformats.org/officeDocument/2006/customXml" ds:itemID="{A62D7E6B-8629-455C-858A-1554D3CA12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60BB0E-F13C-4269-BC1E-8EFF8E3AB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D3C326-D05F-45A3-91F9-35A99E636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836a169-a660-453e-bba8-453fb3668e64"/>
    <ds:schemaRef ds:uri="40806c8d-a960-4ea9-b42d-1b643f9679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23888A-57F2-4A78-BB89-A82D3394ABCC}">
  <ds:schemaRefs>
    <ds:schemaRef ds:uri="http://schemas.microsoft.com/office/2006/metadata/properties"/>
    <ds:schemaRef ds:uri="http://schemas.microsoft.com/office/infopath/2007/PartnerControls"/>
    <ds:schemaRef ds:uri="d836a169-a660-453e-bba8-453fb3668e6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xxxx.xx.xx_HGS PMxx_Template_de.dot</Template>
  <TotalTime>0</TotalTime>
  <Pages>3</Pages>
  <Words>584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HELLA Pressemitteilung</vt:lpstr>
    </vt:vector>
  </TitlesOfParts>
  <Company>Hella KGaA Hueck &amp; Co.</Company>
  <LinksUpToDate>false</LinksUpToDate>
  <CharactersWithSpaces>4256</CharactersWithSpaces>
  <SharedDoc>false</SharedDoc>
  <HLinks>
    <vt:vector size="36" baseType="variant">
      <vt:variant>
        <vt:i4>6357108</vt:i4>
      </vt:variant>
      <vt:variant>
        <vt:i4>3</vt:i4>
      </vt:variant>
      <vt:variant>
        <vt:i4>0</vt:i4>
      </vt:variant>
      <vt:variant>
        <vt:i4>5</vt:i4>
      </vt:variant>
      <vt:variant>
        <vt:lpwstr>http://www.hella.de/presse</vt:lpwstr>
      </vt:variant>
      <vt:variant>
        <vt:lpwstr/>
      </vt:variant>
      <vt:variant>
        <vt:i4>917526</vt:i4>
      </vt:variant>
      <vt:variant>
        <vt:i4>0</vt:i4>
      </vt:variant>
      <vt:variant>
        <vt:i4>0</vt:i4>
      </vt:variant>
      <vt:variant>
        <vt:i4>5</vt:i4>
      </vt:variant>
      <vt:variant>
        <vt:lpwstr>http://www.hella-gutmann.com/de/hella-gutmann/presse/</vt:lpwstr>
      </vt:variant>
      <vt:variant>
        <vt:lpwstr/>
      </vt:variant>
      <vt:variant>
        <vt:i4>4194328</vt:i4>
      </vt:variant>
      <vt:variant>
        <vt:i4>9</vt:i4>
      </vt:variant>
      <vt:variant>
        <vt:i4>0</vt:i4>
      </vt:variant>
      <vt:variant>
        <vt:i4>5</vt:i4>
      </vt:variant>
      <vt:variant>
        <vt:lpwstr>http://www.hella.com/</vt:lpwstr>
      </vt:variant>
      <vt:variant>
        <vt:lpwstr/>
      </vt:variant>
      <vt:variant>
        <vt:i4>6029379</vt:i4>
      </vt:variant>
      <vt:variant>
        <vt:i4>6</vt:i4>
      </vt:variant>
      <vt:variant>
        <vt:i4>0</vt:i4>
      </vt:variant>
      <vt:variant>
        <vt:i4>5</vt:i4>
      </vt:variant>
      <vt:variant>
        <vt:lpwstr>http://www.hella-gutmann.com/</vt:lpwstr>
      </vt:variant>
      <vt:variant>
        <vt:lpwstr/>
      </vt:variant>
      <vt:variant>
        <vt:i4>4849698</vt:i4>
      </vt:variant>
      <vt:variant>
        <vt:i4>3</vt:i4>
      </vt:variant>
      <vt:variant>
        <vt:i4>0</vt:i4>
      </vt:variant>
      <vt:variant>
        <vt:i4>5</vt:i4>
      </vt:variant>
      <vt:variant>
        <vt:lpwstr>mailto:Markus.Richter@hella.com</vt:lpwstr>
      </vt:variant>
      <vt:variant>
        <vt:lpwstr/>
      </vt:variant>
      <vt:variant>
        <vt:i4>5701684</vt:i4>
      </vt:variant>
      <vt:variant>
        <vt:i4>0</vt:i4>
      </vt:variant>
      <vt:variant>
        <vt:i4>0</vt:i4>
      </vt:variant>
      <vt:variant>
        <vt:i4>5</vt:i4>
      </vt:variant>
      <vt:variant>
        <vt:lpwstr>mailto:presse@hella-gutmann.com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HELLA Pressemitteilung</dc:title>
  <dc:subject/>
  <dc:creator>Microsoft Office User</dc:creator>
  <cp:keywords/>
  <cp:lastModifiedBy>Uschi Winkler</cp:lastModifiedBy>
  <cp:revision>25</cp:revision>
  <cp:lastPrinted>2022-02-05T10:14:00Z</cp:lastPrinted>
  <dcterms:created xsi:type="dcterms:W3CDTF">2022-08-10T09:31:00Z</dcterms:created>
  <dcterms:modified xsi:type="dcterms:W3CDTF">2022-08-24T11:38:00Z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0x010100B0DEC0E5858F4D42B1A4B9FB8D5D2F89</vt:lpwstr>
  </property>
  <property fmtid="{D5CDD505-2E9C-101B-9397-08002B2CF9AE}" pid="3" name="MSIP_Label_2dc7705b-6e4c-417b-ac68-327728b40a07_Enabled">
    <vt:lpwstr>true</vt:lpwstr>
  </property>
  <property fmtid="{D5CDD505-2E9C-101B-9397-08002B2CF9AE}" pid="4" name="MSIP_Label_2dc7705b-6e4c-417b-ac68-327728b40a07_SetDate">
    <vt:lpwstr>2022-02-17T08:34:30Z</vt:lpwstr>
  </property>
  <property fmtid="{D5CDD505-2E9C-101B-9397-08002B2CF9AE}" pid="5" name="MSIP_Label_2dc7705b-6e4c-417b-ac68-327728b40a07_Method">
    <vt:lpwstr>Privileged</vt:lpwstr>
  </property>
  <property fmtid="{D5CDD505-2E9C-101B-9397-08002B2CF9AE}" pid="6" name="MSIP_Label_2dc7705b-6e4c-417b-ac68-327728b40a07_Name">
    <vt:lpwstr>2dc7705b-6e4c-417b-ac68-327728b40a07</vt:lpwstr>
  </property>
  <property fmtid="{D5CDD505-2E9C-101B-9397-08002B2CF9AE}" pid="7" name="MSIP_Label_2dc7705b-6e4c-417b-ac68-327728b40a07_SiteId">
    <vt:lpwstr>2d5eb7e2-d3ee-4bf5-bc62-79d5ae9cd9e1</vt:lpwstr>
  </property>
  <property fmtid="{D5CDD505-2E9C-101B-9397-08002B2CF9AE}" pid="8" name="MSIP_Label_2dc7705b-6e4c-417b-ac68-327728b40a07_ActionId">
    <vt:lpwstr>8dbc9b1a-4fe3-4522-9489-fd626c8f925b</vt:lpwstr>
  </property>
  <property fmtid="{D5CDD505-2E9C-101B-9397-08002B2CF9AE}" pid="9" name="MSIP_Label_2dc7705b-6e4c-417b-ac68-327728b40a07_ContentBits">
    <vt:lpwstr>1</vt:lpwstr>
  </property>
</Properties>
</file>