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79E8D" w14:textId="30064739" w:rsidR="00F7202A" w:rsidRPr="00EC1FE2" w:rsidRDefault="007E08C1" w:rsidP="0073709C">
      <w:pPr>
        <w:pStyle w:val="PMHeadline1"/>
        <w:ind w:right="-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Hella Gutmann</w:t>
      </w:r>
      <w:r w:rsidR="00C451A3">
        <w:rPr>
          <w:rFonts w:ascii="Arial" w:hAnsi="Arial" w:cs="Arial"/>
          <w:bCs/>
        </w:rPr>
        <w:t xml:space="preserve"> auf der Automechanika</w:t>
      </w:r>
    </w:p>
    <w:p w14:paraId="61C7F2B9" w14:textId="6FBB6231" w:rsidR="005C2DD7" w:rsidRDefault="00C451A3" w:rsidP="0073709C">
      <w:pPr>
        <w:pStyle w:val="PMBullets"/>
        <w:ind w:right="-1"/>
        <w:rPr>
          <w:rFonts w:ascii="Arial" w:hAnsi="Arial" w:cs="Arial"/>
        </w:rPr>
      </w:pPr>
      <w:r>
        <w:rPr>
          <w:rFonts w:ascii="Arial" w:hAnsi="Arial" w:cs="Arial"/>
        </w:rPr>
        <w:t>Premiere: Modular</w:t>
      </w:r>
      <w:r w:rsidR="00C344A4">
        <w:rPr>
          <w:rFonts w:ascii="Arial" w:hAnsi="Arial" w:cs="Arial"/>
        </w:rPr>
        <w:t xml:space="preserve"> skalierbare</w:t>
      </w:r>
      <w:r>
        <w:rPr>
          <w:rFonts w:ascii="Arial" w:hAnsi="Arial" w:cs="Arial"/>
        </w:rPr>
        <w:t xml:space="preserve"> Diagnoselösung </w:t>
      </w:r>
      <w:r w:rsidR="00C344A4">
        <w:rPr>
          <w:rFonts w:ascii="Arial" w:hAnsi="Arial" w:cs="Arial"/>
        </w:rPr>
        <w:t xml:space="preserve">auf Android-Geräten </w:t>
      </w:r>
      <w:r>
        <w:rPr>
          <w:rFonts w:ascii="Arial" w:hAnsi="Arial" w:cs="Arial"/>
        </w:rPr>
        <w:t>für</w:t>
      </w:r>
      <w:r w:rsidR="00EF39CF">
        <w:rPr>
          <w:rFonts w:ascii="Arial" w:hAnsi="Arial" w:cs="Arial"/>
        </w:rPr>
        <w:t xml:space="preserve"> </w:t>
      </w:r>
      <w:r w:rsidR="00C344A4">
        <w:rPr>
          <w:rFonts w:ascii="Arial" w:hAnsi="Arial" w:cs="Arial"/>
        </w:rPr>
        <w:t>Einsteiger bis Fortgeschrittene</w:t>
      </w:r>
    </w:p>
    <w:p w14:paraId="0BBEE4B2" w14:textId="6FC60EF3" w:rsidR="0073709C" w:rsidRDefault="00C451A3" w:rsidP="0073709C">
      <w:pPr>
        <w:pStyle w:val="PMBullets"/>
        <w:ind w:right="-1"/>
        <w:rPr>
          <w:rFonts w:ascii="Arial" w:hAnsi="Arial" w:cs="Arial"/>
        </w:rPr>
      </w:pPr>
      <w:r>
        <w:rPr>
          <w:rFonts w:ascii="Arial" w:hAnsi="Arial" w:cs="Arial"/>
        </w:rPr>
        <w:t>Ausblick: Volldig</w:t>
      </w:r>
      <w:r w:rsidR="00C344A4">
        <w:rPr>
          <w:rFonts w:ascii="Arial" w:hAnsi="Arial" w:cs="Arial"/>
        </w:rPr>
        <w:t>i</w:t>
      </w:r>
      <w:r>
        <w:rPr>
          <w:rFonts w:ascii="Arial" w:hAnsi="Arial" w:cs="Arial"/>
        </w:rPr>
        <w:t>tales CSC-Tool für ADAS-Kalibrierungen</w:t>
      </w:r>
    </w:p>
    <w:p w14:paraId="5E546E92" w14:textId="6DE9BA70" w:rsidR="00961209" w:rsidRPr="00DD4811" w:rsidRDefault="00C451A3" w:rsidP="00015410">
      <w:pPr>
        <w:pStyle w:val="PMBullets"/>
        <w:spacing w:after="180"/>
        <w:rPr>
          <w:rFonts w:ascii="Arial" w:hAnsi="Arial" w:cs="Arial"/>
          <w:sz w:val="22"/>
          <w:szCs w:val="22"/>
          <w:shd w:val="clear" w:color="auto" w:fill="FFFFFF"/>
          <w:lang w:eastAsia="de-DE"/>
        </w:rPr>
      </w:pPr>
      <w:r>
        <w:rPr>
          <w:rFonts w:ascii="Arial" w:hAnsi="Arial" w:cs="Arial"/>
          <w:shd w:val="clear" w:color="auto" w:fill="FFFFFF"/>
          <w:lang w:eastAsia="de-DE"/>
        </w:rPr>
        <w:t xml:space="preserve">Tägliche </w:t>
      </w:r>
      <w:r w:rsidR="0038795D">
        <w:rPr>
          <w:rFonts w:ascii="Arial" w:hAnsi="Arial" w:cs="Arial"/>
          <w:shd w:val="clear" w:color="auto" w:fill="FFFFFF"/>
          <w:lang w:eastAsia="de-DE"/>
        </w:rPr>
        <w:t>Vorträge und Live-Demos</w:t>
      </w:r>
      <w:r>
        <w:rPr>
          <w:rFonts w:ascii="Arial" w:hAnsi="Arial" w:cs="Arial"/>
          <w:shd w:val="clear" w:color="auto" w:fill="FFFFFF"/>
          <w:lang w:eastAsia="de-DE"/>
        </w:rPr>
        <w:t xml:space="preserve"> zu Diagnose</w:t>
      </w:r>
      <w:r w:rsidR="00DE1B6E">
        <w:rPr>
          <w:rFonts w:ascii="Arial" w:hAnsi="Arial" w:cs="Arial"/>
          <w:shd w:val="clear" w:color="auto" w:fill="FFFFFF"/>
          <w:lang w:eastAsia="de-DE"/>
        </w:rPr>
        <w:t>/Batteriediagnose</w:t>
      </w:r>
      <w:r>
        <w:rPr>
          <w:rFonts w:ascii="Arial" w:hAnsi="Arial" w:cs="Arial"/>
          <w:shd w:val="clear" w:color="auto" w:fill="FFFFFF"/>
          <w:lang w:eastAsia="de-DE"/>
        </w:rPr>
        <w:t xml:space="preserve">, </w:t>
      </w:r>
      <w:proofErr w:type="spellStart"/>
      <w:r>
        <w:rPr>
          <w:rFonts w:ascii="Arial" w:hAnsi="Arial" w:cs="Arial"/>
          <w:shd w:val="clear" w:color="auto" w:fill="FFFFFF"/>
          <w:lang w:eastAsia="de-DE"/>
        </w:rPr>
        <w:t>Cyber</w:t>
      </w:r>
      <w:proofErr w:type="spellEnd"/>
      <w:r>
        <w:rPr>
          <w:rFonts w:ascii="Arial" w:hAnsi="Arial" w:cs="Arial"/>
          <w:shd w:val="clear" w:color="auto" w:fill="FFFFFF"/>
          <w:lang w:eastAsia="de-DE"/>
        </w:rPr>
        <w:t xml:space="preserve"> Security</w:t>
      </w:r>
      <w:r w:rsidR="00015410">
        <w:rPr>
          <w:rFonts w:ascii="Arial" w:hAnsi="Arial" w:cs="Arial"/>
          <w:shd w:val="clear" w:color="auto" w:fill="FFFFFF"/>
          <w:lang w:eastAsia="de-DE"/>
        </w:rPr>
        <w:t xml:space="preserve"> und ADAS-Kalibrierung</w:t>
      </w:r>
    </w:p>
    <w:p w14:paraId="1ACDAAE3" w14:textId="1F80236D" w:rsidR="00BA6EC0" w:rsidRPr="001776FF" w:rsidRDefault="002B2A6C" w:rsidP="00015410">
      <w:pPr>
        <w:pStyle w:val="PMBullets"/>
        <w:numPr>
          <w:ilvl w:val="0"/>
          <w:numId w:val="0"/>
        </w:numPr>
        <w:spacing w:after="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Innovative, flexibel konfigurierbare</w:t>
      </w:r>
      <w:r w:rsidR="00DD4811" w:rsidRPr="00DD48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Werkstattausrüstung steht </w:t>
      </w:r>
      <w:r w:rsidR="00DD4811">
        <w:rPr>
          <w:rFonts w:ascii="Arial" w:hAnsi="Arial" w:cs="Arial"/>
          <w:sz w:val="22"/>
          <w:szCs w:val="22"/>
        </w:rPr>
        <w:t>im Zentrum der Hella Gutmann-P</w:t>
      </w:r>
      <w:r>
        <w:rPr>
          <w:rFonts w:ascii="Arial" w:hAnsi="Arial" w:cs="Arial"/>
          <w:sz w:val="22"/>
          <w:szCs w:val="22"/>
        </w:rPr>
        <w:t xml:space="preserve">räsentationen auf dem gemeinsamen HELLA </w:t>
      </w:r>
      <w:r w:rsidR="00C344A4">
        <w:rPr>
          <w:rFonts w:ascii="Arial" w:hAnsi="Arial" w:cs="Arial"/>
          <w:sz w:val="22"/>
          <w:szCs w:val="22"/>
        </w:rPr>
        <w:t xml:space="preserve">und </w:t>
      </w:r>
      <w:r>
        <w:rPr>
          <w:rFonts w:ascii="Arial" w:hAnsi="Arial" w:cs="Arial"/>
          <w:sz w:val="22"/>
          <w:szCs w:val="22"/>
        </w:rPr>
        <w:t>Hella Gutmann Messetand</w:t>
      </w:r>
      <w:r w:rsidR="00DE1B6E">
        <w:rPr>
          <w:rFonts w:ascii="Arial" w:hAnsi="Arial" w:cs="Arial"/>
          <w:sz w:val="22"/>
          <w:szCs w:val="22"/>
        </w:rPr>
        <w:t xml:space="preserve"> auf der Automechanika, </w:t>
      </w:r>
      <w:r>
        <w:rPr>
          <w:rFonts w:ascii="Arial" w:hAnsi="Arial" w:cs="Arial"/>
          <w:sz w:val="22"/>
          <w:szCs w:val="22"/>
        </w:rPr>
        <w:t>Halle 9.0</w:t>
      </w:r>
      <w:r w:rsidR="00DE1B6E">
        <w:rPr>
          <w:rFonts w:ascii="Arial" w:hAnsi="Arial" w:cs="Arial"/>
          <w:sz w:val="22"/>
          <w:szCs w:val="22"/>
        </w:rPr>
        <w:t>/A80</w:t>
      </w:r>
      <w:r w:rsidR="00DD4811" w:rsidRPr="00DD4811">
        <w:rPr>
          <w:rFonts w:ascii="Arial" w:hAnsi="Arial" w:cs="Arial"/>
          <w:sz w:val="22"/>
          <w:szCs w:val="22"/>
        </w:rPr>
        <w:t>.</w:t>
      </w:r>
      <w:r w:rsidR="00C344A4">
        <w:rPr>
          <w:rFonts w:ascii="Arial" w:hAnsi="Arial" w:cs="Arial"/>
          <w:sz w:val="22"/>
          <w:szCs w:val="22"/>
        </w:rPr>
        <w:t xml:space="preserve"> </w:t>
      </w:r>
      <w:r w:rsidR="0038795D" w:rsidRPr="00DD4811">
        <w:rPr>
          <w:rFonts w:ascii="Arial" w:hAnsi="Arial" w:cs="Arial"/>
          <w:sz w:val="22"/>
          <w:szCs w:val="22"/>
        </w:rPr>
        <w:t xml:space="preserve">Mit </w:t>
      </w:r>
      <w:r w:rsidR="00DD4811" w:rsidRPr="00DD4811">
        <w:rPr>
          <w:rFonts w:ascii="Arial" w:hAnsi="Arial" w:cs="Arial"/>
          <w:sz w:val="22"/>
          <w:szCs w:val="22"/>
        </w:rPr>
        <w:t>einer</w:t>
      </w:r>
      <w:r w:rsidR="0038795D" w:rsidRPr="00DD4811">
        <w:rPr>
          <w:rFonts w:ascii="Arial" w:hAnsi="Arial" w:cs="Arial"/>
          <w:sz w:val="22"/>
          <w:szCs w:val="22"/>
        </w:rPr>
        <w:t xml:space="preserve"> </w:t>
      </w:r>
      <w:r w:rsidR="00490E4E" w:rsidRPr="00DD4811">
        <w:rPr>
          <w:rFonts w:ascii="Arial" w:hAnsi="Arial" w:cs="Arial"/>
          <w:sz w:val="22"/>
          <w:szCs w:val="22"/>
        </w:rPr>
        <w:t xml:space="preserve">modularen </w:t>
      </w:r>
      <w:r w:rsidR="0038795D" w:rsidRPr="00DD4811">
        <w:rPr>
          <w:rFonts w:ascii="Arial" w:hAnsi="Arial" w:cs="Arial"/>
          <w:sz w:val="22"/>
          <w:szCs w:val="22"/>
        </w:rPr>
        <w:t xml:space="preserve">Diagnoselösung und </w:t>
      </w:r>
      <w:r w:rsidR="00DB415A" w:rsidRPr="00DD4811">
        <w:rPr>
          <w:rFonts w:ascii="Arial" w:hAnsi="Arial" w:cs="Arial"/>
          <w:sz w:val="22"/>
          <w:szCs w:val="22"/>
        </w:rPr>
        <w:t>einem komplett neu entwickelten, volldigitalen</w:t>
      </w:r>
      <w:r w:rsidR="0038795D" w:rsidRPr="00DD4811">
        <w:rPr>
          <w:rFonts w:ascii="Arial" w:hAnsi="Arial" w:cs="Arial"/>
          <w:sz w:val="22"/>
          <w:szCs w:val="22"/>
        </w:rPr>
        <w:t xml:space="preserve"> </w:t>
      </w:r>
      <w:r w:rsidR="00BA6EC0">
        <w:rPr>
          <w:rFonts w:ascii="Arial" w:hAnsi="Arial" w:cs="Arial"/>
          <w:sz w:val="22"/>
          <w:szCs w:val="22"/>
        </w:rPr>
        <w:t xml:space="preserve">ADAS-Kalibriertool </w:t>
      </w:r>
      <w:r w:rsidR="0038795D" w:rsidRPr="00DD4811">
        <w:rPr>
          <w:rFonts w:ascii="Arial" w:hAnsi="Arial" w:cs="Arial"/>
          <w:sz w:val="22"/>
          <w:szCs w:val="22"/>
        </w:rPr>
        <w:t>feier</w:t>
      </w:r>
      <w:r w:rsidR="00C344A4">
        <w:rPr>
          <w:rFonts w:ascii="Arial" w:hAnsi="Arial" w:cs="Arial"/>
          <w:sz w:val="22"/>
          <w:szCs w:val="22"/>
        </w:rPr>
        <w:t xml:space="preserve">n </w:t>
      </w:r>
      <w:r w:rsidR="00BA6EC0">
        <w:rPr>
          <w:rFonts w:ascii="Arial" w:hAnsi="Arial" w:cs="Arial"/>
          <w:sz w:val="22"/>
          <w:szCs w:val="22"/>
        </w:rPr>
        <w:t xml:space="preserve">in Frankfurt </w:t>
      </w:r>
      <w:r w:rsidR="0038795D" w:rsidRPr="00DD4811">
        <w:rPr>
          <w:rFonts w:ascii="Arial" w:hAnsi="Arial" w:cs="Arial"/>
          <w:sz w:val="22"/>
          <w:szCs w:val="22"/>
        </w:rPr>
        <w:t xml:space="preserve">zwei </w:t>
      </w:r>
      <w:r w:rsidR="00DD4811" w:rsidRPr="00DD4811">
        <w:rPr>
          <w:rFonts w:ascii="Arial" w:hAnsi="Arial" w:cs="Arial"/>
          <w:sz w:val="22"/>
          <w:szCs w:val="22"/>
        </w:rPr>
        <w:t xml:space="preserve">wegweisende </w:t>
      </w:r>
      <w:r w:rsidR="0038795D" w:rsidRPr="00DD4811">
        <w:rPr>
          <w:rFonts w:ascii="Arial" w:hAnsi="Arial" w:cs="Arial"/>
          <w:sz w:val="22"/>
          <w:szCs w:val="22"/>
        </w:rPr>
        <w:t xml:space="preserve">Hella Gutmann-Produkte </w:t>
      </w:r>
      <w:r w:rsidR="00BA6EC0">
        <w:rPr>
          <w:rFonts w:ascii="Arial" w:hAnsi="Arial" w:cs="Arial"/>
          <w:sz w:val="22"/>
          <w:szCs w:val="22"/>
        </w:rPr>
        <w:t xml:space="preserve">für den modernen Werkstatt-Alltag </w:t>
      </w:r>
      <w:r w:rsidR="0038795D" w:rsidRPr="001776FF">
        <w:rPr>
          <w:rFonts w:ascii="Arial" w:hAnsi="Arial" w:cs="Arial"/>
          <w:sz w:val="22"/>
          <w:szCs w:val="22"/>
        </w:rPr>
        <w:t xml:space="preserve">Premiere. </w:t>
      </w:r>
      <w:r w:rsidR="00BA6EC0" w:rsidRPr="001776FF">
        <w:rPr>
          <w:rFonts w:ascii="Arial" w:hAnsi="Arial" w:cs="Arial"/>
          <w:sz w:val="22"/>
          <w:szCs w:val="22"/>
        </w:rPr>
        <w:t>Sie</w:t>
      </w:r>
      <w:r w:rsidR="001776FF" w:rsidRPr="001776FF">
        <w:rPr>
          <w:rFonts w:ascii="Arial" w:hAnsi="Arial" w:cs="Arial"/>
          <w:sz w:val="22"/>
          <w:szCs w:val="22"/>
        </w:rPr>
        <w:t xml:space="preserve"> </w:t>
      </w:r>
      <w:r w:rsidR="00DE1B6E">
        <w:rPr>
          <w:rFonts w:ascii="Arial" w:hAnsi="Arial" w:cs="Arial"/>
          <w:sz w:val="22"/>
          <w:szCs w:val="22"/>
        </w:rPr>
        <w:t xml:space="preserve">bieten </w:t>
      </w:r>
      <w:r w:rsidR="00BA6EC0" w:rsidRPr="001776FF">
        <w:rPr>
          <w:rFonts w:ascii="Arial" w:hAnsi="Arial" w:cs="Arial"/>
          <w:sz w:val="22"/>
          <w:szCs w:val="22"/>
        </w:rPr>
        <w:t xml:space="preserve">Werkstätten effiziente </w:t>
      </w:r>
      <w:r w:rsidR="001776FF" w:rsidRPr="001776FF">
        <w:rPr>
          <w:rFonts w:ascii="Arial" w:hAnsi="Arial" w:cs="Arial"/>
          <w:sz w:val="22"/>
          <w:szCs w:val="22"/>
        </w:rPr>
        <w:t xml:space="preserve">Unterstützung </w:t>
      </w:r>
      <w:r w:rsidR="00DE1B6E">
        <w:rPr>
          <w:rFonts w:ascii="Arial" w:hAnsi="Arial" w:cs="Arial"/>
          <w:sz w:val="22"/>
          <w:szCs w:val="22"/>
        </w:rPr>
        <w:t xml:space="preserve">bei </w:t>
      </w:r>
      <w:r w:rsidR="00BA6EC0" w:rsidRPr="001776FF">
        <w:rPr>
          <w:rFonts w:ascii="Arial" w:hAnsi="Arial" w:cs="Arial"/>
          <w:sz w:val="22"/>
          <w:szCs w:val="22"/>
        </w:rPr>
        <w:t xml:space="preserve">Herausforderungen wie </w:t>
      </w:r>
      <w:proofErr w:type="spellStart"/>
      <w:r w:rsidR="00BA6EC0" w:rsidRPr="001776FF">
        <w:rPr>
          <w:rFonts w:ascii="Arial" w:hAnsi="Arial" w:cs="Arial"/>
          <w:sz w:val="22"/>
          <w:szCs w:val="22"/>
        </w:rPr>
        <w:t>Cyber</w:t>
      </w:r>
      <w:proofErr w:type="spellEnd"/>
      <w:r w:rsidR="00BA6EC0" w:rsidRPr="001776FF">
        <w:rPr>
          <w:rFonts w:ascii="Arial" w:hAnsi="Arial" w:cs="Arial"/>
          <w:sz w:val="22"/>
          <w:szCs w:val="22"/>
        </w:rPr>
        <w:t xml:space="preserve"> Security, Ethernet-basierende Bordnetze und Fahrerassistenzsysteme.</w:t>
      </w:r>
    </w:p>
    <w:p w14:paraId="636AA4DE" w14:textId="77F08707" w:rsidR="00490E4E" w:rsidRPr="00DE1B6E" w:rsidRDefault="001776FF" w:rsidP="00DD4811">
      <w:pPr>
        <w:pStyle w:val="PMBullets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  <w:r w:rsidRPr="001776FF">
        <w:rPr>
          <w:rFonts w:ascii="Arial" w:hAnsi="Arial" w:cs="Arial"/>
          <w:sz w:val="22"/>
          <w:szCs w:val="22"/>
        </w:rPr>
        <w:t xml:space="preserve">Die neue </w:t>
      </w:r>
      <w:proofErr w:type="spellStart"/>
      <w:r w:rsidRPr="001776FF">
        <w:rPr>
          <w:rFonts w:ascii="Arial" w:hAnsi="Arial" w:cs="Arial"/>
          <w:sz w:val="22"/>
          <w:szCs w:val="22"/>
        </w:rPr>
        <w:t>mega</w:t>
      </w:r>
      <w:proofErr w:type="spellEnd"/>
      <w:r w:rsidRPr="001776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776FF">
        <w:rPr>
          <w:rFonts w:ascii="Arial" w:hAnsi="Arial" w:cs="Arial"/>
          <w:sz w:val="22"/>
          <w:szCs w:val="22"/>
        </w:rPr>
        <w:t>macs</w:t>
      </w:r>
      <w:proofErr w:type="spellEnd"/>
      <w:r w:rsidRPr="001776FF">
        <w:rPr>
          <w:rFonts w:ascii="Arial" w:hAnsi="Arial" w:cs="Arial"/>
          <w:sz w:val="22"/>
          <w:szCs w:val="22"/>
        </w:rPr>
        <w:t xml:space="preserve">-Lösung für Android-Geräte eröffnet schon in der </w:t>
      </w:r>
      <w:r w:rsidR="00BA6EC0" w:rsidRPr="001776FF">
        <w:rPr>
          <w:rFonts w:ascii="Arial" w:hAnsi="Arial" w:cs="Arial"/>
          <w:sz w:val="22"/>
          <w:szCs w:val="22"/>
        </w:rPr>
        <w:t xml:space="preserve">kostengünstigen Diagnose-Einstiegsklasse alles, was eine Werkstatt braucht </w:t>
      </w:r>
      <w:r>
        <w:rPr>
          <w:rFonts w:ascii="Arial" w:hAnsi="Arial" w:cs="Arial"/>
          <w:sz w:val="22"/>
          <w:szCs w:val="22"/>
        </w:rPr>
        <w:t xml:space="preserve">− </w:t>
      </w:r>
      <w:r w:rsidR="00BA6EC0" w:rsidRPr="001776FF">
        <w:rPr>
          <w:rFonts w:ascii="Arial" w:hAnsi="Arial" w:cs="Arial"/>
          <w:sz w:val="22"/>
          <w:szCs w:val="22"/>
        </w:rPr>
        <w:t xml:space="preserve">mit flexiblen Erweiterungsmöglichkeiten für die Zukunft. </w:t>
      </w:r>
      <w:r w:rsidRPr="001776FF"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z w:val="22"/>
          <w:szCs w:val="22"/>
        </w:rPr>
        <w:t>zu zählen gleich mehrere</w:t>
      </w:r>
      <w:r w:rsidRPr="001776FF">
        <w:rPr>
          <w:rFonts w:ascii="Arial" w:hAnsi="Arial" w:cs="Arial"/>
          <w:sz w:val="22"/>
          <w:szCs w:val="22"/>
        </w:rPr>
        <w:t xml:space="preserve"> Leistungsbausteine, die bisher den Top-Geräten von Hella Gutmann vorbehalten waren.</w:t>
      </w:r>
      <w:r w:rsidR="00DE1B6E">
        <w:rPr>
          <w:rFonts w:ascii="Arial" w:hAnsi="Arial" w:cs="Arial"/>
          <w:sz w:val="22"/>
          <w:szCs w:val="22"/>
        </w:rPr>
        <w:t xml:space="preserve"> </w:t>
      </w:r>
      <w:r w:rsidR="0038795D" w:rsidRPr="00DD4811">
        <w:rPr>
          <w:rFonts w:ascii="Arial" w:hAnsi="Arial" w:cs="Arial"/>
          <w:sz w:val="22"/>
          <w:szCs w:val="22"/>
        </w:rPr>
        <w:t xml:space="preserve">Zehn Jahre nach der </w:t>
      </w:r>
      <w:r>
        <w:rPr>
          <w:rFonts w:ascii="Arial" w:hAnsi="Arial" w:cs="Arial"/>
          <w:sz w:val="22"/>
          <w:szCs w:val="22"/>
        </w:rPr>
        <w:t xml:space="preserve">pionierhaften </w:t>
      </w:r>
      <w:r w:rsidR="0038795D" w:rsidRPr="00DD4811">
        <w:rPr>
          <w:rFonts w:ascii="Arial" w:hAnsi="Arial" w:cs="Arial"/>
          <w:sz w:val="22"/>
          <w:szCs w:val="22"/>
        </w:rPr>
        <w:t xml:space="preserve">Markteinführung des ersten Multimarken-Kalibriertools für Fahrerassistenzsysteme (ADAS) </w:t>
      </w:r>
      <w:r w:rsidR="00490E4E" w:rsidRPr="00DD4811">
        <w:rPr>
          <w:rFonts w:ascii="Arial" w:hAnsi="Arial" w:cs="Arial"/>
          <w:sz w:val="22"/>
          <w:szCs w:val="22"/>
        </w:rPr>
        <w:t>präsentiert Hella Gutmann</w:t>
      </w:r>
      <w:r w:rsidR="00DE1B6E">
        <w:rPr>
          <w:rFonts w:ascii="Arial" w:hAnsi="Arial" w:cs="Arial"/>
          <w:sz w:val="22"/>
          <w:szCs w:val="22"/>
        </w:rPr>
        <w:t xml:space="preserve"> ein </w:t>
      </w:r>
      <w:r w:rsidR="0038795D" w:rsidRPr="00DD4811">
        <w:rPr>
          <w:rFonts w:ascii="Arial" w:hAnsi="Arial" w:cs="Arial"/>
          <w:sz w:val="22"/>
          <w:szCs w:val="22"/>
        </w:rPr>
        <w:t>komplett neu</w:t>
      </w:r>
      <w:r w:rsidR="00DE1B6E">
        <w:rPr>
          <w:rFonts w:ascii="Arial" w:hAnsi="Arial" w:cs="Arial"/>
          <w:sz w:val="22"/>
          <w:szCs w:val="22"/>
        </w:rPr>
        <w:t xml:space="preserve"> entwickeltes</w:t>
      </w:r>
      <w:r w:rsidR="0038795D" w:rsidRPr="00DD4811">
        <w:rPr>
          <w:rFonts w:ascii="Arial" w:hAnsi="Arial" w:cs="Arial"/>
          <w:sz w:val="22"/>
          <w:szCs w:val="22"/>
        </w:rPr>
        <w:t>, digitale</w:t>
      </w:r>
      <w:r w:rsidR="00DE1B6E">
        <w:rPr>
          <w:rFonts w:ascii="Arial" w:hAnsi="Arial" w:cs="Arial"/>
          <w:sz w:val="22"/>
          <w:szCs w:val="22"/>
        </w:rPr>
        <w:t>s</w:t>
      </w:r>
      <w:r w:rsidR="0038795D" w:rsidRPr="00DD4811">
        <w:rPr>
          <w:rFonts w:ascii="Arial" w:hAnsi="Arial" w:cs="Arial"/>
          <w:sz w:val="22"/>
          <w:szCs w:val="22"/>
        </w:rPr>
        <w:t xml:space="preserve"> </w:t>
      </w:r>
      <w:r w:rsidR="00490E4E" w:rsidRPr="00DD4811">
        <w:rPr>
          <w:rFonts w:ascii="Arial" w:hAnsi="Arial" w:cs="Arial"/>
          <w:sz w:val="22"/>
          <w:szCs w:val="22"/>
        </w:rPr>
        <w:t>ADAS-</w:t>
      </w:r>
      <w:r w:rsidR="0038795D" w:rsidRPr="00DD4811">
        <w:rPr>
          <w:rFonts w:ascii="Arial" w:hAnsi="Arial" w:cs="Arial"/>
          <w:sz w:val="22"/>
          <w:szCs w:val="22"/>
        </w:rPr>
        <w:t xml:space="preserve">Kalibriertool. </w:t>
      </w:r>
      <w:r w:rsidR="00DE1B6E">
        <w:rPr>
          <w:rFonts w:ascii="Arial" w:hAnsi="Arial" w:cs="Arial"/>
          <w:sz w:val="22"/>
          <w:szCs w:val="22"/>
        </w:rPr>
        <w:t xml:space="preserve">Ab Frühjahr 2025 soll es </w:t>
      </w:r>
      <w:r w:rsidR="0038795D" w:rsidRPr="00DD4811">
        <w:rPr>
          <w:rFonts w:ascii="Arial" w:hAnsi="Arial" w:cs="Arial"/>
          <w:sz w:val="22"/>
          <w:szCs w:val="22"/>
        </w:rPr>
        <w:t xml:space="preserve">Werkstätten </w:t>
      </w:r>
      <w:r w:rsidR="00DE1B6E">
        <w:rPr>
          <w:rFonts w:ascii="Arial" w:hAnsi="Arial" w:cs="Arial"/>
          <w:sz w:val="22"/>
          <w:szCs w:val="22"/>
        </w:rPr>
        <w:t xml:space="preserve">helfen, </w:t>
      </w:r>
      <w:r w:rsidR="0038795D" w:rsidRPr="00DD4811">
        <w:rPr>
          <w:rFonts w:ascii="Arial" w:hAnsi="Arial" w:cs="Arial"/>
          <w:sz w:val="22"/>
          <w:szCs w:val="22"/>
        </w:rPr>
        <w:t>d</w:t>
      </w:r>
      <w:r w:rsidR="00DE1B6E">
        <w:rPr>
          <w:rFonts w:ascii="Arial" w:hAnsi="Arial" w:cs="Arial"/>
          <w:sz w:val="22"/>
          <w:szCs w:val="22"/>
        </w:rPr>
        <w:t>em</w:t>
      </w:r>
      <w:r w:rsidR="0038795D" w:rsidRPr="00DD4811">
        <w:rPr>
          <w:rFonts w:ascii="Arial" w:hAnsi="Arial" w:cs="Arial"/>
          <w:sz w:val="22"/>
          <w:szCs w:val="22"/>
        </w:rPr>
        <w:t xml:space="preserve"> steigende</w:t>
      </w:r>
      <w:r w:rsidR="00DE1B6E">
        <w:rPr>
          <w:rFonts w:ascii="Arial" w:hAnsi="Arial" w:cs="Arial"/>
          <w:sz w:val="22"/>
          <w:szCs w:val="22"/>
        </w:rPr>
        <w:t>n</w:t>
      </w:r>
      <w:r w:rsidR="0038795D" w:rsidRPr="00DD4811">
        <w:rPr>
          <w:rFonts w:ascii="Arial" w:hAnsi="Arial" w:cs="Arial"/>
          <w:sz w:val="22"/>
          <w:szCs w:val="22"/>
        </w:rPr>
        <w:t xml:space="preserve"> Kalibrieraufkommen </w:t>
      </w:r>
      <w:r w:rsidR="00DE1B6E">
        <w:rPr>
          <w:rFonts w:ascii="Arial" w:hAnsi="Arial" w:cs="Arial"/>
          <w:sz w:val="22"/>
          <w:szCs w:val="22"/>
        </w:rPr>
        <w:t>gelassen entgegenzusehen.</w:t>
      </w:r>
      <w:r w:rsidR="0038795D" w:rsidRPr="00DD4811">
        <w:rPr>
          <w:rFonts w:ascii="Arial" w:hAnsi="Arial" w:cs="Arial"/>
          <w:sz w:val="22"/>
          <w:szCs w:val="22"/>
        </w:rPr>
        <w:t xml:space="preserve"> Warum das </w:t>
      </w:r>
      <w:r w:rsidR="00490E4E" w:rsidRPr="00DD4811">
        <w:rPr>
          <w:rFonts w:ascii="Arial" w:hAnsi="Arial" w:cs="Arial"/>
          <w:sz w:val="22"/>
          <w:szCs w:val="22"/>
        </w:rPr>
        <w:t xml:space="preserve">neue </w:t>
      </w:r>
      <w:r w:rsidR="0038795D" w:rsidRPr="00DD4811">
        <w:rPr>
          <w:rFonts w:ascii="Arial" w:hAnsi="Arial" w:cs="Arial"/>
          <w:sz w:val="22"/>
          <w:szCs w:val="22"/>
        </w:rPr>
        <w:t>CSC-Tool für große und kleine Werkstätten DIE Lösung ist, verrät das Hella Gutmann-Team, wenn am ersten Messetag das Tuch gelüftet wird.</w:t>
      </w:r>
      <w:r w:rsidR="00490E4E" w:rsidRPr="00DD4811">
        <w:rPr>
          <w:rFonts w:ascii="Arial" w:hAnsi="Arial" w:cs="Arial"/>
          <w:sz w:val="22"/>
          <w:szCs w:val="22"/>
        </w:rPr>
        <w:t xml:space="preserve"> </w:t>
      </w:r>
      <w:r w:rsidR="00490E4E" w:rsidRPr="00DE1B6E">
        <w:rPr>
          <w:rFonts w:ascii="Arial" w:hAnsi="Arial" w:cs="Arial"/>
          <w:sz w:val="22"/>
          <w:szCs w:val="22"/>
        </w:rPr>
        <w:t xml:space="preserve">Nur so viel vorab: Fahrerassistenzsysteme zu kalibrieren, muss schnell gehen, dem OE-Qualitätslevel entsprechen und von A bis Z dokumentiert sein. </w:t>
      </w:r>
    </w:p>
    <w:p w14:paraId="22C67D5E" w14:textId="0D43B9D5" w:rsidR="0038795D" w:rsidRPr="00DD4811" w:rsidRDefault="0038795D" w:rsidP="0038795D">
      <w:pPr>
        <w:spacing w:line="360" w:lineRule="auto"/>
        <w:ind w:right="567"/>
        <w:rPr>
          <w:rFonts w:cs="Arial"/>
          <w:sz w:val="22"/>
          <w:szCs w:val="22"/>
        </w:rPr>
      </w:pPr>
    </w:p>
    <w:p w14:paraId="71FE8EAF" w14:textId="22F3C609" w:rsidR="00B5581F" w:rsidRDefault="00551825" w:rsidP="00551825">
      <w:pPr>
        <w:pStyle w:val="Kommentartext"/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Doch Besucher des HELLA und Hella Gutmann-Messtands treffen nicht nur auf bewährte und neue Werkstattausrüstung für Fahrzeug- und Systemdiagnose, Batteriediagnose, ADAS-Kalibrierung, Abgasuntersuchung und Scheinwerfereinstellung. Sie treffen auch auf ein vielköpfiges gesprächsbereites </w:t>
      </w:r>
      <w:r w:rsidRPr="00443228">
        <w:rPr>
          <w:rFonts w:cs="Arial"/>
          <w:sz w:val="22"/>
          <w:szCs w:val="22"/>
        </w:rPr>
        <w:t>Experten</w:t>
      </w:r>
      <w:r w:rsidR="00DE1B6E">
        <w:rPr>
          <w:rFonts w:cs="Arial"/>
          <w:sz w:val="22"/>
          <w:szCs w:val="22"/>
        </w:rPr>
        <w:t>-T</w:t>
      </w:r>
      <w:r w:rsidRPr="00443228">
        <w:rPr>
          <w:rFonts w:cs="Arial"/>
          <w:sz w:val="22"/>
          <w:szCs w:val="22"/>
        </w:rPr>
        <w:t xml:space="preserve">eam. </w:t>
      </w:r>
      <w:r>
        <w:rPr>
          <w:rFonts w:cs="Arial"/>
          <w:sz w:val="22"/>
          <w:szCs w:val="22"/>
        </w:rPr>
        <w:t>An den Messetagen Donnerstag bis Samstag finden sechsmal täglich</w:t>
      </w:r>
      <w:r w:rsidRPr="0055182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L</w:t>
      </w:r>
      <w:r w:rsidR="00E877BF">
        <w:rPr>
          <w:rFonts w:cs="Arial"/>
          <w:sz w:val="22"/>
          <w:szCs w:val="22"/>
        </w:rPr>
        <w:t xml:space="preserve">ive-Demos und Vorträge </w:t>
      </w:r>
      <w:r>
        <w:rPr>
          <w:rFonts w:cs="Arial"/>
          <w:sz w:val="22"/>
          <w:szCs w:val="22"/>
        </w:rPr>
        <w:t xml:space="preserve">statt, zu denen Besucher ohne Voranmeldung herzlich eigeladen sind. Jeweils vormittags und nachmittags machen </w:t>
      </w:r>
      <w:r w:rsidR="00DE1B6E">
        <w:rPr>
          <w:rFonts w:cs="Arial"/>
          <w:sz w:val="22"/>
          <w:szCs w:val="22"/>
        </w:rPr>
        <w:t xml:space="preserve">die </w:t>
      </w:r>
      <w:r>
        <w:rPr>
          <w:rFonts w:cs="Arial"/>
          <w:sz w:val="22"/>
          <w:szCs w:val="22"/>
        </w:rPr>
        <w:t xml:space="preserve">Hella Gutmann-Experten </w:t>
      </w:r>
      <w:r w:rsidR="00B5581F">
        <w:rPr>
          <w:rFonts w:cs="Arial"/>
          <w:sz w:val="22"/>
          <w:szCs w:val="22"/>
        </w:rPr>
        <w:t>drei Themenwelten erlebbar:</w:t>
      </w:r>
    </w:p>
    <w:p w14:paraId="0378EE57" w14:textId="41F7CCF2" w:rsidR="00B5581F" w:rsidRPr="00B5581F" w:rsidRDefault="00B5581F" w:rsidP="00B5581F">
      <w:pPr>
        <w:pStyle w:val="Kommentartext"/>
        <w:numPr>
          <w:ilvl w:val="0"/>
          <w:numId w:val="19"/>
        </w:numPr>
        <w:spacing w:line="360" w:lineRule="auto"/>
        <w:rPr>
          <w:rFonts w:cs="Arial"/>
          <w:sz w:val="22"/>
          <w:szCs w:val="22"/>
        </w:rPr>
      </w:pPr>
      <w:r w:rsidRPr="00B5581F">
        <w:rPr>
          <w:rFonts w:cs="Arial"/>
          <w:sz w:val="22"/>
          <w:szCs w:val="22"/>
        </w:rPr>
        <w:t>Sensoren, Security Management und Services für innovative Werkstätten</w:t>
      </w:r>
    </w:p>
    <w:p w14:paraId="6E7DC7AA" w14:textId="77777777" w:rsidR="00B5581F" w:rsidRPr="00B5581F" w:rsidRDefault="00B5581F" w:rsidP="00B5581F">
      <w:pPr>
        <w:pStyle w:val="Listenabsatz"/>
        <w:widowControl w:val="0"/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right="567"/>
        <w:rPr>
          <w:rFonts w:cs="Arial"/>
          <w:sz w:val="22"/>
          <w:szCs w:val="22"/>
        </w:rPr>
      </w:pPr>
      <w:r w:rsidRPr="00B5581F">
        <w:rPr>
          <w:rFonts w:cs="Arial"/>
          <w:sz w:val="22"/>
          <w:szCs w:val="22"/>
        </w:rPr>
        <w:t>Neue Kalibrierwerkzeuge und Komponenten für intelligente Fahrerassistenzsysteme</w:t>
      </w:r>
    </w:p>
    <w:p w14:paraId="38B4F5CA" w14:textId="77777777" w:rsidR="00B5581F" w:rsidRPr="00B5581F" w:rsidRDefault="00B5581F" w:rsidP="00B5581F">
      <w:pPr>
        <w:pStyle w:val="Listenabsatz"/>
        <w:widowControl w:val="0"/>
        <w:numPr>
          <w:ilvl w:val="0"/>
          <w:numId w:val="19"/>
        </w:numPr>
        <w:autoSpaceDE w:val="0"/>
        <w:autoSpaceDN w:val="0"/>
        <w:adjustRightInd w:val="0"/>
        <w:spacing w:before="0" w:line="360" w:lineRule="auto"/>
        <w:ind w:right="567"/>
        <w:rPr>
          <w:rFonts w:cs="Arial"/>
          <w:sz w:val="22"/>
          <w:szCs w:val="22"/>
        </w:rPr>
      </w:pPr>
      <w:r w:rsidRPr="00B5581F">
        <w:rPr>
          <w:rFonts w:cs="Arial"/>
          <w:sz w:val="22"/>
          <w:szCs w:val="22"/>
        </w:rPr>
        <w:t>Neue Android-basierte Diagnose und professionelle Bewertung des Batteriezustands</w:t>
      </w:r>
    </w:p>
    <w:p w14:paraId="62C5D1CA" w14:textId="77777777" w:rsidR="00B5581F" w:rsidRPr="00452F42" w:rsidRDefault="00B5581F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</w:p>
    <w:p w14:paraId="031ADFC4" w14:textId="7A90AB5C" w:rsidR="00B5581F" w:rsidRDefault="00B5581F" w:rsidP="00B5581F">
      <w:pPr>
        <w:widowControl w:val="0"/>
        <w:autoSpaceDE w:val="0"/>
        <w:autoSpaceDN w:val="0"/>
        <w:adjustRightInd w:val="0"/>
        <w:ind w:righ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&lt;</w:t>
      </w:r>
      <w:r w:rsidR="00DE1B6E">
        <w:rPr>
          <w:rFonts w:cs="Arial"/>
          <w:sz w:val="22"/>
          <w:szCs w:val="22"/>
        </w:rPr>
        <w:t>HELLA_HG-</w:t>
      </w:r>
      <w:r>
        <w:rPr>
          <w:rFonts w:cs="Arial"/>
          <w:sz w:val="22"/>
          <w:szCs w:val="22"/>
        </w:rPr>
        <w:t>Messestand&gt;</w:t>
      </w:r>
      <w:r w:rsidRPr="00805E8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Der gemeinsame HELLA und Hella Gutmann Messestand in Halle 9.0 / A80</w:t>
      </w:r>
    </w:p>
    <w:p w14:paraId="5007CF94" w14:textId="77777777" w:rsidR="00B5581F" w:rsidRPr="00B5581F" w:rsidRDefault="00B5581F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</w:p>
    <w:p w14:paraId="3FE4AD93" w14:textId="1FCFC551" w:rsidR="0038795D" w:rsidRPr="00B5581F" w:rsidRDefault="00B5581F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b/>
          <w:bCs/>
          <w:sz w:val="24"/>
        </w:rPr>
      </w:pPr>
      <w:r w:rsidRPr="00B5581F">
        <w:rPr>
          <w:rFonts w:cs="Arial"/>
          <w:b/>
          <w:bCs/>
          <w:sz w:val="24"/>
        </w:rPr>
        <w:t>Hier noch die genauen Zeiten der</w:t>
      </w:r>
      <w:r w:rsidR="0038795D" w:rsidRPr="00B5581F">
        <w:rPr>
          <w:rFonts w:cs="Arial"/>
          <w:b/>
          <w:bCs/>
          <w:sz w:val="24"/>
        </w:rPr>
        <w:t xml:space="preserve"> Vorträge und Live-Demos</w:t>
      </w:r>
      <w:r w:rsidRPr="00B5581F">
        <w:rPr>
          <w:rFonts w:cs="Arial"/>
          <w:b/>
          <w:bCs/>
          <w:sz w:val="24"/>
        </w:rPr>
        <w:t>:</w:t>
      </w:r>
    </w:p>
    <w:p w14:paraId="62ABBEFE" w14:textId="77777777" w:rsidR="00551825" w:rsidRPr="00C23944" w:rsidRDefault="00551825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b/>
          <w:bCs/>
          <w:sz w:val="22"/>
          <w:szCs w:val="22"/>
        </w:rPr>
      </w:pPr>
    </w:p>
    <w:p w14:paraId="42E3C5A1" w14:textId="77777777" w:rsidR="0038795D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b/>
          <w:bCs/>
          <w:sz w:val="22"/>
          <w:szCs w:val="22"/>
        </w:rPr>
      </w:pPr>
      <w:r w:rsidRPr="008839C5">
        <w:rPr>
          <w:rFonts w:cs="Arial"/>
          <w:b/>
          <w:bCs/>
          <w:sz w:val="22"/>
          <w:szCs w:val="22"/>
        </w:rPr>
        <w:t>Sensoren, Security Management und Services für innovative Werkstätten</w:t>
      </w:r>
    </w:p>
    <w:p w14:paraId="37219A8A" w14:textId="77777777" w:rsidR="0038795D" w:rsidRPr="00F86695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  <w:r w:rsidRPr="00F86695">
        <w:rPr>
          <w:rFonts w:cs="Arial"/>
          <w:sz w:val="22"/>
          <w:szCs w:val="22"/>
        </w:rPr>
        <w:t xml:space="preserve">Donnerstag </w:t>
      </w:r>
      <w:r w:rsidRPr="00F86695">
        <w:rPr>
          <w:rFonts w:cs="Arial"/>
          <w:sz w:val="22"/>
          <w:szCs w:val="22"/>
        </w:rPr>
        <w:tab/>
        <w:t>10.00 und 14:00</w:t>
      </w:r>
    </w:p>
    <w:p w14:paraId="1F326CF0" w14:textId="77777777" w:rsidR="0038795D" w:rsidRPr="00F86695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  <w:r w:rsidRPr="00F86695">
        <w:rPr>
          <w:rFonts w:cs="Arial"/>
          <w:sz w:val="22"/>
          <w:szCs w:val="22"/>
        </w:rPr>
        <w:t xml:space="preserve">Freitag </w:t>
      </w:r>
      <w:r w:rsidRPr="00F86695">
        <w:rPr>
          <w:rFonts w:cs="Arial"/>
          <w:sz w:val="22"/>
          <w:szCs w:val="22"/>
        </w:rPr>
        <w:tab/>
        <w:t>12:00 und 16:00</w:t>
      </w:r>
    </w:p>
    <w:p w14:paraId="6C89EDA1" w14:textId="77777777" w:rsidR="0038795D" w:rsidRPr="00F86695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  <w:r w:rsidRPr="00F86695">
        <w:rPr>
          <w:rFonts w:cs="Arial"/>
          <w:sz w:val="22"/>
          <w:szCs w:val="22"/>
        </w:rPr>
        <w:t>Samstag</w:t>
      </w:r>
      <w:r w:rsidRPr="00F86695">
        <w:rPr>
          <w:rFonts w:cs="Arial"/>
          <w:sz w:val="22"/>
          <w:szCs w:val="22"/>
        </w:rPr>
        <w:tab/>
        <w:t>11:00 und 15:00</w:t>
      </w:r>
    </w:p>
    <w:p w14:paraId="026E2D68" w14:textId="77777777" w:rsidR="0038795D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b/>
          <w:bCs/>
          <w:sz w:val="22"/>
          <w:szCs w:val="22"/>
        </w:rPr>
      </w:pPr>
    </w:p>
    <w:p w14:paraId="57D0A242" w14:textId="77777777" w:rsidR="0038795D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Neue Kalibrierwerkzeuge und Komponenten für intelligente Fahrerassistenzsysteme</w:t>
      </w:r>
    </w:p>
    <w:p w14:paraId="79ED8FA6" w14:textId="77777777" w:rsidR="0038795D" w:rsidRPr="00F86695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  <w:r w:rsidRPr="00F86695">
        <w:rPr>
          <w:rFonts w:cs="Arial"/>
          <w:sz w:val="22"/>
          <w:szCs w:val="22"/>
        </w:rPr>
        <w:t>Donnerstag</w:t>
      </w:r>
      <w:r w:rsidRPr="00F86695">
        <w:rPr>
          <w:rFonts w:cs="Arial"/>
          <w:sz w:val="22"/>
          <w:szCs w:val="22"/>
        </w:rPr>
        <w:tab/>
        <w:t>11:00 und 15:00</w:t>
      </w:r>
    </w:p>
    <w:p w14:paraId="29ACC3B3" w14:textId="77777777" w:rsidR="0038795D" w:rsidRPr="00F86695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  <w:r w:rsidRPr="00F86695">
        <w:rPr>
          <w:rFonts w:cs="Arial"/>
          <w:sz w:val="22"/>
          <w:szCs w:val="22"/>
        </w:rPr>
        <w:t>Freitag</w:t>
      </w:r>
      <w:r w:rsidRPr="00F86695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F86695">
        <w:rPr>
          <w:rFonts w:cs="Arial"/>
          <w:sz w:val="22"/>
          <w:szCs w:val="22"/>
        </w:rPr>
        <w:t>11:00 und 15:00</w:t>
      </w:r>
    </w:p>
    <w:p w14:paraId="63DC6F2F" w14:textId="77777777" w:rsidR="0038795D" w:rsidRPr="00F86695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  <w:r w:rsidRPr="00F86695">
        <w:rPr>
          <w:rFonts w:cs="Arial"/>
          <w:sz w:val="22"/>
          <w:szCs w:val="22"/>
        </w:rPr>
        <w:t>Samstag</w:t>
      </w:r>
      <w:r w:rsidRPr="00F86695">
        <w:rPr>
          <w:rFonts w:cs="Arial"/>
          <w:sz w:val="22"/>
          <w:szCs w:val="22"/>
        </w:rPr>
        <w:tab/>
        <w:t>12:00 und 16:00</w:t>
      </w:r>
    </w:p>
    <w:p w14:paraId="1AA25104" w14:textId="77777777" w:rsidR="0038795D" w:rsidRPr="008839C5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b/>
          <w:bCs/>
          <w:sz w:val="22"/>
          <w:szCs w:val="22"/>
        </w:rPr>
      </w:pPr>
    </w:p>
    <w:p w14:paraId="600AD25B" w14:textId="77777777" w:rsidR="0038795D" w:rsidRPr="008839C5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b/>
          <w:bCs/>
          <w:sz w:val="22"/>
          <w:szCs w:val="22"/>
        </w:rPr>
      </w:pPr>
      <w:r w:rsidRPr="008839C5">
        <w:rPr>
          <w:rFonts w:cs="Arial"/>
          <w:b/>
          <w:bCs/>
          <w:sz w:val="22"/>
          <w:szCs w:val="22"/>
        </w:rPr>
        <w:t>Neue Android-basierte Diagnose und professionelle Bewertung des Batteriezustands</w:t>
      </w:r>
    </w:p>
    <w:p w14:paraId="1A34C6FA" w14:textId="77777777" w:rsidR="0038795D" w:rsidRPr="00F86695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  <w:r w:rsidRPr="00F86695">
        <w:rPr>
          <w:rFonts w:cs="Arial"/>
          <w:sz w:val="22"/>
          <w:szCs w:val="22"/>
        </w:rPr>
        <w:t>Donnerstag</w:t>
      </w:r>
      <w:r w:rsidRPr="00F86695">
        <w:rPr>
          <w:rFonts w:cs="Arial"/>
          <w:sz w:val="22"/>
          <w:szCs w:val="22"/>
        </w:rPr>
        <w:tab/>
        <w:t>12:00 und 16:00</w:t>
      </w:r>
    </w:p>
    <w:p w14:paraId="75C21718" w14:textId="77777777" w:rsidR="0038795D" w:rsidRPr="00F86695" w:rsidRDefault="0038795D" w:rsidP="00FB1977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  <w:r w:rsidRPr="00F86695">
        <w:rPr>
          <w:rFonts w:cs="Arial"/>
          <w:sz w:val="22"/>
          <w:szCs w:val="22"/>
        </w:rPr>
        <w:t>Freitag</w:t>
      </w:r>
      <w:r w:rsidRPr="00F86695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F86695">
        <w:rPr>
          <w:rFonts w:cs="Arial"/>
          <w:sz w:val="22"/>
          <w:szCs w:val="22"/>
        </w:rPr>
        <w:t>10:00 und 14:00</w:t>
      </w:r>
    </w:p>
    <w:p w14:paraId="4F771E4B" w14:textId="43B464CA" w:rsidR="0038795D" w:rsidRPr="00B5581F" w:rsidRDefault="0038795D" w:rsidP="00B5581F">
      <w:pPr>
        <w:widowControl w:val="0"/>
        <w:autoSpaceDE w:val="0"/>
        <w:autoSpaceDN w:val="0"/>
        <w:adjustRightInd w:val="0"/>
        <w:spacing w:before="0" w:line="240" w:lineRule="auto"/>
        <w:ind w:right="567"/>
        <w:rPr>
          <w:rFonts w:cs="Arial"/>
          <w:sz w:val="22"/>
          <w:szCs w:val="22"/>
        </w:rPr>
      </w:pPr>
      <w:r w:rsidRPr="00F86695">
        <w:rPr>
          <w:rFonts w:cs="Arial"/>
          <w:sz w:val="22"/>
          <w:szCs w:val="22"/>
        </w:rPr>
        <w:t>Samstag</w:t>
      </w:r>
      <w:r w:rsidRPr="00F86695">
        <w:rPr>
          <w:rFonts w:cs="Arial"/>
          <w:sz w:val="22"/>
          <w:szCs w:val="22"/>
        </w:rPr>
        <w:tab/>
        <w:t>10:00 und 14:00</w:t>
      </w:r>
    </w:p>
    <w:p w14:paraId="07704ECA" w14:textId="77777777" w:rsidR="00FB1977" w:rsidRDefault="00FB1977" w:rsidP="00597E8B">
      <w:pPr>
        <w:pStyle w:val="PMAbbinder"/>
        <w:rPr>
          <w:rStyle w:val="Fett"/>
          <w:sz w:val="20"/>
        </w:rPr>
      </w:pPr>
    </w:p>
    <w:p w14:paraId="2C151BE2" w14:textId="1D3EA5EE" w:rsidR="00597E8B" w:rsidRPr="00FD47E4" w:rsidRDefault="00597E8B" w:rsidP="00597E8B">
      <w:pPr>
        <w:pStyle w:val="PMAbbinder"/>
        <w:rPr>
          <w:rStyle w:val="Fett"/>
          <w:b w:val="0"/>
          <w:bCs w:val="0"/>
        </w:rPr>
      </w:pPr>
      <w:r w:rsidRPr="00A80638">
        <w:rPr>
          <w:rStyle w:val="Fett"/>
          <w:sz w:val="20"/>
        </w:rPr>
        <w:lastRenderedPageBreak/>
        <w:t xml:space="preserve">Hinweis: </w:t>
      </w:r>
      <w:r w:rsidRPr="00A80638">
        <w:rPr>
          <w:rStyle w:val="Fett"/>
          <w:sz w:val="20"/>
        </w:rPr>
        <w:br/>
      </w:r>
      <w:r w:rsidRPr="00FD47E4">
        <w:rPr>
          <w:rStyle w:val="Fett"/>
          <w:b w:val="0"/>
          <w:bCs w:val="0"/>
          <w:sz w:val="20"/>
        </w:rPr>
        <w:t>Diesen Text sowie passendes Bildmaterial finden Sie auch in unserer Pressedatenbank unter:</w:t>
      </w:r>
    </w:p>
    <w:p w14:paraId="01EE35AB" w14:textId="77777777" w:rsidR="00B5581F" w:rsidRDefault="00000000" w:rsidP="00B5581F">
      <w:pPr>
        <w:pStyle w:val="PMAbbinder"/>
        <w:rPr>
          <w:rStyle w:val="Fett"/>
          <w:sz w:val="20"/>
        </w:rPr>
      </w:pPr>
      <w:hyperlink r:id="rId11" w:history="1">
        <w:r w:rsidR="00597E8B" w:rsidRPr="00A80638">
          <w:rPr>
            <w:rStyle w:val="Hyperlink"/>
            <w:sz w:val="20"/>
          </w:rPr>
          <w:t>www.hella-gutmann.com/de/hella-gutmann/presse/</w:t>
        </w:r>
      </w:hyperlink>
      <w:r w:rsidR="00597E8B" w:rsidRPr="00A80638">
        <w:rPr>
          <w:sz w:val="20"/>
        </w:rPr>
        <w:t xml:space="preserve"> </w:t>
      </w:r>
    </w:p>
    <w:p w14:paraId="11A204C1" w14:textId="77777777" w:rsidR="00B5581F" w:rsidRDefault="00B5581F" w:rsidP="00B5581F">
      <w:pPr>
        <w:pStyle w:val="PMAbbinder"/>
        <w:rPr>
          <w:rStyle w:val="Fett"/>
          <w:sz w:val="20"/>
        </w:rPr>
      </w:pPr>
    </w:p>
    <w:p w14:paraId="1931220D" w14:textId="2A8D8131" w:rsidR="00741CFC" w:rsidRPr="00A80638" w:rsidRDefault="00741CFC" w:rsidP="00B5581F">
      <w:pPr>
        <w:pStyle w:val="PMAbbinder"/>
      </w:pPr>
      <w:r w:rsidRPr="00A80638">
        <w:rPr>
          <w:b/>
          <w:bCs/>
          <w:lang w:eastAsia="ar-SA"/>
        </w:rPr>
        <w:t xml:space="preserve">Hella Gutmann Solutions GmbH, Ihringen: </w:t>
      </w:r>
      <w:r w:rsidRPr="00A80638">
        <w:t>Das Unternehmen mit rund 5</w:t>
      </w:r>
      <w:r w:rsidR="00877DF0">
        <w:t>3</w:t>
      </w:r>
      <w:r w:rsidRPr="00A80638">
        <w:t>0 Mitarbeitern und Hauptsitz in Ihringen/Breisach, Deutschland, gehört zur Hella Gutmann-Gruppe, einem Unternehmen der</w:t>
      </w:r>
      <w:r w:rsidRPr="00A80638">
        <w:rPr>
          <w:color w:val="141413"/>
        </w:rPr>
        <w:t xml:space="preserve"> HELLA GmbH &amp; Co. KGaA. </w:t>
      </w:r>
      <w:r w:rsidRPr="00A80638">
        <w:t xml:space="preserve">Das </w:t>
      </w:r>
      <w:r>
        <w:t>Leistungs</w:t>
      </w:r>
      <w:r w:rsidRPr="00A80638">
        <w:t xml:space="preserve">portfolio </w:t>
      </w:r>
      <w:r>
        <w:t xml:space="preserve">umfasst </w:t>
      </w:r>
      <w:r w:rsidRPr="00A80638">
        <w:t>Profi-Ausrüstung für Kfz-Werkstätten, Autohäuser und Kfz-Prüforganisationen</w:t>
      </w:r>
      <w:r>
        <w:t xml:space="preserve"> sowie digitale Produkte für Flottenbetreiber, Versicherer und den Handel. Es beinhaltet</w:t>
      </w:r>
      <w:r w:rsidRPr="00A80638">
        <w:t xml:space="preserve"> </w:t>
      </w:r>
      <w:r>
        <w:t xml:space="preserve">technische </w:t>
      </w:r>
      <w:r w:rsidRPr="00A80638">
        <w:t>Daten, Software und Geräte für die Diagnose, den Abgastest, die Lichteinstellung</w:t>
      </w:r>
      <w:r>
        <w:t xml:space="preserve"> und </w:t>
      </w:r>
      <w:r w:rsidRPr="00A80638">
        <w:t>Systemprüfungen</w:t>
      </w:r>
      <w:r>
        <w:t xml:space="preserve"> an Fahrzeugen jeglicher Antriebsarten</w:t>
      </w:r>
      <w:r w:rsidRPr="00A80638">
        <w:t xml:space="preserve">. </w:t>
      </w:r>
      <w:r>
        <w:t>Im Rahmen digitaler Lösungen werden Daten und Funktionen auch digitalen Fremdprodukten wie Flotten- und Dealer Management Systemen zugänglich gemacht. Kundennahe Serviceangebote wie</w:t>
      </w:r>
      <w:r w:rsidRPr="00B53F28">
        <w:t xml:space="preserve"> </w:t>
      </w:r>
      <w:r w:rsidRPr="00A80638">
        <w:t xml:space="preserve">Technisches Callcenter, </w:t>
      </w:r>
      <w:r>
        <w:t xml:space="preserve">Remote Services und </w:t>
      </w:r>
      <w:r w:rsidRPr="00A80638">
        <w:t>Technische Training</w:t>
      </w:r>
      <w:r>
        <w:t xml:space="preserve"> ergänzen das Portfolio</w:t>
      </w:r>
      <w:r w:rsidRPr="00A80638">
        <w:t>.</w:t>
      </w:r>
      <w:r>
        <w:t xml:space="preserve"> In 24 Ländern arbeiten aktuell rund</w:t>
      </w:r>
      <w:r w:rsidRPr="00A80638">
        <w:t xml:space="preserve"> </w:t>
      </w:r>
      <w:r w:rsidRPr="00741CFC">
        <w:t>50.000</w:t>
      </w:r>
      <w:r>
        <w:t xml:space="preserve"> Unternehmen des unabhängigen Kfz-</w:t>
      </w:r>
      <w:proofErr w:type="spellStart"/>
      <w:r>
        <w:t>Aftermarkets</w:t>
      </w:r>
      <w:proofErr w:type="spellEnd"/>
      <w:r>
        <w:t xml:space="preserve"> </w:t>
      </w:r>
      <w:r w:rsidRPr="00A80638">
        <w:t>täglich mit Geräten</w:t>
      </w:r>
      <w:r>
        <w:t>, Daten</w:t>
      </w:r>
      <w:r w:rsidRPr="00A80638">
        <w:t xml:space="preserve"> und Know</w:t>
      </w:r>
      <w:r w:rsidR="00405150">
        <w:t>-</w:t>
      </w:r>
      <w:r w:rsidRPr="00A80638">
        <w:t>how von Hella Gutmann Solutions.</w:t>
      </w:r>
    </w:p>
    <w:p w14:paraId="393338DF" w14:textId="77777777" w:rsidR="00DB620E" w:rsidRDefault="00DB620E" w:rsidP="0022556A">
      <w:pPr>
        <w:pStyle w:val="PMBoilerplate"/>
        <w:spacing w:after="60"/>
        <w:rPr>
          <w:rFonts w:cs="Arial"/>
        </w:rPr>
      </w:pPr>
    </w:p>
    <w:p w14:paraId="7D1987A5" w14:textId="77777777" w:rsidR="002834B5" w:rsidRDefault="007A40D9" w:rsidP="0022556A">
      <w:pPr>
        <w:pStyle w:val="PMBoilerplate"/>
        <w:spacing w:after="60"/>
        <w:rPr>
          <w:rFonts w:cs="Arial"/>
          <w:b/>
          <w:bCs/>
        </w:rPr>
      </w:pPr>
      <w:r w:rsidRPr="00BD118B">
        <w:rPr>
          <w:rFonts w:cs="Arial"/>
          <w:b/>
          <w:bCs/>
        </w:rPr>
        <w:t>Weitere Informationen erhalten Sie von:</w:t>
      </w:r>
      <w:r w:rsidR="00D272CC">
        <w:rPr>
          <w:rFonts w:cs="Arial"/>
          <w:b/>
          <w:bCs/>
        </w:rPr>
        <w:t xml:space="preserve"> </w:t>
      </w:r>
    </w:p>
    <w:p w14:paraId="5775AD77" w14:textId="77777777" w:rsidR="00B22FD9" w:rsidRPr="00BD118B" w:rsidRDefault="003F171C" w:rsidP="0022556A">
      <w:pPr>
        <w:pStyle w:val="PMBoilerplate"/>
        <w:spacing w:after="60"/>
        <w:rPr>
          <w:rFonts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0" distR="89535" simplePos="0" relativeHeight="251657728" behindDoc="0" locked="0" layoutInCell="1" allowOverlap="1" wp14:anchorId="248BD259" wp14:editId="23116724">
                <wp:simplePos x="0" y="0"/>
                <wp:positionH relativeFrom="margin">
                  <wp:posOffset>-95250</wp:posOffset>
                </wp:positionH>
                <wp:positionV relativeFrom="paragraph">
                  <wp:posOffset>247650</wp:posOffset>
                </wp:positionV>
                <wp:extent cx="4787900" cy="1485900"/>
                <wp:effectExtent l="0" t="0" r="0" b="0"/>
                <wp:wrapSquare wrapText="largest"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87900" cy="1485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750"/>
                            </w:tblGrid>
                            <w:tr w:rsidR="00B5581F" w14:paraId="6AB4D502" w14:textId="77777777">
                              <w:tc>
                                <w:tcPr>
                                  <w:tcW w:w="4750" w:type="dxa"/>
                                </w:tcPr>
                                <w:p w14:paraId="6C036DDA" w14:textId="77777777" w:rsidR="00B5581F" w:rsidRPr="00A80638" w:rsidRDefault="00B5581F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b/>
                                      <w:szCs w:val="20"/>
                                      <w:lang w:eastAsia="de-DE"/>
                                    </w:rPr>
                                  </w:pPr>
                                  <w:r w:rsidRPr="00A80638">
                                    <w:rPr>
                                      <w:rFonts w:cs="Arial"/>
                                      <w:b/>
                                      <w:szCs w:val="20"/>
                                      <w:lang w:eastAsia="de-DE"/>
                                    </w:rPr>
                                    <w:t>Hella Gutmann Solutions GmbH</w:t>
                                  </w:r>
                                </w:p>
                              </w:tc>
                            </w:tr>
                            <w:tr w:rsidR="00B5581F" w14:paraId="3EAF1E76" w14:textId="77777777">
                              <w:tc>
                                <w:tcPr>
                                  <w:tcW w:w="4750" w:type="dxa"/>
                                </w:tcPr>
                                <w:p w14:paraId="365C9414" w14:textId="77777777" w:rsidR="00B5581F" w:rsidRPr="00A80638" w:rsidRDefault="00B5581F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Uschi Winkler</w:t>
                                  </w:r>
                                </w:p>
                              </w:tc>
                            </w:tr>
                            <w:tr w:rsidR="00B5581F" w14:paraId="54D7979E" w14:textId="77777777">
                              <w:tc>
                                <w:tcPr>
                                  <w:tcW w:w="4750" w:type="dxa"/>
                                </w:tcPr>
                                <w:p w14:paraId="5F307B4B" w14:textId="77777777" w:rsidR="00B5581F" w:rsidRPr="00A80638" w:rsidRDefault="00B5581F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Presse</w:t>
                                  </w:r>
                                </w:p>
                              </w:tc>
                            </w:tr>
                            <w:tr w:rsidR="00B5581F" w14:paraId="45A146EE" w14:textId="77777777">
                              <w:tc>
                                <w:tcPr>
                                  <w:tcW w:w="4750" w:type="dxa"/>
                                </w:tcPr>
                                <w:p w14:paraId="6DE06F33" w14:textId="77777777" w:rsidR="00B5581F" w:rsidRPr="00A80638" w:rsidRDefault="00B5581F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Am Krebsbach 2</w:t>
                                  </w:r>
                                </w:p>
                              </w:tc>
                            </w:tr>
                            <w:tr w:rsidR="00B5581F" w14:paraId="11193A7F" w14:textId="77777777">
                              <w:tc>
                                <w:tcPr>
                                  <w:tcW w:w="4750" w:type="dxa"/>
                                </w:tcPr>
                                <w:p w14:paraId="572AE1BD" w14:textId="77777777" w:rsidR="00B5581F" w:rsidRPr="00A80638" w:rsidRDefault="00B5581F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D-79241 Ihringen</w:t>
                                  </w:r>
                                </w:p>
                              </w:tc>
                            </w:tr>
                            <w:tr w:rsidR="00B5581F" w14:paraId="571D0FF7" w14:textId="77777777">
                              <w:tc>
                                <w:tcPr>
                                  <w:tcW w:w="4750" w:type="dxa"/>
                                </w:tcPr>
                                <w:p w14:paraId="0FE5E24C" w14:textId="1A6D0316" w:rsidR="00B5581F" w:rsidRPr="00A80638" w:rsidRDefault="00B5581F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</w:p>
                              </w:tc>
                            </w:tr>
                            <w:tr w:rsidR="00B5581F" w14:paraId="05C889BF" w14:textId="77777777">
                              <w:tc>
                                <w:tcPr>
                                  <w:tcW w:w="4750" w:type="dxa"/>
                                </w:tcPr>
                                <w:p w14:paraId="10FA5FA2" w14:textId="4FCF64A3" w:rsidR="00B5581F" w:rsidRPr="00A80638" w:rsidRDefault="00B5581F" w:rsidP="00B579DC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Tel</w:t>
                                  </w:r>
                                  <w:r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>: +49 171 837 9251</w:t>
                                  </w:r>
                                </w:p>
                              </w:tc>
                            </w:tr>
                            <w:tr w:rsidR="00B5581F" w14:paraId="7A316DDB" w14:textId="77777777">
                              <w:tc>
                                <w:tcPr>
                                  <w:tcW w:w="4750" w:type="dxa"/>
                                </w:tcPr>
                                <w:p w14:paraId="7959208D" w14:textId="77777777" w:rsidR="00B5581F" w:rsidRPr="00A80638" w:rsidRDefault="00000000" w:rsidP="00B579DC">
                                  <w:pPr>
                                    <w:spacing w:before="0" w:line="240" w:lineRule="auto"/>
                                    <w:rPr>
                                      <w:rFonts w:cs="Arial"/>
                                      <w:szCs w:val="20"/>
                                      <w:lang w:eastAsia="ar-SA"/>
                                    </w:rPr>
                                  </w:pPr>
                                  <w:hyperlink r:id="rId12" w:history="1">
                                    <w:r w:rsidR="00B5581F" w:rsidRPr="00E006DE">
                                      <w:rPr>
                                        <w:rStyle w:val="Hyperlink"/>
                                        <w:rFonts w:cs="Arial"/>
                                        <w:szCs w:val="20"/>
                                        <w:lang w:eastAsia="de-DE"/>
                                      </w:rPr>
                                      <w:t>presse@hella-gutmann.com</w:t>
                                    </w:r>
                                  </w:hyperlink>
                                  <w:r w:rsidR="00B5581F" w:rsidRPr="00A80638">
                                    <w:rPr>
                                      <w:rFonts w:cs="Arial"/>
                                      <w:szCs w:val="20"/>
                                      <w:lang w:eastAsia="de-D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5581F" w14:paraId="3ACB93EB" w14:textId="77777777">
                              <w:tc>
                                <w:tcPr>
                                  <w:tcW w:w="4750" w:type="dxa"/>
                                </w:tcPr>
                                <w:p w14:paraId="55507241" w14:textId="50B29B55" w:rsidR="00B5581F" w:rsidRPr="00A80638" w:rsidRDefault="00000000" w:rsidP="00B579DC">
                                  <w:pPr>
                                    <w:pStyle w:val="Textkrper21"/>
                                    <w:tabs>
                                      <w:tab w:val="left" w:pos="4320"/>
                                    </w:tabs>
                                    <w:snapToGrid w:val="0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hyperlink r:id="rId13" w:history="1">
                                    <w:r w:rsidR="00B5581F" w:rsidRPr="00DE7C9C">
                                      <w:rPr>
                                        <w:rStyle w:val="Hyperlink"/>
                                        <w:rFonts w:cs="Arial"/>
                                        <w:sz w:val="20"/>
                                        <w:szCs w:val="20"/>
                                      </w:rPr>
                                      <w:t>www.hella-gutmann.com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2EF66794" w14:textId="77777777" w:rsidR="00D272CC" w:rsidRDefault="00D272CC" w:rsidP="00D272C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8BD259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7.5pt;margin-top:19.5pt;width:377pt;height:117pt;z-index:25165772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&#13;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750"/>
                      </w:tblGrid>
                      <w:tr w:rsidR="00B5581F" w14:paraId="6AB4D502" w14:textId="77777777">
                        <w:tc>
                          <w:tcPr>
                            <w:tcW w:w="4750" w:type="dxa"/>
                          </w:tcPr>
                          <w:p w14:paraId="6C036DDA" w14:textId="77777777" w:rsidR="00B5581F" w:rsidRPr="00A80638" w:rsidRDefault="00B5581F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b/>
                                <w:szCs w:val="20"/>
                                <w:lang w:eastAsia="de-DE"/>
                              </w:rPr>
                            </w:pPr>
                            <w:r w:rsidRPr="00A80638">
                              <w:rPr>
                                <w:rFonts w:cs="Arial"/>
                                <w:b/>
                                <w:szCs w:val="20"/>
                                <w:lang w:eastAsia="de-DE"/>
                              </w:rPr>
                              <w:t>Hella Gutmann Solutions GmbH</w:t>
                            </w:r>
                          </w:p>
                        </w:tc>
                      </w:tr>
                      <w:tr w:rsidR="00B5581F" w14:paraId="3EAF1E76" w14:textId="77777777">
                        <w:tc>
                          <w:tcPr>
                            <w:tcW w:w="4750" w:type="dxa"/>
                          </w:tcPr>
                          <w:p w14:paraId="365C9414" w14:textId="77777777" w:rsidR="00B5581F" w:rsidRPr="00A80638" w:rsidRDefault="00B5581F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Uschi Winkler</w:t>
                            </w:r>
                          </w:p>
                        </w:tc>
                      </w:tr>
                      <w:tr w:rsidR="00B5581F" w14:paraId="54D7979E" w14:textId="77777777">
                        <w:tc>
                          <w:tcPr>
                            <w:tcW w:w="4750" w:type="dxa"/>
                          </w:tcPr>
                          <w:p w14:paraId="5F307B4B" w14:textId="77777777" w:rsidR="00B5581F" w:rsidRPr="00A80638" w:rsidRDefault="00B5581F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Presse</w:t>
                            </w:r>
                          </w:p>
                        </w:tc>
                      </w:tr>
                      <w:tr w:rsidR="00B5581F" w14:paraId="45A146EE" w14:textId="77777777">
                        <w:tc>
                          <w:tcPr>
                            <w:tcW w:w="4750" w:type="dxa"/>
                          </w:tcPr>
                          <w:p w14:paraId="6DE06F33" w14:textId="77777777" w:rsidR="00B5581F" w:rsidRPr="00A80638" w:rsidRDefault="00B5581F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Am Krebsbach 2</w:t>
                            </w:r>
                          </w:p>
                        </w:tc>
                      </w:tr>
                      <w:tr w:rsidR="00B5581F" w14:paraId="11193A7F" w14:textId="77777777">
                        <w:tc>
                          <w:tcPr>
                            <w:tcW w:w="4750" w:type="dxa"/>
                          </w:tcPr>
                          <w:p w14:paraId="572AE1BD" w14:textId="77777777" w:rsidR="00B5581F" w:rsidRPr="00A80638" w:rsidRDefault="00B5581F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D-79241 Ihringen</w:t>
                            </w:r>
                          </w:p>
                        </w:tc>
                      </w:tr>
                      <w:tr w:rsidR="00B5581F" w14:paraId="571D0FF7" w14:textId="77777777">
                        <w:tc>
                          <w:tcPr>
                            <w:tcW w:w="4750" w:type="dxa"/>
                          </w:tcPr>
                          <w:p w14:paraId="0FE5E24C" w14:textId="1A6D0316" w:rsidR="00B5581F" w:rsidRPr="00A80638" w:rsidRDefault="00B5581F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</w:p>
                        </w:tc>
                      </w:tr>
                      <w:tr w:rsidR="00B5581F" w14:paraId="05C889BF" w14:textId="77777777">
                        <w:tc>
                          <w:tcPr>
                            <w:tcW w:w="4750" w:type="dxa"/>
                          </w:tcPr>
                          <w:p w14:paraId="10FA5FA2" w14:textId="4FCF64A3" w:rsidR="00B5581F" w:rsidRPr="00A80638" w:rsidRDefault="00B5581F" w:rsidP="00B579DC">
                            <w:pPr>
                              <w:autoSpaceDE w:val="0"/>
                              <w:autoSpaceDN w:val="0"/>
                              <w:adjustRightInd w:val="0"/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de-DE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Tel</w:t>
                            </w:r>
                            <w:r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>: +49 171 837 9251</w:t>
                            </w:r>
                          </w:p>
                        </w:tc>
                      </w:tr>
                      <w:tr w:rsidR="00B5581F" w14:paraId="7A316DDB" w14:textId="77777777">
                        <w:tc>
                          <w:tcPr>
                            <w:tcW w:w="4750" w:type="dxa"/>
                          </w:tcPr>
                          <w:p w14:paraId="7959208D" w14:textId="77777777" w:rsidR="00B5581F" w:rsidRPr="00A80638" w:rsidRDefault="00000000" w:rsidP="00B579DC">
                            <w:pPr>
                              <w:spacing w:before="0" w:line="240" w:lineRule="auto"/>
                              <w:rPr>
                                <w:rFonts w:cs="Arial"/>
                                <w:szCs w:val="20"/>
                                <w:lang w:eastAsia="ar-SA"/>
                              </w:rPr>
                            </w:pPr>
                            <w:hyperlink r:id="rId14" w:history="1">
                              <w:r w:rsidR="00B5581F" w:rsidRPr="00E006DE">
                                <w:rPr>
                                  <w:rStyle w:val="Hyperlink"/>
                                  <w:rFonts w:cs="Arial"/>
                                  <w:szCs w:val="20"/>
                                  <w:lang w:eastAsia="de-DE"/>
                                </w:rPr>
                                <w:t>presse@hella-gutmann.com</w:t>
                              </w:r>
                            </w:hyperlink>
                            <w:r w:rsidR="00B5581F" w:rsidRPr="00A80638">
                              <w:rPr>
                                <w:rFonts w:cs="Arial"/>
                                <w:szCs w:val="20"/>
                                <w:lang w:eastAsia="de-DE"/>
                              </w:rPr>
                              <w:t xml:space="preserve"> </w:t>
                            </w:r>
                          </w:p>
                        </w:tc>
                      </w:tr>
                      <w:tr w:rsidR="00B5581F" w14:paraId="3ACB93EB" w14:textId="77777777">
                        <w:tc>
                          <w:tcPr>
                            <w:tcW w:w="4750" w:type="dxa"/>
                          </w:tcPr>
                          <w:p w14:paraId="55507241" w14:textId="50B29B55" w:rsidR="00B5581F" w:rsidRPr="00A80638" w:rsidRDefault="00000000" w:rsidP="00B579DC">
                            <w:pPr>
                              <w:pStyle w:val="Textkrper21"/>
                              <w:tabs>
                                <w:tab w:val="left" w:pos="4320"/>
                              </w:tabs>
                              <w:snapToGri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15" w:history="1">
                              <w:r w:rsidR="00B5581F" w:rsidRPr="00DE7C9C">
                                <w:rPr>
                                  <w:rStyle w:val="Hyperlink"/>
                                  <w:rFonts w:cs="Arial"/>
                                  <w:sz w:val="20"/>
                                  <w:szCs w:val="20"/>
                                </w:rPr>
                                <w:t>www.hella-gutmann.com</w:t>
                              </w:r>
                            </w:hyperlink>
                          </w:p>
                        </w:tc>
                      </w:tr>
                    </w:tbl>
                    <w:p w14:paraId="2EF66794" w14:textId="77777777" w:rsidR="00D272CC" w:rsidRDefault="00D272CC" w:rsidP="00D272C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</w:p>
    <w:p w14:paraId="588C970E" w14:textId="77777777" w:rsidR="00C05A5A" w:rsidRPr="00BD118B" w:rsidRDefault="00C05A5A" w:rsidP="0022556A">
      <w:pPr>
        <w:pStyle w:val="PMBoilerplate"/>
        <w:rPr>
          <w:rStyle w:val="Hyperlink"/>
          <w:rFonts w:cs="Arial"/>
          <w:color w:val="auto"/>
          <w:u w:val="none"/>
          <w:lang w:val="fr-FR"/>
        </w:rPr>
      </w:pPr>
    </w:p>
    <w:sectPr w:rsidR="00C05A5A" w:rsidRPr="00BD118B" w:rsidSect="00532AD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179" w:right="2601" w:bottom="1134" w:left="1418" w:header="851" w:footer="851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F7C90" w14:textId="77777777" w:rsidR="0010449E" w:rsidRDefault="0010449E">
      <w:r>
        <w:separator/>
      </w:r>
    </w:p>
  </w:endnote>
  <w:endnote w:type="continuationSeparator" w:id="0">
    <w:p w14:paraId="2055D15E" w14:textId="77777777" w:rsidR="0010449E" w:rsidRDefault="0010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">
    <w:altName w:val="Arial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la DIN Universal">
    <w:altName w:val="Calibri"/>
    <w:panose1 w:val="020B0604020202020204"/>
    <w:charset w:val="00"/>
    <w:family w:val="modern"/>
    <w:notTrueType/>
    <w:pitch w:val="variable"/>
    <w:sig w:usb0="E00022BF" w:usb1="D000E0FB" w:usb2="00000008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la DIN Universal Light">
    <w:altName w:val="Calibri"/>
    <w:panose1 w:val="020B0604020202020204"/>
    <w:charset w:val="00"/>
    <w:family w:val="modern"/>
    <w:notTrueType/>
    <w:pitch w:val="variable"/>
    <w:sig w:usb0="E00022BF" w:usb1="D000E0FB" w:usb2="0000000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AF892" w14:textId="77777777" w:rsidR="00582158" w:rsidRDefault="005821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CC41F" w14:textId="77777777" w:rsidR="004E78B9" w:rsidRPr="00DB6A0B" w:rsidRDefault="003F171C" w:rsidP="00BE284E">
    <w:pPr>
      <w:pStyle w:val="Fuzeile"/>
      <w:tabs>
        <w:tab w:val="center" w:pos="4040"/>
        <w:tab w:val="left" w:pos="7193"/>
      </w:tabs>
      <w:rPr>
        <w:rFonts w:ascii="Hella DIN Universal" w:hAnsi="Hella DIN Universal" w:cs="Hella DIN Universal"/>
        <w:color w:val="808080"/>
        <w:sz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CF26BB9" wp14:editId="7B1B93D6">
              <wp:simplePos x="0" y="0"/>
              <wp:positionH relativeFrom="column">
                <wp:posOffset>5316220</wp:posOffset>
              </wp:positionH>
              <wp:positionV relativeFrom="paragraph">
                <wp:posOffset>-130810</wp:posOffset>
              </wp:positionV>
              <wp:extent cx="883285" cy="465455"/>
              <wp:effectExtent l="0" t="0" r="0" b="0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83285" cy="4654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2F68DF" w14:textId="1303D67F" w:rsidR="00E22B7B" w:rsidRDefault="00E22B7B" w:rsidP="00F7202A">
                          <w:pPr>
                            <w:pStyle w:val="Fuzeile"/>
                            <w:jc w:val="right"/>
                          </w:pP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t xml:space="preserve">Seite </w:t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fldChar w:fldCharType="begin"/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instrText>PAGE  \* Arabic  \* MERGEFORMAT</w:instrText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fldChar w:fldCharType="separate"/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t>3</w:t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fldChar w:fldCharType="end"/>
                          </w:r>
                          <w:r w:rsidRPr="00BD118B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t xml:space="preserve"> von </w:t>
                          </w:r>
                          <w:r w:rsidR="00960EE2">
                            <w:rPr>
                              <w:rStyle w:val="Seitenzahl"/>
                              <w:rFonts w:cs="Arial"/>
                              <w:color w:val="808080"/>
                              <w:sz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F26BB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418.6pt;margin-top:-10.3pt;width:69.55pt;height:36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" stroked="f">
              <v:textbox>
                <w:txbxContent>
                  <w:p w14:paraId="142F68DF" w14:textId="1303D67F" w:rsidR="00E22B7B" w:rsidRDefault="00E22B7B" w:rsidP="00F7202A">
                    <w:pPr>
                      <w:pStyle w:val="Fuzeile"/>
                      <w:jc w:val="right"/>
                    </w:pP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t xml:space="preserve">Seite </w:t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fldChar w:fldCharType="begin"/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instrText>PAGE  \* Arabic  \* MERGEFORMAT</w:instrText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fldChar w:fldCharType="separate"/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t>3</w:t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fldChar w:fldCharType="end"/>
                    </w:r>
                    <w:r w:rsidRPr="00BD118B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t xml:space="preserve"> von </w:t>
                    </w:r>
                    <w:r w:rsidR="00960EE2">
                      <w:rPr>
                        <w:rStyle w:val="Seitenzahl"/>
                        <w:rFonts w:cs="Arial"/>
                        <w:color w:val="808080"/>
                        <w:sz w:val="16"/>
                      </w:rPr>
                      <w:t>3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E284E">
      <w:rPr>
        <w:rFonts w:ascii="Hella DIN Universal" w:hAnsi="Hella DIN Universal" w:cs="Hella DIN Universal"/>
        <w:color w:val="808080"/>
        <w:sz w:val="16"/>
      </w:rPr>
      <w:tab/>
    </w:r>
    <w:r w:rsidR="00BE284E">
      <w:rPr>
        <w:rFonts w:ascii="Hella DIN Universal" w:hAnsi="Hella DIN Universal" w:cs="Hella DIN Universal"/>
        <w:color w:val="808080"/>
        <w:sz w:val="16"/>
      </w:rPr>
      <w:tab/>
    </w:r>
    <w:r w:rsidR="00BE284E">
      <w:rPr>
        <w:rFonts w:ascii="Hella DIN Universal" w:hAnsi="Hella DIN Universal" w:cs="Hella DIN Universal"/>
        <w:color w:val="808080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755D5" w14:textId="77777777" w:rsidR="00582158" w:rsidRDefault="005821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46D7C" w14:textId="77777777" w:rsidR="0010449E" w:rsidRDefault="0010449E">
      <w:r>
        <w:separator/>
      </w:r>
    </w:p>
  </w:footnote>
  <w:footnote w:type="continuationSeparator" w:id="0">
    <w:p w14:paraId="6347F32F" w14:textId="77777777" w:rsidR="0010449E" w:rsidRDefault="00104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67E03" w14:textId="77777777" w:rsidR="00582158" w:rsidRDefault="005821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EB6EC" w14:textId="77777777" w:rsidR="0008427E" w:rsidRDefault="003F171C" w:rsidP="006352BA">
    <w:pPr>
      <w:pStyle w:val="PMHeadline1"/>
      <w:spacing w:after="0" w:line="400" w:lineRule="exac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174D84" wp14:editId="4905C20E">
          <wp:simplePos x="0" y="0"/>
          <wp:positionH relativeFrom="column">
            <wp:posOffset>4300220</wp:posOffset>
          </wp:positionH>
          <wp:positionV relativeFrom="paragraph">
            <wp:posOffset>202565</wp:posOffset>
          </wp:positionV>
          <wp:extent cx="2162175" cy="414655"/>
          <wp:effectExtent l="0" t="0" r="0" b="0"/>
          <wp:wrapNone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0C5400" w14:textId="77777777" w:rsidR="0029395E" w:rsidRPr="00BD118B" w:rsidRDefault="0027154A" w:rsidP="006352BA">
    <w:pPr>
      <w:pStyle w:val="PMHeadline1"/>
      <w:spacing w:after="0" w:line="400" w:lineRule="exact"/>
      <w:rPr>
        <w:rFonts w:ascii="Arial" w:hAnsi="Arial" w:cs="Arial"/>
      </w:rPr>
    </w:pPr>
    <w:r w:rsidRPr="00BD118B">
      <w:rPr>
        <w:rFonts w:ascii="Arial" w:hAnsi="Arial" w:cs="Arial"/>
      </w:rPr>
      <w:t>P</w:t>
    </w:r>
    <w:r w:rsidR="00DB6A0B" w:rsidRPr="00BD118B">
      <w:rPr>
        <w:rFonts w:ascii="Arial" w:hAnsi="Arial" w:cs="Arial"/>
      </w:rPr>
      <w:t>ressemitteilung</w:t>
    </w:r>
  </w:p>
  <w:p w14:paraId="0DFF5CCB" w14:textId="5AAC4E14" w:rsidR="0027154A" w:rsidRPr="00BD118B" w:rsidRDefault="00586D1C" w:rsidP="006352BA">
    <w:pPr>
      <w:pStyle w:val="PMHeadline1"/>
      <w:spacing w:after="0" w:line="300" w:lineRule="exact"/>
      <w:rPr>
        <w:rFonts w:ascii="Arial" w:hAnsi="Arial" w:cs="Arial"/>
        <w:szCs w:val="20"/>
      </w:rPr>
    </w:pPr>
    <w:r>
      <w:rPr>
        <w:rFonts w:ascii="Arial" w:hAnsi="Arial" w:cs="Arial"/>
        <w:sz w:val="20"/>
        <w:szCs w:val="20"/>
      </w:rPr>
      <w:t>Ihringen</w:t>
    </w:r>
    <w:r w:rsidR="00C05A5A" w:rsidRPr="00BD118B">
      <w:rPr>
        <w:rFonts w:ascii="Arial" w:hAnsi="Arial" w:cs="Arial"/>
        <w:sz w:val="20"/>
        <w:szCs w:val="20"/>
      </w:rPr>
      <w:t xml:space="preserve">, </w:t>
    </w:r>
    <w:r w:rsidR="002E364A">
      <w:rPr>
        <w:rFonts w:ascii="Arial" w:hAnsi="Arial" w:cs="Arial"/>
        <w:sz w:val="20"/>
        <w:szCs w:val="20"/>
      </w:rPr>
      <w:t>1</w:t>
    </w:r>
    <w:r w:rsidR="00452F42">
      <w:rPr>
        <w:rFonts w:ascii="Arial" w:hAnsi="Arial" w:cs="Arial"/>
        <w:sz w:val="20"/>
        <w:szCs w:val="20"/>
      </w:rPr>
      <w:t>4</w:t>
    </w:r>
    <w:r w:rsidR="004C4C62">
      <w:rPr>
        <w:rFonts w:ascii="Arial" w:hAnsi="Arial" w:cs="Arial"/>
        <w:sz w:val="20"/>
        <w:szCs w:val="20"/>
      </w:rPr>
      <w:t>.0</w:t>
    </w:r>
    <w:r w:rsidR="002E364A">
      <w:rPr>
        <w:rFonts w:ascii="Arial" w:hAnsi="Arial" w:cs="Arial"/>
        <w:sz w:val="20"/>
        <w:szCs w:val="20"/>
      </w:rPr>
      <w:t>8</w:t>
    </w:r>
    <w:r w:rsidR="004C4C62">
      <w:rPr>
        <w:rFonts w:ascii="Arial" w:hAnsi="Arial" w:cs="Arial"/>
        <w:sz w:val="20"/>
        <w:szCs w:val="20"/>
      </w:rPr>
      <w:t xml:space="preserve"> </w:t>
    </w:r>
    <w:r w:rsidR="00DB6A0B" w:rsidRPr="00BD118B">
      <w:rPr>
        <w:rFonts w:ascii="Arial" w:hAnsi="Arial" w:cs="Arial"/>
        <w:sz w:val="20"/>
        <w:szCs w:val="20"/>
      </w:rPr>
      <w:t>20</w:t>
    </w:r>
    <w:r w:rsidR="00CE011D">
      <w:rPr>
        <w:rFonts w:ascii="Arial" w:hAnsi="Arial" w:cs="Arial"/>
        <w:sz w:val="20"/>
        <w:szCs w:val="20"/>
      </w:rPr>
      <w:t>2</w:t>
    </w:r>
    <w:r w:rsidR="00260613">
      <w:rPr>
        <w:rFonts w:ascii="Arial" w:hAnsi="Arial" w:cs="Arial"/>
        <w:sz w:val="20"/>
        <w:szCs w:val="20"/>
      </w:rPr>
      <w:t>4</w:t>
    </w:r>
  </w:p>
  <w:p w14:paraId="18979497" w14:textId="77777777" w:rsidR="001A1F1C" w:rsidRPr="007E3E47" w:rsidRDefault="001A1F1C" w:rsidP="008A37C1">
    <w:pPr>
      <w:pStyle w:val="Kopfzeile"/>
      <w:rPr>
        <w:rFonts w:ascii="Hella DIN Universal" w:hAnsi="Hella DIN Universal" w:cs="Hella DIN Universal"/>
        <w:sz w:val="36"/>
        <w:szCs w:val="36"/>
      </w:rPr>
    </w:pPr>
  </w:p>
  <w:p w14:paraId="0A2C2B37" w14:textId="77777777" w:rsidR="0027154A" w:rsidRPr="003B3305" w:rsidRDefault="0027154A" w:rsidP="00B35EFA">
    <w:pPr>
      <w:pStyle w:val="Kopfzeile"/>
      <w:spacing w:before="0" w:line="240" w:lineRule="auto"/>
      <w:rPr>
        <w:rFonts w:ascii="Hella DIN Universal Light" w:hAnsi="Hella DIN Universal Light"/>
        <w:sz w:val="24"/>
      </w:rPr>
    </w:pPr>
    <w:r w:rsidRPr="003B3305">
      <w:rPr>
        <w:rFonts w:ascii="Hella DIN Universal Light" w:hAnsi="Hella DIN Universal Light"/>
        <w:sz w:val="24"/>
      </w:rPr>
      <w:tab/>
    </w:r>
  </w:p>
  <w:p w14:paraId="5B82A5F6" w14:textId="77777777" w:rsidR="0027154A" w:rsidRDefault="0027154A" w:rsidP="003857FB">
    <w:pPr>
      <w:pStyle w:val="Kopfzeile"/>
      <w:spacing w:before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05B2C" w14:textId="77777777" w:rsidR="00582158" w:rsidRDefault="0058215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E6016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A3C94"/>
    <w:multiLevelType w:val="hybridMultilevel"/>
    <w:tmpl w:val="8062A8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C5C62"/>
    <w:multiLevelType w:val="hybridMultilevel"/>
    <w:tmpl w:val="AA9CC1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B40A07"/>
    <w:multiLevelType w:val="hybridMultilevel"/>
    <w:tmpl w:val="C19E454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F06C28"/>
    <w:multiLevelType w:val="hybridMultilevel"/>
    <w:tmpl w:val="1A80ECE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90732"/>
    <w:multiLevelType w:val="hybridMultilevel"/>
    <w:tmpl w:val="60586C1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77E59"/>
    <w:multiLevelType w:val="hybridMultilevel"/>
    <w:tmpl w:val="DADCB3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C50DD"/>
    <w:multiLevelType w:val="hybridMultilevel"/>
    <w:tmpl w:val="E994733A"/>
    <w:lvl w:ilvl="0" w:tplc="0407000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8" w15:restartNumberingAfterBreak="0">
    <w:nsid w:val="2D914F9A"/>
    <w:multiLevelType w:val="hybridMultilevel"/>
    <w:tmpl w:val="35DE04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F617A"/>
    <w:multiLevelType w:val="hybridMultilevel"/>
    <w:tmpl w:val="7F660C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E44F63"/>
    <w:multiLevelType w:val="hybridMultilevel"/>
    <w:tmpl w:val="9AAC63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E41A8"/>
    <w:multiLevelType w:val="hybridMultilevel"/>
    <w:tmpl w:val="1BC4915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A256A"/>
    <w:multiLevelType w:val="hybridMultilevel"/>
    <w:tmpl w:val="06007D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F59E2"/>
    <w:multiLevelType w:val="hybridMultilevel"/>
    <w:tmpl w:val="9B88555C"/>
    <w:lvl w:ilvl="0" w:tplc="59CC5E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9011F"/>
    <w:multiLevelType w:val="hybridMultilevel"/>
    <w:tmpl w:val="67083158"/>
    <w:lvl w:ilvl="0" w:tplc="42DC5E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020AC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86815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13E28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3AA12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044D9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3F6A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B045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FA0F3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50336B"/>
    <w:multiLevelType w:val="hybridMultilevel"/>
    <w:tmpl w:val="7832A8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4000FB"/>
    <w:multiLevelType w:val="hybridMultilevel"/>
    <w:tmpl w:val="7A2C49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267521"/>
    <w:multiLevelType w:val="hybridMultilevel"/>
    <w:tmpl w:val="7C962574"/>
    <w:lvl w:ilvl="0" w:tplc="31526BBC">
      <w:start w:val="1"/>
      <w:numFmt w:val="bullet"/>
      <w:pStyle w:val="PMBullet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4B2D8D"/>
    <w:multiLevelType w:val="hybridMultilevel"/>
    <w:tmpl w:val="5D2CB7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3203274">
    <w:abstractNumId w:val="14"/>
  </w:num>
  <w:num w:numId="2" w16cid:durableId="529801913">
    <w:abstractNumId w:val="4"/>
  </w:num>
  <w:num w:numId="3" w16cid:durableId="1901359939">
    <w:abstractNumId w:val="15"/>
  </w:num>
  <w:num w:numId="4" w16cid:durableId="2028366993">
    <w:abstractNumId w:val="0"/>
  </w:num>
  <w:num w:numId="5" w16cid:durableId="1276791573">
    <w:abstractNumId w:val="11"/>
  </w:num>
  <w:num w:numId="6" w16cid:durableId="1774327900">
    <w:abstractNumId w:val="3"/>
  </w:num>
  <w:num w:numId="7" w16cid:durableId="1564095018">
    <w:abstractNumId w:val="5"/>
  </w:num>
  <w:num w:numId="8" w16cid:durableId="551308856">
    <w:abstractNumId w:val="13"/>
  </w:num>
  <w:num w:numId="9" w16cid:durableId="1177620888">
    <w:abstractNumId w:val="6"/>
  </w:num>
  <w:num w:numId="10" w16cid:durableId="1047341619">
    <w:abstractNumId w:val="12"/>
  </w:num>
  <w:num w:numId="11" w16cid:durableId="2101900831">
    <w:abstractNumId w:val="2"/>
  </w:num>
  <w:num w:numId="12" w16cid:durableId="1604261608">
    <w:abstractNumId w:val="10"/>
  </w:num>
  <w:num w:numId="13" w16cid:durableId="1391342682">
    <w:abstractNumId w:val="18"/>
  </w:num>
  <w:num w:numId="14" w16cid:durableId="1000739374">
    <w:abstractNumId w:val="1"/>
  </w:num>
  <w:num w:numId="15" w16cid:durableId="572280830">
    <w:abstractNumId w:val="16"/>
  </w:num>
  <w:num w:numId="16" w16cid:durableId="249894584">
    <w:abstractNumId w:val="9"/>
  </w:num>
  <w:num w:numId="17" w16cid:durableId="283511545">
    <w:abstractNumId w:val="17"/>
  </w:num>
  <w:num w:numId="18" w16cid:durableId="1071537905">
    <w:abstractNumId w:val="7"/>
  </w:num>
  <w:num w:numId="19" w16cid:durableId="14352519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11D"/>
    <w:rsid w:val="00001FC9"/>
    <w:rsid w:val="00003174"/>
    <w:rsid w:val="00005623"/>
    <w:rsid w:val="00006E74"/>
    <w:rsid w:val="000070CF"/>
    <w:rsid w:val="00010110"/>
    <w:rsid w:val="000101A4"/>
    <w:rsid w:val="0001076C"/>
    <w:rsid w:val="00010F1D"/>
    <w:rsid w:val="00012159"/>
    <w:rsid w:val="000126FC"/>
    <w:rsid w:val="00013E03"/>
    <w:rsid w:val="00015410"/>
    <w:rsid w:val="00015F21"/>
    <w:rsid w:val="0001663F"/>
    <w:rsid w:val="00017110"/>
    <w:rsid w:val="000171E7"/>
    <w:rsid w:val="0002013B"/>
    <w:rsid w:val="00020638"/>
    <w:rsid w:val="00020898"/>
    <w:rsid w:val="00020942"/>
    <w:rsid w:val="00020B3B"/>
    <w:rsid w:val="00021396"/>
    <w:rsid w:val="00021858"/>
    <w:rsid w:val="00022286"/>
    <w:rsid w:val="00024BC7"/>
    <w:rsid w:val="0002534B"/>
    <w:rsid w:val="00026CBF"/>
    <w:rsid w:val="00030B3A"/>
    <w:rsid w:val="00030FF9"/>
    <w:rsid w:val="00031FAF"/>
    <w:rsid w:val="00033780"/>
    <w:rsid w:val="00033D3C"/>
    <w:rsid w:val="0003470D"/>
    <w:rsid w:val="00036415"/>
    <w:rsid w:val="00036B21"/>
    <w:rsid w:val="00036B67"/>
    <w:rsid w:val="00036F0A"/>
    <w:rsid w:val="00037151"/>
    <w:rsid w:val="000378FD"/>
    <w:rsid w:val="00037B1C"/>
    <w:rsid w:val="00037D0F"/>
    <w:rsid w:val="00041555"/>
    <w:rsid w:val="000416A1"/>
    <w:rsid w:val="00041700"/>
    <w:rsid w:val="00041BC9"/>
    <w:rsid w:val="000432EF"/>
    <w:rsid w:val="00043958"/>
    <w:rsid w:val="000449B9"/>
    <w:rsid w:val="000459F6"/>
    <w:rsid w:val="00046191"/>
    <w:rsid w:val="0004630B"/>
    <w:rsid w:val="000464B0"/>
    <w:rsid w:val="000466B4"/>
    <w:rsid w:val="00046F13"/>
    <w:rsid w:val="000476C8"/>
    <w:rsid w:val="00047A9D"/>
    <w:rsid w:val="00047EBD"/>
    <w:rsid w:val="00050EA3"/>
    <w:rsid w:val="00051431"/>
    <w:rsid w:val="00051D1D"/>
    <w:rsid w:val="0005248F"/>
    <w:rsid w:val="00053819"/>
    <w:rsid w:val="00053D3F"/>
    <w:rsid w:val="00054422"/>
    <w:rsid w:val="00055EAE"/>
    <w:rsid w:val="00057C5F"/>
    <w:rsid w:val="00061134"/>
    <w:rsid w:val="00061C71"/>
    <w:rsid w:val="00062789"/>
    <w:rsid w:val="00063773"/>
    <w:rsid w:val="000646F1"/>
    <w:rsid w:val="000647C6"/>
    <w:rsid w:val="00065738"/>
    <w:rsid w:val="00066919"/>
    <w:rsid w:val="00066DA5"/>
    <w:rsid w:val="00067927"/>
    <w:rsid w:val="00067A35"/>
    <w:rsid w:val="00067B4F"/>
    <w:rsid w:val="00070EBD"/>
    <w:rsid w:val="00071FEE"/>
    <w:rsid w:val="00072F85"/>
    <w:rsid w:val="0007331A"/>
    <w:rsid w:val="0007413E"/>
    <w:rsid w:val="00074DF5"/>
    <w:rsid w:val="00075E10"/>
    <w:rsid w:val="00075F09"/>
    <w:rsid w:val="00080192"/>
    <w:rsid w:val="00080279"/>
    <w:rsid w:val="00081511"/>
    <w:rsid w:val="00081B16"/>
    <w:rsid w:val="00082361"/>
    <w:rsid w:val="00082D79"/>
    <w:rsid w:val="00083987"/>
    <w:rsid w:val="0008427E"/>
    <w:rsid w:val="00085F21"/>
    <w:rsid w:val="000865CF"/>
    <w:rsid w:val="00086754"/>
    <w:rsid w:val="000873CF"/>
    <w:rsid w:val="00091B89"/>
    <w:rsid w:val="00092BF3"/>
    <w:rsid w:val="00092C47"/>
    <w:rsid w:val="00093E28"/>
    <w:rsid w:val="000948E1"/>
    <w:rsid w:val="000960F1"/>
    <w:rsid w:val="00097381"/>
    <w:rsid w:val="000A0AAE"/>
    <w:rsid w:val="000A1A59"/>
    <w:rsid w:val="000A2F4C"/>
    <w:rsid w:val="000A36D7"/>
    <w:rsid w:val="000A5BCB"/>
    <w:rsid w:val="000A641D"/>
    <w:rsid w:val="000B0BC8"/>
    <w:rsid w:val="000B13DF"/>
    <w:rsid w:val="000B17A5"/>
    <w:rsid w:val="000B183C"/>
    <w:rsid w:val="000B1C11"/>
    <w:rsid w:val="000B4798"/>
    <w:rsid w:val="000B4A78"/>
    <w:rsid w:val="000B514D"/>
    <w:rsid w:val="000B5986"/>
    <w:rsid w:val="000B6352"/>
    <w:rsid w:val="000B7E67"/>
    <w:rsid w:val="000C057A"/>
    <w:rsid w:val="000C1A67"/>
    <w:rsid w:val="000C22BD"/>
    <w:rsid w:val="000C37AC"/>
    <w:rsid w:val="000C5326"/>
    <w:rsid w:val="000C5925"/>
    <w:rsid w:val="000C5DCE"/>
    <w:rsid w:val="000C632C"/>
    <w:rsid w:val="000C6840"/>
    <w:rsid w:val="000C6BF9"/>
    <w:rsid w:val="000C6E30"/>
    <w:rsid w:val="000C74B1"/>
    <w:rsid w:val="000D1156"/>
    <w:rsid w:val="000D1479"/>
    <w:rsid w:val="000D1A6C"/>
    <w:rsid w:val="000D2576"/>
    <w:rsid w:val="000D2CBB"/>
    <w:rsid w:val="000D2DB0"/>
    <w:rsid w:val="000D30A3"/>
    <w:rsid w:val="000D329A"/>
    <w:rsid w:val="000D56BA"/>
    <w:rsid w:val="000D5C63"/>
    <w:rsid w:val="000D62A0"/>
    <w:rsid w:val="000D68C3"/>
    <w:rsid w:val="000D7011"/>
    <w:rsid w:val="000E0170"/>
    <w:rsid w:val="000E0AF4"/>
    <w:rsid w:val="000E1F4E"/>
    <w:rsid w:val="000E262C"/>
    <w:rsid w:val="000E2D3F"/>
    <w:rsid w:val="000E30AC"/>
    <w:rsid w:val="000E3825"/>
    <w:rsid w:val="000E4B2B"/>
    <w:rsid w:val="000E5061"/>
    <w:rsid w:val="000E52D1"/>
    <w:rsid w:val="000E5C67"/>
    <w:rsid w:val="000E5D36"/>
    <w:rsid w:val="000E601E"/>
    <w:rsid w:val="000E6A53"/>
    <w:rsid w:val="000F0AAA"/>
    <w:rsid w:val="000F1193"/>
    <w:rsid w:val="000F21CD"/>
    <w:rsid w:val="000F340A"/>
    <w:rsid w:val="000F378E"/>
    <w:rsid w:val="000F4068"/>
    <w:rsid w:val="000F5BD2"/>
    <w:rsid w:val="000F77DC"/>
    <w:rsid w:val="0010069F"/>
    <w:rsid w:val="001008AA"/>
    <w:rsid w:val="001011BE"/>
    <w:rsid w:val="0010449E"/>
    <w:rsid w:val="00106EAE"/>
    <w:rsid w:val="001071FB"/>
    <w:rsid w:val="001071FF"/>
    <w:rsid w:val="00107352"/>
    <w:rsid w:val="00111068"/>
    <w:rsid w:val="00111910"/>
    <w:rsid w:val="001148B6"/>
    <w:rsid w:val="00116B89"/>
    <w:rsid w:val="00116D0A"/>
    <w:rsid w:val="00117D78"/>
    <w:rsid w:val="00120A61"/>
    <w:rsid w:val="0012116F"/>
    <w:rsid w:val="00122F8A"/>
    <w:rsid w:val="001230C4"/>
    <w:rsid w:val="00123745"/>
    <w:rsid w:val="00123880"/>
    <w:rsid w:val="00123920"/>
    <w:rsid w:val="001239F8"/>
    <w:rsid w:val="00124112"/>
    <w:rsid w:val="0012467B"/>
    <w:rsid w:val="00124893"/>
    <w:rsid w:val="001262CD"/>
    <w:rsid w:val="001267DF"/>
    <w:rsid w:val="00127569"/>
    <w:rsid w:val="00130AB0"/>
    <w:rsid w:val="001314EC"/>
    <w:rsid w:val="0013404B"/>
    <w:rsid w:val="00134B2F"/>
    <w:rsid w:val="00135D75"/>
    <w:rsid w:val="001365D7"/>
    <w:rsid w:val="0013671D"/>
    <w:rsid w:val="00136CA8"/>
    <w:rsid w:val="001373D5"/>
    <w:rsid w:val="00137A2D"/>
    <w:rsid w:val="00137DC7"/>
    <w:rsid w:val="00142677"/>
    <w:rsid w:val="00143701"/>
    <w:rsid w:val="0014385B"/>
    <w:rsid w:val="00143BE5"/>
    <w:rsid w:val="00144499"/>
    <w:rsid w:val="001462FC"/>
    <w:rsid w:val="00147C2A"/>
    <w:rsid w:val="00147D76"/>
    <w:rsid w:val="0015102F"/>
    <w:rsid w:val="00151848"/>
    <w:rsid w:val="00151FCA"/>
    <w:rsid w:val="00152276"/>
    <w:rsid w:val="00155983"/>
    <w:rsid w:val="00157A44"/>
    <w:rsid w:val="001601EF"/>
    <w:rsid w:val="00160D8A"/>
    <w:rsid w:val="00160FE0"/>
    <w:rsid w:val="00161C60"/>
    <w:rsid w:val="0016285B"/>
    <w:rsid w:val="00162CF3"/>
    <w:rsid w:val="001633D3"/>
    <w:rsid w:val="00163601"/>
    <w:rsid w:val="0016433F"/>
    <w:rsid w:val="00164BAD"/>
    <w:rsid w:val="00164C21"/>
    <w:rsid w:val="00165CB5"/>
    <w:rsid w:val="001666F4"/>
    <w:rsid w:val="00166CE7"/>
    <w:rsid w:val="00167917"/>
    <w:rsid w:val="00167E18"/>
    <w:rsid w:val="001707A9"/>
    <w:rsid w:val="00172887"/>
    <w:rsid w:val="001728AC"/>
    <w:rsid w:val="001749DF"/>
    <w:rsid w:val="00174A68"/>
    <w:rsid w:val="0017652F"/>
    <w:rsid w:val="00176653"/>
    <w:rsid w:val="001776FF"/>
    <w:rsid w:val="00180564"/>
    <w:rsid w:val="00180860"/>
    <w:rsid w:val="001823EF"/>
    <w:rsid w:val="00182BF5"/>
    <w:rsid w:val="00184A31"/>
    <w:rsid w:val="001867BA"/>
    <w:rsid w:val="00186C5D"/>
    <w:rsid w:val="0018772F"/>
    <w:rsid w:val="0019009B"/>
    <w:rsid w:val="00190A5F"/>
    <w:rsid w:val="00190B04"/>
    <w:rsid w:val="00193883"/>
    <w:rsid w:val="001951D1"/>
    <w:rsid w:val="001965E1"/>
    <w:rsid w:val="001970A9"/>
    <w:rsid w:val="0019735B"/>
    <w:rsid w:val="00197615"/>
    <w:rsid w:val="00197AB3"/>
    <w:rsid w:val="001A01E0"/>
    <w:rsid w:val="001A1F1C"/>
    <w:rsid w:val="001A21B1"/>
    <w:rsid w:val="001A22C7"/>
    <w:rsid w:val="001A272B"/>
    <w:rsid w:val="001A34A9"/>
    <w:rsid w:val="001A3A8D"/>
    <w:rsid w:val="001A5063"/>
    <w:rsid w:val="001A5712"/>
    <w:rsid w:val="001A6066"/>
    <w:rsid w:val="001B0138"/>
    <w:rsid w:val="001B0D0E"/>
    <w:rsid w:val="001B1EFB"/>
    <w:rsid w:val="001B2A98"/>
    <w:rsid w:val="001B40C0"/>
    <w:rsid w:val="001B4480"/>
    <w:rsid w:val="001B4786"/>
    <w:rsid w:val="001B4D02"/>
    <w:rsid w:val="001B5EFF"/>
    <w:rsid w:val="001B64F0"/>
    <w:rsid w:val="001B747F"/>
    <w:rsid w:val="001C09BE"/>
    <w:rsid w:val="001C31CB"/>
    <w:rsid w:val="001C52BC"/>
    <w:rsid w:val="001C6762"/>
    <w:rsid w:val="001C6774"/>
    <w:rsid w:val="001C7620"/>
    <w:rsid w:val="001D0FD2"/>
    <w:rsid w:val="001D195A"/>
    <w:rsid w:val="001D1F5E"/>
    <w:rsid w:val="001D31F0"/>
    <w:rsid w:val="001D3ABA"/>
    <w:rsid w:val="001D3D23"/>
    <w:rsid w:val="001D4E05"/>
    <w:rsid w:val="001D537B"/>
    <w:rsid w:val="001D568C"/>
    <w:rsid w:val="001D60CD"/>
    <w:rsid w:val="001D6628"/>
    <w:rsid w:val="001E14B3"/>
    <w:rsid w:val="001E14DA"/>
    <w:rsid w:val="001E3564"/>
    <w:rsid w:val="001E366E"/>
    <w:rsid w:val="001E40CF"/>
    <w:rsid w:val="001E5BF7"/>
    <w:rsid w:val="001E5FA7"/>
    <w:rsid w:val="001E6387"/>
    <w:rsid w:val="001E68D2"/>
    <w:rsid w:val="001E6E03"/>
    <w:rsid w:val="001E7219"/>
    <w:rsid w:val="001E76A0"/>
    <w:rsid w:val="001F0AE4"/>
    <w:rsid w:val="001F16A4"/>
    <w:rsid w:val="001F51C5"/>
    <w:rsid w:val="001F6471"/>
    <w:rsid w:val="001F6AC5"/>
    <w:rsid w:val="001F779E"/>
    <w:rsid w:val="002016EA"/>
    <w:rsid w:val="002017D4"/>
    <w:rsid w:val="0020197D"/>
    <w:rsid w:val="00204AFC"/>
    <w:rsid w:val="00205A4F"/>
    <w:rsid w:val="00205F20"/>
    <w:rsid w:val="0021210A"/>
    <w:rsid w:val="00212A09"/>
    <w:rsid w:val="00213242"/>
    <w:rsid w:val="002135D8"/>
    <w:rsid w:val="00213D76"/>
    <w:rsid w:val="00213D8B"/>
    <w:rsid w:val="00214821"/>
    <w:rsid w:val="00216483"/>
    <w:rsid w:val="002209DD"/>
    <w:rsid w:val="00220ADA"/>
    <w:rsid w:val="00221C62"/>
    <w:rsid w:val="00223679"/>
    <w:rsid w:val="002238B0"/>
    <w:rsid w:val="00223984"/>
    <w:rsid w:val="00224391"/>
    <w:rsid w:val="002252BF"/>
    <w:rsid w:val="0022556A"/>
    <w:rsid w:val="00225A12"/>
    <w:rsid w:val="00226B9C"/>
    <w:rsid w:val="00230D15"/>
    <w:rsid w:val="00232D60"/>
    <w:rsid w:val="00233F63"/>
    <w:rsid w:val="00234513"/>
    <w:rsid w:val="002347B9"/>
    <w:rsid w:val="0023490B"/>
    <w:rsid w:val="0023498E"/>
    <w:rsid w:val="00235B54"/>
    <w:rsid w:val="0023672E"/>
    <w:rsid w:val="00236C36"/>
    <w:rsid w:val="0023705D"/>
    <w:rsid w:val="002425CE"/>
    <w:rsid w:val="00242CC2"/>
    <w:rsid w:val="00243E17"/>
    <w:rsid w:val="00244A07"/>
    <w:rsid w:val="00244B33"/>
    <w:rsid w:val="00245001"/>
    <w:rsid w:val="002456F8"/>
    <w:rsid w:val="00245C9B"/>
    <w:rsid w:val="00246240"/>
    <w:rsid w:val="00246336"/>
    <w:rsid w:val="002470BF"/>
    <w:rsid w:val="002506C3"/>
    <w:rsid w:val="00250855"/>
    <w:rsid w:val="002508A4"/>
    <w:rsid w:val="00250DA1"/>
    <w:rsid w:val="002511F8"/>
    <w:rsid w:val="00251D04"/>
    <w:rsid w:val="00252EB0"/>
    <w:rsid w:val="0025469C"/>
    <w:rsid w:val="00254BE1"/>
    <w:rsid w:val="00255519"/>
    <w:rsid w:val="0025581B"/>
    <w:rsid w:val="00255C49"/>
    <w:rsid w:val="0025603F"/>
    <w:rsid w:val="00257364"/>
    <w:rsid w:val="00257C65"/>
    <w:rsid w:val="0026050F"/>
    <w:rsid w:val="00260613"/>
    <w:rsid w:val="0026134B"/>
    <w:rsid w:val="00261647"/>
    <w:rsid w:val="002617CB"/>
    <w:rsid w:val="00263316"/>
    <w:rsid w:val="002633CC"/>
    <w:rsid w:val="002635A2"/>
    <w:rsid w:val="00266425"/>
    <w:rsid w:val="00266618"/>
    <w:rsid w:val="0026674E"/>
    <w:rsid w:val="00270355"/>
    <w:rsid w:val="00270BAB"/>
    <w:rsid w:val="0027154A"/>
    <w:rsid w:val="0027218C"/>
    <w:rsid w:val="002721DD"/>
    <w:rsid w:val="00273349"/>
    <w:rsid w:val="00275B52"/>
    <w:rsid w:val="00275CC8"/>
    <w:rsid w:val="00275FA9"/>
    <w:rsid w:val="00280443"/>
    <w:rsid w:val="002812A9"/>
    <w:rsid w:val="00281A6E"/>
    <w:rsid w:val="00281D04"/>
    <w:rsid w:val="00283343"/>
    <w:rsid w:val="002834B5"/>
    <w:rsid w:val="0028451E"/>
    <w:rsid w:val="002857F5"/>
    <w:rsid w:val="00285B52"/>
    <w:rsid w:val="002862AD"/>
    <w:rsid w:val="00287BD2"/>
    <w:rsid w:val="00292B02"/>
    <w:rsid w:val="00293715"/>
    <w:rsid w:val="002938C0"/>
    <w:rsid w:val="0029395E"/>
    <w:rsid w:val="002942BC"/>
    <w:rsid w:val="00294651"/>
    <w:rsid w:val="00294CF9"/>
    <w:rsid w:val="00295600"/>
    <w:rsid w:val="00295A07"/>
    <w:rsid w:val="00296643"/>
    <w:rsid w:val="002A152F"/>
    <w:rsid w:val="002A18EF"/>
    <w:rsid w:val="002A1F93"/>
    <w:rsid w:val="002A2DA9"/>
    <w:rsid w:val="002A2DE5"/>
    <w:rsid w:val="002A2FFF"/>
    <w:rsid w:val="002A34E9"/>
    <w:rsid w:val="002A3652"/>
    <w:rsid w:val="002A3B5E"/>
    <w:rsid w:val="002A538C"/>
    <w:rsid w:val="002A6382"/>
    <w:rsid w:val="002A6A24"/>
    <w:rsid w:val="002B017A"/>
    <w:rsid w:val="002B0591"/>
    <w:rsid w:val="002B258C"/>
    <w:rsid w:val="002B2A6C"/>
    <w:rsid w:val="002B3F1B"/>
    <w:rsid w:val="002B5708"/>
    <w:rsid w:val="002B57CE"/>
    <w:rsid w:val="002B698E"/>
    <w:rsid w:val="002B788C"/>
    <w:rsid w:val="002C0AE0"/>
    <w:rsid w:val="002C1AA1"/>
    <w:rsid w:val="002C1BAD"/>
    <w:rsid w:val="002C2ED0"/>
    <w:rsid w:val="002C33E1"/>
    <w:rsid w:val="002C3F6A"/>
    <w:rsid w:val="002C4EF7"/>
    <w:rsid w:val="002C63BA"/>
    <w:rsid w:val="002C76BF"/>
    <w:rsid w:val="002C784A"/>
    <w:rsid w:val="002D0BAA"/>
    <w:rsid w:val="002D1515"/>
    <w:rsid w:val="002D3A2D"/>
    <w:rsid w:val="002D4FF2"/>
    <w:rsid w:val="002D5326"/>
    <w:rsid w:val="002D5EA1"/>
    <w:rsid w:val="002D6209"/>
    <w:rsid w:val="002D6615"/>
    <w:rsid w:val="002D6732"/>
    <w:rsid w:val="002D7586"/>
    <w:rsid w:val="002D75D7"/>
    <w:rsid w:val="002E0725"/>
    <w:rsid w:val="002E0BAA"/>
    <w:rsid w:val="002E1111"/>
    <w:rsid w:val="002E1199"/>
    <w:rsid w:val="002E134E"/>
    <w:rsid w:val="002E2527"/>
    <w:rsid w:val="002E2CD1"/>
    <w:rsid w:val="002E2EE4"/>
    <w:rsid w:val="002E31B4"/>
    <w:rsid w:val="002E364A"/>
    <w:rsid w:val="002E41FE"/>
    <w:rsid w:val="002E508C"/>
    <w:rsid w:val="002E6741"/>
    <w:rsid w:val="002E6B8D"/>
    <w:rsid w:val="002E6E11"/>
    <w:rsid w:val="002E6FC2"/>
    <w:rsid w:val="002E7CE9"/>
    <w:rsid w:val="002F013B"/>
    <w:rsid w:val="002F13D8"/>
    <w:rsid w:val="002F2448"/>
    <w:rsid w:val="002F2E9C"/>
    <w:rsid w:val="002F3334"/>
    <w:rsid w:val="002F4A29"/>
    <w:rsid w:val="002F60A2"/>
    <w:rsid w:val="002F6129"/>
    <w:rsid w:val="002F6E8A"/>
    <w:rsid w:val="002F718E"/>
    <w:rsid w:val="002F7559"/>
    <w:rsid w:val="003000A6"/>
    <w:rsid w:val="00300206"/>
    <w:rsid w:val="00301027"/>
    <w:rsid w:val="003018DF"/>
    <w:rsid w:val="00304085"/>
    <w:rsid w:val="003046B1"/>
    <w:rsid w:val="0030522C"/>
    <w:rsid w:val="003056F1"/>
    <w:rsid w:val="00305F35"/>
    <w:rsid w:val="0030694C"/>
    <w:rsid w:val="00310E20"/>
    <w:rsid w:val="00311715"/>
    <w:rsid w:val="00312079"/>
    <w:rsid w:val="00312F4C"/>
    <w:rsid w:val="00313C44"/>
    <w:rsid w:val="00313EB9"/>
    <w:rsid w:val="00314B65"/>
    <w:rsid w:val="00315F1E"/>
    <w:rsid w:val="0031759C"/>
    <w:rsid w:val="00320438"/>
    <w:rsid w:val="003207D7"/>
    <w:rsid w:val="003216F2"/>
    <w:rsid w:val="0032177E"/>
    <w:rsid w:val="00321A9B"/>
    <w:rsid w:val="00321F06"/>
    <w:rsid w:val="00322685"/>
    <w:rsid w:val="003229A3"/>
    <w:rsid w:val="00322DBA"/>
    <w:rsid w:val="003237FF"/>
    <w:rsid w:val="00323C81"/>
    <w:rsid w:val="00325F2A"/>
    <w:rsid w:val="00326E2A"/>
    <w:rsid w:val="00326E42"/>
    <w:rsid w:val="00327102"/>
    <w:rsid w:val="00327395"/>
    <w:rsid w:val="00327FA9"/>
    <w:rsid w:val="00331499"/>
    <w:rsid w:val="00331596"/>
    <w:rsid w:val="00331BA4"/>
    <w:rsid w:val="003336DA"/>
    <w:rsid w:val="00333AC3"/>
    <w:rsid w:val="00335098"/>
    <w:rsid w:val="0033601D"/>
    <w:rsid w:val="00336C96"/>
    <w:rsid w:val="003402BF"/>
    <w:rsid w:val="00342988"/>
    <w:rsid w:val="00342BD7"/>
    <w:rsid w:val="00342DC3"/>
    <w:rsid w:val="003433A5"/>
    <w:rsid w:val="00343863"/>
    <w:rsid w:val="00343944"/>
    <w:rsid w:val="00345A1D"/>
    <w:rsid w:val="00345FFA"/>
    <w:rsid w:val="00346739"/>
    <w:rsid w:val="003472D4"/>
    <w:rsid w:val="00347922"/>
    <w:rsid w:val="00350314"/>
    <w:rsid w:val="00350964"/>
    <w:rsid w:val="003509BD"/>
    <w:rsid w:val="00350D5A"/>
    <w:rsid w:val="00350DA4"/>
    <w:rsid w:val="00350EDE"/>
    <w:rsid w:val="00351035"/>
    <w:rsid w:val="00351E13"/>
    <w:rsid w:val="003524B9"/>
    <w:rsid w:val="00352B0C"/>
    <w:rsid w:val="003532F5"/>
    <w:rsid w:val="0035398D"/>
    <w:rsid w:val="0035426F"/>
    <w:rsid w:val="003542A3"/>
    <w:rsid w:val="003549C0"/>
    <w:rsid w:val="003551D4"/>
    <w:rsid w:val="00356915"/>
    <w:rsid w:val="00357854"/>
    <w:rsid w:val="00361BE2"/>
    <w:rsid w:val="00361F7D"/>
    <w:rsid w:val="0036200C"/>
    <w:rsid w:val="003620B1"/>
    <w:rsid w:val="00362A1F"/>
    <w:rsid w:val="00362B4E"/>
    <w:rsid w:val="003655FA"/>
    <w:rsid w:val="003656C3"/>
    <w:rsid w:val="00365DE9"/>
    <w:rsid w:val="00366170"/>
    <w:rsid w:val="0036637F"/>
    <w:rsid w:val="00366CF3"/>
    <w:rsid w:val="00366DBB"/>
    <w:rsid w:val="00366EB8"/>
    <w:rsid w:val="00367124"/>
    <w:rsid w:val="003712E8"/>
    <w:rsid w:val="00372333"/>
    <w:rsid w:val="00372EC9"/>
    <w:rsid w:val="00375B48"/>
    <w:rsid w:val="003773B5"/>
    <w:rsid w:val="003778F5"/>
    <w:rsid w:val="003804FA"/>
    <w:rsid w:val="00381147"/>
    <w:rsid w:val="00381938"/>
    <w:rsid w:val="003831E9"/>
    <w:rsid w:val="0038345A"/>
    <w:rsid w:val="00383992"/>
    <w:rsid w:val="003847EC"/>
    <w:rsid w:val="003847FA"/>
    <w:rsid w:val="003857FB"/>
    <w:rsid w:val="00386393"/>
    <w:rsid w:val="003872ED"/>
    <w:rsid w:val="003874B4"/>
    <w:rsid w:val="0038795D"/>
    <w:rsid w:val="00387F32"/>
    <w:rsid w:val="00387FBD"/>
    <w:rsid w:val="00392DA6"/>
    <w:rsid w:val="00393603"/>
    <w:rsid w:val="00395E92"/>
    <w:rsid w:val="003A0A94"/>
    <w:rsid w:val="003A191E"/>
    <w:rsid w:val="003A1D17"/>
    <w:rsid w:val="003A203D"/>
    <w:rsid w:val="003A3201"/>
    <w:rsid w:val="003A3E40"/>
    <w:rsid w:val="003A4B12"/>
    <w:rsid w:val="003A4BCB"/>
    <w:rsid w:val="003A4C95"/>
    <w:rsid w:val="003A5F5D"/>
    <w:rsid w:val="003A6844"/>
    <w:rsid w:val="003A7473"/>
    <w:rsid w:val="003A7E74"/>
    <w:rsid w:val="003B01F7"/>
    <w:rsid w:val="003B0306"/>
    <w:rsid w:val="003B05CE"/>
    <w:rsid w:val="003B0917"/>
    <w:rsid w:val="003B19FE"/>
    <w:rsid w:val="003B25FF"/>
    <w:rsid w:val="003B289B"/>
    <w:rsid w:val="003B3305"/>
    <w:rsid w:val="003B411A"/>
    <w:rsid w:val="003B4A48"/>
    <w:rsid w:val="003B5688"/>
    <w:rsid w:val="003B5F65"/>
    <w:rsid w:val="003B7270"/>
    <w:rsid w:val="003B7A25"/>
    <w:rsid w:val="003C02A6"/>
    <w:rsid w:val="003C17FF"/>
    <w:rsid w:val="003C1843"/>
    <w:rsid w:val="003C1C8B"/>
    <w:rsid w:val="003C1CDE"/>
    <w:rsid w:val="003C2278"/>
    <w:rsid w:val="003C23CF"/>
    <w:rsid w:val="003C2E8F"/>
    <w:rsid w:val="003C4C19"/>
    <w:rsid w:val="003C500A"/>
    <w:rsid w:val="003C6A2F"/>
    <w:rsid w:val="003C6E6F"/>
    <w:rsid w:val="003C7076"/>
    <w:rsid w:val="003C7845"/>
    <w:rsid w:val="003C7D74"/>
    <w:rsid w:val="003D0A17"/>
    <w:rsid w:val="003D1B9E"/>
    <w:rsid w:val="003D24BD"/>
    <w:rsid w:val="003D2BC9"/>
    <w:rsid w:val="003D35FC"/>
    <w:rsid w:val="003D37E0"/>
    <w:rsid w:val="003D4130"/>
    <w:rsid w:val="003D55C8"/>
    <w:rsid w:val="003D5711"/>
    <w:rsid w:val="003D62B5"/>
    <w:rsid w:val="003D66D9"/>
    <w:rsid w:val="003D7720"/>
    <w:rsid w:val="003D7E16"/>
    <w:rsid w:val="003E118E"/>
    <w:rsid w:val="003E15F2"/>
    <w:rsid w:val="003E18A6"/>
    <w:rsid w:val="003E1C2E"/>
    <w:rsid w:val="003E27A6"/>
    <w:rsid w:val="003E2B79"/>
    <w:rsid w:val="003E5937"/>
    <w:rsid w:val="003E630A"/>
    <w:rsid w:val="003E708C"/>
    <w:rsid w:val="003E73FC"/>
    <w:rsid w:val="003F0510"/>
    <w:rsid w:val="003F171C"/>
    <w:rsid w:val="003F2088"/>
    <w:rsid w:val="003F2977"/>
    <w:rsid w:val="003F2D9C"/>
    <w:rsid w:val="003F544C"/>
    <w:rsid w:val="003F7086"/>
    <w:rsid w:val="004007CA"/>
    <w:rsid w:val="00400ED4"/>
    <w:rsid w:val="004015D7"/>
    <w:rsid w:val="004025A0"/>
    <w:rsid w:val="00402B2B"/>
    <w:rsid w:val="00403016"/>
    <w:rsid w:val="00405150"/>
    <w:rsid w:val="00405A3C"/>
    <w:rsid w:val="00405EA1"/>
    <w:rsid w:val="0040785C"/>
    <w:rsid w:val="0040787D"/>
    <w:rsid w:val="00407EB4"/>
    <w:rsid w:val="00410B72"/>
    <w:rsid w:val="004117D7"/>
    <w:rsid w:val="00411ED7"/>
    <w:rsid w:val="004128AB"/>
    <w:rsid w:val="00412FFA"/>
    <w:rsid w:val="004157EF"/>
    <w:rsid w:val="00416570"/>
    <w:rsid w:val="0041663F"/>
    <w:rsid w:val="00417564"/>
    <w:rsid w:val="0042030E"/>
    <w:rsid w:val="00420B12"/>
    <w:rsid w:val="0042116D"/>
    <w:rsid w:val="00421F20"/>
    <w:rsid w:val="00422B52"/>
    <w:rsid w:val="00424213"/>
    <w:rsid w:val="00424D6E"/>
    <w:rsid w:val="004258FC"/>
    <w:rsid w:val="00427453"/>
    <w:rsid w:val="00427D16"/>
    <w:rsid w:val="00430FEE"/>
    <w:rsid w:val="00431036"/>
    <w:rsid w:val="00432451"/>
    <w:rsid w:val="00433E1D"/>
    <w:rsid w:val="0043449C"/>
    <w:rsid w:val="00435894"/>
    <w:rsid w:val="0043599E"/>
    <w:rsid w:val="00435F9D"/>
    <w:rsid w:val="00436B21"/>
    <w:rsid w:val="00436CC4"/>
    <w:rsid w:val="00436D34"/>
    <w:rsid w:val="004378B0"/>
    <w:rsid w:val="00437A6A"/>
    <w:rsid w:val="00437EC1"/>
    <w:rsid w:val="00440D87"/>
    <w:rsid w:val="00444BA5"/>
    <w:rsid w:val="00447699"/>
    <w:rsid w:val="004507C5"/>
    <w:rsid w:val="004508C0"/>
    <w:rsid w:val="00450A8A"/>
    <w:rsid w:val="00450A99"/>
    <w:rsid w:val="00452F42"/>
    <w:rsid w:val="00453903"/>
    <w:rsid w:val="0045433B"/>
    <w:rsid w:val="00454C03"/>
    <w:rsid w:val="00454CD9"/>
    <w:rsid w:val="00455488"/>
    <w:rsid w:val="00455B19"/>
    <w:rsid w:val="00456DAD"/>
    <w:rsid w:val="004577C0"/>
    <w:rsid w:val="0045798C"/>
    <w:rsid w:val="0046153A"/>
    <w:rsid w:val="00461A2B"/>
    <w:rsid w:val="0046360D"/>
    <w:rsid w:val="00463FE8"/>
    <w:rsid w:val="0046486A"/>
    <w:rsid w:val="00465200"/>
    <w:rsid w:val="004656AE"/>
    <w:rsid w:val="00466403"/>
    <w:rsid w:val="00466997"/>
    <w:rsid w:val="00466C3E"/>
    <w:rsid w:val="00467B93"/>
    <w:rsid w:val="00472819"/>
    <w:rsid w:val="0047370C"/>
    <w:rsid w:val="00473FA3"/>
    <w:rsid w:val="00474227"/>
    <w:rsid w:val="004744A1"/>
    <w:rsid w:val="00474ED5"/>
    <w:rsid w:val="004755A2"/>
    <w:rsid w:val="0047640C"/>
    <w:rsid w:val="004808DF"/>
    <w:rsid w:val="004808E4"/>
    <w:rsid w:val="00481398"/>
    <w:rsid w:val="00481D47"/>
    <w:rsid w:val="00482F73"/>
    <w:rsid w:val="00484BF4"/>
    <w:rsid w:val="00487010"/>
    <w:rsid w:val="00490E4E"/>
    <w:rsid w:val="00491C27"/>
    <w:rsid w:val="00491F2E"/>
    <w:rsid w:val="00492380"/>
    <w:rsid w:val="00494C88"/>
    <w:rsid w:val="0049500A"/>
    <w:rsid w:val="0049604C"/>
    <w:rsid w:val="00496140"/>
    <w:rsid w:val="004963F9"/>
    <w:rsid w:val="00497A87"/>
    <w:rsid w:val="004A0575"/>
    <w:rsid w:val="004A0924"/>
    <w:rsid w:val="004A2322"/>
    <w:rsid w:val="004A25E7"/>
    <w:rsid w:val="004A4D76"/>
    <w:rsid w:val="004A564B"/>
    <w:rsid w:val="004A5730"/>
    <w:rsid w:val="004A6E21"/>
    <w:rsid w:val="004A786C"/>
    <w:rsid w:val="004A7D28"/>
    <w:rsid w:val="004B02F5"/>
    <w:rsid w:val="004B0B3F"/>
    <w:rsid w:val="004B1A2B"/>
    <w:rsid w:val="004B1DBF"/>
    <w:rsid w:val="004B54C4"/>
    <w:rsid w:val="004B592E"/>
    <w:rsid w:val="004B5CC1"/>
    <w:rsid w:val="004B6C07"/>
    <w:rsid w:val="004B6C66"/>
    <w:rsid w:val="004B725E"/>
    <w:rsid w:val="004C0384"/>
    <w:rsid w:val="004C2911"/>
    <w:rsid w:val="004C2FAE"/>
    <w:rsid w:val="004C344B"/>
    <w:rsid w:val="004C3620"/>
    <w:rsid w:val="004C3837"/>
    <w:rsid w:val="004C4C62"/>
    <w:rsid w:val="004C534B"/>
    <w:rsid w:val="004C5DA5"/>
    <w:rsid w:val="004D0883"/>
    <w:rsid w:val="004D2891"/>
    <w:rsid w:val="004D2A09"/>
    <w:rsid w:val="004D448C"/>
    <w:rsid w:val="004D4698"/>
    <w:rsid w:val="004D4A80"/>
    <w:rsid w:val="004D4AC1"/>
    <w:rsid w:val="004D4C3E"/>
    <w:rsid w:val="004D5EEF"/>
    <w:rsid w:val="004D75E7"/>
    <w:rsid w:val="004D7697"/>
    <w:rsid w:val="004D7873"/>
    <w:rsid w:val="004E0561"/>
    <w:rsid w:val="004E062F"/>
    <w:rsid w:val="004E120A"/>
    <w:rsid w:val="004E130D"/>
    <w:rsid w:val="004E1CED"/>
    <w:rsid w:val="004E2484"/>
    <w:rsid w:val="004E2E35"/>
    <w:rsid w:val="004E3402"/>
    <w:rsid w:val="004E3ECD"/>
    <w:rsid w:val="004E44E6"/>
    <w:rsid w:val="004E4D06"/>
    <w:rsid w:val="004E53BE"/>
    <w:rsid w:val="004E59CE"/>
    <w:rsid w:val="004E5E5F"/>
    <w:rsid w:val="004E78B9"/>
    <w:rsid w:val="004E7C10"/>
    <w:rsid w:val="004F088B"/>
    <w:rsid w:val="004F19CD"/>
    <w:rsid w:val="004F1D4C"/>
    <w:rsid w:val="004F3E9C"/>
    <w:rsid w:val="004F49C1"/>
    <w:rsid w:val="004F5216"/>
    <w:rsid w:val="004F55CB"/>
    <w:rsid w:val="004F6616"/>
    <w:rsid w:val="004F6B13"/>
    <w:rsid w:val="004F6E67"/>
    <w:rsid w:val="0050010D"/>
    <w:rsid w:val="00502647"/>
    <w:rsid w:val="00505097"/>
    <w:rsid w:val="00506CA1"/>
    <w:rsid w:val="005073E1"/>
    <w:rsid w:val="00507552"/>
    <w:rsid w:val="00507812"/>
    <w:rsid w:val="005078AC"/>
    <w:rsid w:val="00510D89"/>
    <w:rsid w:val="00511208"/>
    <w:rsid w:val="00511831"/>
    <w:rsid w:val="00511C2D"/>
    <w:rsid w:val="00511CB9"/>
    <w:rsid w:val="00511F40"/>
    <w:rsid w:val="0051337E"/>
    <w:rsid w:val="00514E7B"/>
    <w:rsid w:val="00515529"/>
    <w:rsid w:val="00516DC3"/>
    <w:rsid w:val="005203D4"/>
    <w:rsid w:val="00521643"/>
    <w:rsid w:val="00521722"/>
    <w:rsid w:val="00521A9F"/>
    <w:rsid w:val="0052212F"/>
    <w:rsid w:val="0052214E"/>
    <w:rsid w:val="00522340"/>
    <w:rsid w:val="0052360E"/>
    <w:rsid w:val="00523787"/>
    <w:rsid w:val="0052493F"/>
    <w:rsid w:val="00524B49"/>
    <w:rsid w:val="00525E2C"/>
    <w:rsid w:val="005261BA"/>
    <w:rsid w:val="0052662A"/>
    <w:rsid w:val="0053046F"/>
    <w:rsid w:val="00530610"/>
    <w:rsid w:val="005314F6"/>
    <w:rsid w:val="00531998"/>
    <w:rsid w:val="00531D88"/>
    <w:rsid w:val="00532AD4"/>
    <w:rsid w:val="00533D80"/>
    <w:rsid w:val="00533F21"/>
    <w:rsid w:val="005350EE"/>
    <w:rsid w:val="00535C26"/>
    <w:rsid w:val="00535E6C"/>
    <w:rsid w:val="0053665F"/>
    <w:rsid w:val="00536773"/>
    <w:rsid w:val="005368AA"/>
    <w:rsid w:val="00540AFB"/>
    <w:rsid w:val="0054155E"/>
    <w:rsid w:val="00541AF7"/>
    <w:rsid w:val="0054296B"/>
    <w:rsid w:val="00542ECB"/>
    <w:rsid w:val="005430BC"/>
    <w:rsid w:val="00543FC5"/>
    <w:rsid w:val="005449CD"/>
    <w:rsid w:val="00545784"/>
    <w:rsid w:val="00545B81"/>
    <w:rsid w:val="00546CC2"/>
    <w:rsid w:val="005507FE"/>
    <w:rsid w:val="00550832"/>
    <w:rsid w:val="00550CDC"/>
    <w:rsid w:val="00551024"/>
    <w:rsid w:val="00551825"/>
    <w:rsid w:val="00552BA0"/>
    <w:rsid w:val="00554784"/>
    <w:rsid w:val="0055619F"/>
    <w:rsid w:val="0055620C"/>
    <w:rsid w:val="00556C8E"/>
    <w:rsid w:val="005617FE"/>
    <w:rsid w:val="00561FA3"/>
    <w:rsid w:val="005633A4"/>
    <w:rsid w:val="0056342A"/>
    <w:rsid w:val="005657A9"/>
    <w:rsid w:val="00565C6C"/>
    <w:rsid w:val="00565D44"/>
    <w:rsid w:val="00565EB1"/>
    <w:rsid w:val="005660A1"/>
    <w:rsid w:val="005666AC"/>
    <w:rsid w:val="005669BC"/>
    <w:rsid w:val="00567F39"/>
    <w:rsid w:val="00571319"/>
    <w:rsid w:val="005718F8"/>
    <w:rsid w:val="005720C1"/>
    <w:rsid w:val="00572182"/>
    <w:rsid w:val="005726BA"/>
    <w:rsid w:val="00572BA4"/>
    <w:rsid w:val="00572CB5"/>
    <w:rsid w:val="005739BE"/>
    <w:rsid w:val="005751B0"/>
    <w:rsid w:val="00575877"/>
    <w:rsid w:val="00575ADC"/>
    <w:rsid w:val="00577579"/>
    <w:rsid w:val="00577769"/>
    <w:rsid w:val="00580F07"/>
    <w:rsid w:val="005816C6"/>
    <w:rsid w:val="005817A4"/>
    <w:rsid w:val="00581E99"/>
    <w:rsid w:val="00582158"/>
    <w:rsid w:val="0058248C"/>
    <w:rsid w:val="005833D0"/>
    <w:rsid w:val="0058382F"/>
    <w:rsid w:val="0058408A"/>
    <w:rsid w:val="00585A96"/>
    <w:rsid w:val="00585B5C"/>
    <w:rsid w:val="005865D7"/>
    <w:rsid w:val="00586679"/>
    <w:rsid w:val="005869A7"/>
    <w:rsid w:val="00586D1C"/>
    <w:rsid w:val="00586D94"/>
    <w:rsid w:val="00590D3E"/>
    <w:rsid w:val="00591613"/>
    <w:rsid w:val="005932FE"/>
    <w:rsid w:val="00593BAE"/>
    <w:rsid w:val="00593D5E"/>
    <w:rsid w:val="00594690"/>
    <w:rsid w:val="00594777"/>
    <w:rsid w:val="00595D74"/>
    <w:rsid w:val="005971FC"/>
    <w:rsid w:val="00597E8B"/>
    <w:rsid w:val="005A0279"/>
    <w:rsid w:val="005A0465"/>
    <w:rsid w:val="005A0AA9"/>
    <w:rsid w:val="005A3443"/>
    <w:rsid w:val="005A3FB2"/>
    <w:rsid w:val="005A4C27"/>
    <w:rsid w:val="005A59FE"/>
    <w:rsid w:val="005A5B6A"/>
    <w:rsid w:val="005A6B9F"/>
    <w:rsid w:val="005A7856"/>
    <w:rsid w:val="005B1519"/>
    <w:rsid w:val="005B2700"/>
    <w:rsid w:val="005B439E"/>
    <w:rsid w:val="005B4AB4"/>
    <w:rsid w:val="005B6F28"/>
    <w:rsid w:val="005C032B"/>
    <w:rsid w:val="005C083E"/>
    <w:rsid w:val="005C08D8"/>
    <w:rsid w:val="005C0F25"/>
    <w:rsid w:val="005C11CC"/>
    <w:rsid w:val="005C1676"/>
    <w:rsid w:val="005C2700"/>
    <w:rsid w:val="005C27EC"/>
    <w:rsid w:val="005C2DD7"/>
    <w:rsid w:val="005C2F48"/>
    <w:rsid w:val="005C3301"/>
    <w:rsid w:val="005C3870"/>
    <w:rsid w:val="005C391D"/>
    <w:rsid w:val="005C4811"/>
    <w:rsid w:val="005C4F14"/>
    <w:rsid w:val="005C5671"/>
    <w:rsid w:val="005C5B8D"/>
    <w:rsid w:val="005C73D5"/>
    <w:rsid w:val="005C76E8"/>
    <w:rsid w:val="005C77B7"/>
    <w:rsid w:val="005D0BDC"/>
    <w:rsid w:val="005D1A3C"/>
    <w:rsid w:val="005D1DB5"/>
    <w:rsid w:val="005D22B8"/>
    <w:rsid w:val="005D2932"/>
    <w:rsid w:val="005D2C2F"/>
    <w:rsid w:val="005D34A9"/>
    <w:rsid w:val="005D37E1"/>
    <w:rsid w:val="005D403D"/>
    <w:rsid w:val="005D44B4"/>
    <w:rsid w:val="005D4872"/>
    <w:rsid w:val="005D4AA4"/>
    <w:rsid w:val="005D4BC3"/>
    <w:rsid w:val="005D5194"/>
    <w:rsid w:val="005D6AD3"/>
    <w:rsid w:val="005D6BB9"/>
    <w:rsid w:val="005D7BF5"/>
    <w:rsid w:val="005E08B6"/>
    <w:rsid w:val="005E2AAF"/>
    <w:rsid w:val="005E2CF4"/>
    <w:rsid w:val="005E3239"/>
    <w:rsid w:val="005E6638"/>
    <w:rsid w:val="005E6E7F"/>
    <w:rsid w:val="005E7176"/>
    <w:rsid w:val="005F0192"/>
    <w:rsid w:val="005F01D3"/>
    <w:rsid w:val="005F3ED0"/>
    <w:rsid w:val="005F4489"/>
    <w:rsid w:val="005F45A9"/>
    <w:rsid w:val="005F498F"/>
    <w:rsid w:val="005F4C2F"/>
    <w:rsid w:val="005F5EED"/>
    <w:rsid w:val="005F715D"/>
    <w:rsid w:val="005F72E7"/>
    <w:rsid w:val="0060038F"/>
    <w:rsid w:val="006013C4"/>
    <w:rsid w:val="00601A33"/>
    <w:rsid w:val="00601CCB"/>
    <w:rsid w:val="006039C9"/>
    <w:rsid w:val="00603BCE"/>
    <w:rsid w:val="006041C4"/>
    <w:rsid w:val="006048CE"/>
    <w:rsid w:val="00610485"/>
    <w:rsid w:val="00610EFF"/>
    <w:rsid w:val="00612BBF"/>
    <w:rsid w:val="006148E5"/>
    <w:rsid w:val="006153CC"/>
    <w:rsid w:val="0061625A"/>
    <w:rsid w:val="00616748"/>
    <w:rsid w:val="00617153"/>
    <w:rsid w:val="00620EDC"/>
    <w:rsid w:val="006239A8"/>
    <w:rsid w:val="00623E93"/>
    <w:rsid w:val="0062411C"/>
    <w:rsid w:val="006254DF"/>
    <w:rsid w:val="006255CF"/>
    <w:rsid w:val="0062576A"/>
    <w:rsid w:val="00625C3F"/>
    <w:rsid w:val="00625E7B"/>
    <w:rsid w:val="00631622"/>
    <w:rsid w:val="00632CBB"/>
    <w:rsid w:val="00633BB2"/>
    <w:rsid w:val="00633BF1"/>
    <w:rsid w:val="00634941"/>
    <w:rsid w:val="006352BA"/>
    <w:rsid w:val="006355AF"/>
    <w:rsid w:val="006361DA"/>
    <w:rsid w:val="00636990"/>
    <w:rsid w:val="00637111"/>
    <w:rsid w:val="00637FB6"/>
    <w:rsid w:val="00640584"/>
    <w:rsid w:val="00640A58"/>
    <w:rsid w:val="00640D12"/>
    <w:rsid w:val="00641913"/>
    <w:rsid w:val="00642975"/>
    <w:rsid w:val="00644F0A"/>
    <w:rsid w:val="0064542A"/>
    <w:rsid w:val="00645CA6"/>
    <w:rsid w:val="006474D0"/>
    <w:rsid w:val="00647822"/>
    <w:rsid w:val="006478AE"/>
    <w:rsid w:val="00652152"/>
    <w:rsid w:val="00652BE1"/>
    <w:rsid w:val="00653984"/>
    <w:rsid w:val="00654B53"/>
    <w:rsid w:val="006550D8"/>
    <w:rsid w:val="0065597A"/>
    <w:rsid w:val="006567FB"/>
    <w:rsid w:val="00657563"/>
    <w:rsid w:val="00657B07"/>
    <w:rsid w:val="00661E05"/>
    <w:rsid w:val="00661F03"/>
    <w:rsid w:val="00662F3C"/>
    <w:rsid w:val="006646E9"/>
    <w:rsid w:val="006649D5"/>
    <w:rsid w:val="00664A73"/>
    <w:rsid w:val="006654D5"/>
    <w:rsid w:val="00666651"/>
    <w:rsid w:val="006669A2"/>
    <w:rsid w:val="00667D85"/>
    <w:rsid w:val="00667EA9"/>
    <w:rsid w:val="0067015B"/>
    <w:rsid w:val="00671997"/>
    <w:rsid w:val="006734F6"/>
    <w:rsid w:val="00673C7B"/>
    <w:rsid w:val="00673F35"/>
    <w:rsid w:val="00674297"/>
    <w:rsid w:val="0067443E"/>
    <w:rsid w:val="006756F5"/>
    <w:rsid w:val="0067658A"/>
    <w:rsid w:val="00676660"/>
    <w:rsid w:val="00676C51"/>
    <w:rsid w:val="0067750E"/>
    <w:rsid w:val="00677673"/>
    <w:rsid w:val="00677840"/>
    <w:rsid w:val="00681C92"/>
    <w:rsid w:val="006820C4"/>
    <w:rsid w:val="00683970"/>
    <w:rsid w:val="00683CA4"/>
    <w:rsid w:val="00685562"/>
    <w:rsid w:val="00685C77"/>
    <w:rsid w:val="00686B42"/>
    <w:rsid w:val="00687870"/>
    <w:rsid w:val="00690DE0"/>
    <w:rsid w:val="006919C6"/>
    <w:rsid w:val="00691BAA"/>
    <w:rsid w:val="00692E71"/>
    <w:rsid w:val="00695770"/>
    <w:rsid w:val="00697603"/>
    <w:rsid w:val="006A019C"/>
    <w:rsid w:val="006A1327"/>
    <w:rsid w:val="006A1662"/>
    <w:rsid w:val="006A1BC7"/>
    <w:rsid w:val="006A2D5E"/>
    <w:rsid w:val="006A3891"/>
    <w:rsid w:val="006A3B8C"/>
    <w:rsid w:val="006A4E6E"/>
    <w:rsid w:val="006A5E5C"/>
    <w:rsid w:val="006A68B7"/>
    <w:rsid w:val="006A7519"/>
    <w:rsid w:val="006A7715"/>
    <w:rsid w:val="006B0E33"/>
    <w:rsid w:val="006B130B"/>
    <w:rsid w:val="006B1694"/>
    <w:rsid w:val="006B393C"/>
    <w:rsid w:val="006B452D"/>
    <w:rsid w:val="006B470C"/>
    <w:rsid w:val="006B5D26"/>
    <w:rsid w:val="006B76F7"/>
    <w:rsid w:val="006B7D6E"/>
    <w:rsid w:val="006B7F99"/>
    <w:rsid w:val="006C10C1"/>
    <w:rsid w:val="006C1CC6"/>
    <w:rsid w:val="006C2F3A"/>
    <w:rsid w:val="006C4314"/>
    <w:rsid w:val="006C49DF"/>
    <w:rsid w:val="006C50C6"/>
    <w:rsid w:val="006C5ED9"/>
    <w:rsid w:val="006C662E"/>
    <w:rsid w:val="006C7637"/>
    <w:rsid w:val="006D0807"/>
    <w:rsid w:val="006D0CC3"/>
    <w:rsid w:val="006D2816"/>
    <w:rsid w:val="006D548F"/>
    <w:rsid w:val="006D5585"/>
    <w:rsid w:val="006D6D7D"/>
    <w:rsid w:val="006E02E6"/>
    <w:rsid w:val="006E1127"/>
    <w:rsid w:val="006E17EC"/>
    <w:rsid w:val="006E190A"/>
    <w:rsid w:val="006E3007"/>
    <w:rsid w:val="006E3CF6"/>
    <w:rsid w:val="006E4B07"/>
    <w:rsid w:val="006E6ED1"/>
    <w:rsid w:val="006E7167"/>
    <w:rsid w:val="006E7D77"/>
    <w:rsid w:val="006F0792"/>
    <w:rsid w:val="006F10A0"/>
    <w:rsid w:val="006F23F3"/>
    <w:rsid w:val="006F26AB"/>
    <w:rsid w:val="006F29C2"/>
    <w:rsid w:val="006F2BE9"/>
    <w:rsid w:val="006F3027"/>
    <w:rsid w:val="006F3091"/>
    <w:rsid w:val="006F548A"/>
    <w:rsid w:val="006F6B30"/>
    <w:rsid w:val="006F74D6"/>
    <w:rsid w:val="006F76DD"/>
    <w:rsid w:val="00701190"/>
    <w:rsid w:val="007013A9"/>
    <w:rsid w:val="00702926"/>
    <w:rsid w:val="00703B63"/>
    <w:rsid w:val="0070410F"/>
    <w:rsid w:val="007059CD"/>
    <w:rsid w:val="00711500"/>
    <w:rsid w:val="00711900"/>
    <w:rsid w:val="00711A31"/>
    <w:rsid w:val="007122D8"/>
    <w:rsid w:val="00712C4D"/>
    <w:rsid w:val="007138AA"/>
    <w:rsid w:val="00713E34"/>
    <w:rsid w:val="007145F7"/>
    <w:rsid w:val="00715AAF"/>
    <w:rsid w:val="00715BCA"/>
    <w:rsid w:val="007161F0"/>
    <w:rsid w:val="0071642D"/>
    <w:rsid w:val="007169B4"/>
    <w:rsid w:val="00717A73"/>
    <w:rsid w:val="00723318"/>
    <w:rsid w:val="00726B53"/>
    <w:rsid w:val="00726FAA"/>
    <w:rsid w:val="007305D2"/>
    <w:rsid w:val="00730836"/>
    <w:rsid w:val="00731040"/>
    <w:rsid w:val="00732655"/>
    <w:rsid w:val="007327A9"/>
    <w:rsid w:val="0073297E"/>
    <w:rsid w:val="007330A7"/>
    <w:rsid w:val="00735932"/>
    <w:rsid w:val="00735C6B"/>
    <w:rsid w:val="00735CE5"/>
    <w:rsid w:val="0073602D"/>
    <w:rsid w:val="00736486"/>
    <w:rsid w:val="00736F3F"/>
    <w:rsid w:val="0073709C"/>
    <w:rsid w:val="0073765C"/>
    <w:rsid w:val="0073797C"/>
    <w:rsid w:val="00737E62"/>
    <w:rsid w:val="00740FF7"/>
    <w:rsid w:val="00741CFC"/>
    <w:rsid w:val="00743389"/>
    <w:rsid w:val="0074380B"/>
    <w:rsid w:val="00744F2A"/>
    <w:rsid w:val="00744F3A"/>
    <w:rsid w:val="0074532A"/>
    <w:rsid w:val="00745598"/>
    <w:rsid w:val="00745B6D"/>
    <w:rsid w:val="00751B68"/>
    <w:rsid w:val="007522BE"/>
    <w:rsid w:val="00753470"/>
    <w:rsid w:val="007551CB"/>
    <w:rsid w:val="00755E2C"/>
    <w:rsid w:val="007564EA"/>
    <w:rsid w:val="00756F53"/>
    <w:rsid w:val="00757E84"/>
    <w:rsid w:val="00760D3C"/>
    <w:rsid w:val="007635D1"/>
    <w:rsid w:val="007652AA"/>
    <w:rsid w:val="0076591B"/>
    <w:rsid w:val="00765CDD"/>
    <w:rsid w:val="00765CF2"/>
    <w:rsid w:val="0076661D"/>
    <w:rsid w:val="0076662C"/>
    <w:rsid w:val="00766E09"/>
    <w:rsid w:val="007676BE"/>
    <w:rsid w:val="00770874"/>
    <w:rsid w:val="007716E1"/>
    <w:rsid w:val="0077205E"/>
    <w:rsid w:val="0077246F"/>
    <w:rsid w:val="007726C7"/>
    <w:rsid w:val="00773260"/>
    <w:rsid w:val="00773FEE"/>
    <w:rsid w:val="00774353"/>
    <w:rsid w:val="00774672"/>
    <w:rsid w:val="00774977"/>
    <w:rsid w:val="00774DF7"/>
    <w:rsid w:val="00775003"/>
    <w:rsid w:val="00775FDA"/>
    <w:rsid w:val="007764AF"/>
    <w:rsid w:val="00777355"/>
    <w:rsid w:val="00780358"/>
    <w:rsid w:val="007811A2"/>
    <w:rsid w:val="0078146C"/>
    <w:rsid w:val="007819D7"/>
    <w:rsid w:val="00781F60"/>
    <w:rsid w:val="007833F8"/>
    <w:rsid w:val="0078599F"/>
    <w:rsid w:val="00786BFA"/>
    <w:rsid w:val="007877C7"/>
    <w:rsid w:val="00787822"/>
    <w:rsid w:val="00787BF7"/>
    <w:rsid w:val="00791F4F"/>
    <w:rsid w:val="00793B26"/>
    <w:rsid w:val="00793D3D"/>
    <w:rsid w:val="00793D9C"/>
    <w:rsid w:val="00796BDA"/>
    <w:rsid w:val="00797550"/>
    <w:rsid w:val="007A05B1"/>
    <w:rsid w:val="007A1C46"/>
    <w:rsid w:val="007A2608"/>
    <w:rsid w:val="007A27D5"/>
    <w:rsid w:val="007A3282"/>
    <w:rsid w:val="007A331C"/>
    <w:rsid w:val="007A401D"/>
    <w:rsid w:val="007A4023"/>
    <w:rsid w:val="007A40D9"/>
    <w:rsid w:val="007A4393"/>
    <w:rsid w:val="007A5E87"/>
    <w:rsid w:val="007B00F6"/>
    <w:rsid w:val="007B123A"/>
    <w:rsid w:val="007B1E6C"/>
    <w:rsid w:val="007B2136"/>
    <w:rsid w:val="007B33AE"/>
    <w:rsid w:val="007B33B9"/>
    <w:rsid w:val="007B418B"/>
    <w:rsid w:val="007B4748"/>
    <w:rsid w:val="007B4EE9"/>
    <w:rsid w:val="007B570D"/>
    <w:rsid w:val="007B6646"/>
    <w:rsid w:val="007B7B49"/>
    <w:rsid w:val="007C09BB"/>
    <w:rsid w:val="007C2911"/>
    <w:rsid w:val="007C4C43"/>
    <w:rsid w:val="007C610F"/>
    <w:rsid w:val="007C7561"/>
    <w:rsid w:val="007C7C68"/>
    <w:rsid w:val="007D0501"/>
    <w:rsid w:val="007D1844"/>
    <w:rsid w:val="007D1D08"/>
    <w:rsid w:val="007D3DD0"/>
    <w:rsid w:val="007D3DFD"/>
    <w:rsid w:val="007D5763"/>
    <w:rsid w:val="007D5B85"/>
    <w:rsid w:val="007D5BD8"/>
    <w:rsid w:val="007D6686"/>
    <w:rsid w:val="007E08C1"/>
    <w:rsid w:val="007E172A"/>
    <w:rsid w:val="007E1EA8"/>
    <w:rsid w:val="007E2B79"/>
    <w:rsid w:val="007E344B"/>
    <w:rsid w:val="007E35CF"/>
    <w:rsid w:val="007E3E47"/>
    <w:rsid w:val="007E3E6E"/>
    <w:rsid w:val="007E477A"/>
    <w:rsid w:val="007E6AD4"/>
    <w:rsid w:val="007F0605"/>
    <w:rsid w:val="007F065B"/>
    <w:rsid w:val="007F08C6"/>
    <w:rsid w:val="007F08F7"/>
    <w:rsid w:val="007F1370"/>
    <w:rsid w:val="007F2D7A"/>
    <w:rsid w:val="007F4413"/>
    <w:rsid w:val="007F627C"/>
    <w:rsid w:val="007F71FC"/>
    <w:rsid w:val="007F7BAD"/>
    <w:rsid w:val="00800055"/>
    <w:rsid w:val="00800513"/>
    <w:rsid w:val="0080217E"/>
    <w:rsid w:val="00802775"/>
    <w:rsid w:val="0080348D"/>
    <w:rsid w:val="0080362F"/>
    <w:rsid w:val="00803970"/>
    <w:rsid w:val="008043F6"/>
    <w:rsid w:val="00804D89"/>
    <w:rsid w:val="00804DC9"/>
    <w:rsid w:val="00804E23"/>
    <w:rsid w:val="00806869"/>
    <w:rsid w:val="00806DE5"/>
    <w:rsid w:val="0080758F"/>
    <w:rsid w:val="00810FD7"/>
    <w:rsid w:val="008121D0"/>
    <w:rsid w:val="00814B01"/>
    <w:rsid w:val="0081513E"/>
    <w:rsid w:val="00815F5F"/>
    <w:rsid w:val="00816405"/>
    <w:rsid w:val="00816EBC"/>
    <w:rsid w:val="00820C85"/>
    <w:rsid w:val="00820E0F"/>
    <w:rsid w:val="0082102E"/>
    <w:rsid w:val="008214E3"/>
    <w:rsid w:val="00822ECF"/>
    <w:rsid w:val="00822FAE"/>
    <w:rsid w:val="00823E18"/>
    <w:rsid w:val="008245DF"/>
    <w:rsid w:val="00825E0A"/>
    <w:rsid w:val="00825ED1"/>
    <w:rsid w:val="008264FB"/>
    <w:rsid w:val="008309D6"/>
    <w:rsid w:val="008309E6"/>
    <w:rsid w:val="00832C26"/>
    <w:rsid w:val="00833D45"/>
    <w:rsid w:val="008362FD"/>
    <w:rsid w:val="00837C7E"/>
    <w:rsid w:val="008403CA"/>
    <w:rsid w:val="00840F7D"/>
    <w:rsid w:val="00841C3C"/>
    <w:rsid w:val="00843B48"/>
    <w:rsid w:val="0084583E"/>
    <w:rsid w:val="008460B9"/>
    <w:rsid w:val="008468B0"/>
    <w:rsid w:val="00846C7B"/>
    <w:rsid w:val="00846F94"/>
    <w:rsid w:val="00847370"/>
    <w:rsid w:val="00847A13"/>
    <w:rsid w:val="00847F1D"/>
    <w:rsid w:val="00851B90"/>
    <w:rsid w:val="008521DF"/>
    <w:rsid w:val="008533A2"/>
    <w:rsid w:val="00853E23"/>
    <w:rsid w:val="00854A5E"/>
    <w:rsid w:val="008556C4"/>
    <w:rsid w:val="00855758"/>
    <w:rsid w:val="00855A87"/>
    <w:rsid w:val="008560A9"/>
    <w:rsid w:val="00856A65"/>
    <w:rsid w:val="00856A86"/>
    <w:rsid w:val="00857EC3"/>
    <w:rsid w:val="00857F6F"/>
    <w:rsid w:val="00860BF7"/>
    <w:rsid w:val="0086103E"/>
    <w:rsid w:val="00862786"/>
    <w:rsid w:val="00862AC4"/>
    <w:rsid w:val="00862C6E"/>
    <w:rsid w:val="00863E2E"/>
    <w:rsid w:val="00866D53"/>
    <w:rsid w:val="008704AC"/>
    <w:rsid w:val="008725E5"/>
    <w:rsid w:val="0087261F"/>
    <w:rsid w:val="00872ED8"/>
    <w:rsid w:val="008740D3"/>
    <w:rsid w:val="0087503D"/>
    <w:rsid w:val="00876807"/>
    <w:rsid w:val="00876A4E"/>
    <w:rsid w:val="00876C7E"/>
    <w:rsid w:val="00876DF2"/>
    <w:rsid w:val="00876E55"/>
    <w:rsid w:val="008770E4"/>
    <w:rsid w:val="0087718B"/>
    <w:rsid w:val="008778D3"/>
    <w:rsid w:val="00877DF0"/>
    <w:rsid w:val="00880116"/>
    <w:rsid w:val="00881150"/>
    <w:rsid w:val="0088382B"/>
    <w:rsid w:val="008839DE"/>
    <w:rsid w:val="00886D83"/>
    <w:rsid w:val="008874B3"/>
    <w:rsid w:val="008904A6"/>
    <w:rsid w:val="00890AA3"/>
    <w:rsid w:val="00891353"/>
    <w:rsid w:val="00895232"/>
    <w:rsid w:val="00895C45"/>
    <w:rsid w:val="00895E55"/>
    <w:rsid w:val="008963DE"/>
    <w:rsid w:val="00897883"/>
    <w:rsid w:val="008A0204"/>
    <w:rsid w:val="008A16A5"/>
    <w:rsid w:val="008A1BE6"/>
    <w:rsid w:val="008A1E83"/>
    <w:rsid w:val="008A21B8"/>
    <w:rsid w:val="008A2E9C"/>
    <w:rsid w:val="008A37C1"/>
    <w:rsid w:val="008A3AA5"/>
    <w:rsid w:val="008A3C05"/>
    <w:rsid w:val="008A3C1C"/>
    <w:rsid w:val="008A4230"/>
    <w:rsid w:val="008A42D5"/>
    <w:rsid w:val="008A7171"/>
    <w:rsid w:val="008A7385"/>
    <w:rsid w:val="008A7401"/>
    <w:rsid w:val="008A777E"/>
    <w:rsid w:val="008B1283"/>
    <w:rsid w:val="008B1372"/>
    <w:rsid w:val="008B1638"/>
    <w:rsid w:val="008B21E4"/>
    <w:rsid w:val="008B380E"/>
    <w:rsid w:val="008B3DA8"/>
    <w:rsid w:val="008B42E7"/>
    <w:rsid w:val="008B48AD"/>
    <w:rsid w:val="008B525E"/>
    <w:rsid w:val="008B5F13"/>
    <w:rsid w:val="008B5FDB"/>
    <w:rsid w:val="008B60EF"/>
    <w:rsid w:val="008B6367"/>
    <w:rsid w:val="008B6913"/>
    <w:rsid w:val="008B7252"/>
    <w:rsid w:val="008C0607"/>
    <w:rsid w:val="008C0A4E"/>
    <w:rsid w:val="008C17C9"/>
    <w:rsid w:val="008C1BF7"/>
    <w:rsid w:val="008C306B"/>
    <w:rsid w:val="008C317D"/>
    <w:rsid w:val="008C33CA"/>
    <w:rsid w:val="008C3596"/>
    <w:rsid w:val="008C4425"/>
    <w:rsid w:val="008C4E60"/>
    <w:rsid w:val="008C507C"/>
    <w:rsid w:val="008C5486"/>
    <w:rsid w:val="008C6D63"/>
    <w:rsid w:val="008C6DAF"/>
    <w:rsid w:val="008D0247"/>
    <w:rsid w:val="008D06CC"/>
    <w:rsid w:val="008D119C"/>
    <w:rsid w:val="008D3289"/>
    <w:rsid w:val="008D3C8F"/>
    <w:rsid w:val="008D5A7C"/>
    <w:rsid w:val="008D5BE4"/>
    <w:rsid w:val="008D6DAF"/>
    <w:rsid w:val="008D77AC"/>
    <w:rsid w:val="008E0DDC"/>
    <w:rsid w:val="008E1AE0"/>
    <w:rsid w:val="008E21D0"/>
    <w:rsid w:val="008E301E"/>
    <w:rsid w:val="008E3AF0"/>
    <w:rsid w:val="008E5B43"/>
    <w:rsid w:val="008E75F5"/>
    <w:rsid w:val="008E7ACE"/>
    <w:rsid w:val="008F0384"/>
    <w:rsid w:val="008F0CB1"/>
    <w:rsid w:val="008F4958"/>
    <w:rsid w:val="008F4E91"/>
    <w:rsid w:val="008F5B9E"/>
    <w:rsid w:val="008F72C2"/>
    <w:rsid w:val="00900A09"/>
    <w:rsid w:val="00900B7E"/>
    <w:rsid w:val="009022D5"/>
    <w:rsid w:val="00902DCE"/>
    <w:rsid w:val="009037E8"/>
    <w:rsid w:val="00904FD1"/>
    <w:rsid w:val="0090575A"/>
    <w:rsid w:val="009073EA"/>
    <w:rsid w:val="009160E8"/>
    <w:rsid w:val="00917068"/>
    <w:rsid w:val="009176BD"/>
    <w:rsid w:val="0092174B"/>
    <w:rsid w:val="0092192A"/>
    <w:rsid w:val="00921BBD"/>
    <w:rsid w:val="00921CEF"/>
    <w:rsid w:val="00921DE7"/>
    <w:rsid w:val="00923337"/>
    <w:rsid w:val="00923755"/>
    <w:rsid w:val="00923EB9"/>
    <w:rsid w:val="00924765"/>
    <w:rsid w:val="00924CAF"/>
    <w:rsid w:val="00926288"/>
    <w:rsid w:val="009269B3"/>
    <w:rsid w:val="00926D51"/>
    <w:rsid w:val="00926EFE"/>
    <w:rsid w:val="009273B7"/>
    <w:rsid w:val="0092762C"/>
    <w:rsid w:val="009314EB"/>
    <w:rsid w:val="0093167C"/>
    <w:rsid w:val="00931F09"/>
    <w:rsid w:val="00931F9E"/>
    <w:rsid w:val="00932951"/>
    <w:rsid w:val="00932E76"/>
    <w:rsid w:val="009334C2"/>
    <w:rsid w:val="009346B5"/>
    <w:rsid w:val="009346CB"/>
    <w:rsid w:val="00934CA7"/>
    <w:rsid w:val="0093516B"/>
    <w:rsid w:val="009361DD"/>
    <w:rsid w:val="00936BDA"/>
    <w:rsid w:val="00940037"/>
    <w:rsid w:val="00940134"/>
    <w:rsid w:val="009404AE"/>
    <w:rsid w:val="009439CD"/>
    <w:rsid w:val="00944487"/>
    <w:rsid w:val="009469CE"/>
    <w:rsid w:val="009475A0"/>
    <w:rsid w:val="0094768B"/>
    <w:rsid w:val="009479AC"/>
    <w:rsid w:val="00950D14"/>
    <w:rsid w:val="009515D4"/>
    <w:rsid w:val="00951D56"/>
    <w:rsid w:val="009521B1"/>
    <w:rsid w:val="009522E4"/>
    <w:rsid w:val="00954576"/>
    <w:rsid w:val="0095505A"/>
    <w:rsid w:val="00956771"/>
    <w:rsid w:val="00957420"/>
    <w:rsid w:val="00957961"/>
    <w:rsid w:val="00957F98"/>
    <w:rsid w:val="00960EE2"/>
    <w:rsid w:val="00961209"/>
    <w:rsid w:val="009636E1"/>
    <w:rsid w:val="00963DE5"/>
    <w:rsid w:val="009649AA"/>
    <w:rsid w:val="009649D0"/>
    <w:rsid w:val="00965476"/>
    <w:rsid w:val="009655C0"/>
    <w:rsid w:val="00965CF1"/>
    <w:rsid w:val="009668BF"/>
    <w:rsid w:val="00971296"/>
    <w:rsid w:val="00971787"/>
    <w:rsid w:val="0097216A"/>
    <w:rsid w:val="009743D5"/>
    <w:rsid w:val="00974B6A"/>
    <w:rsid w:val="00974D52"/>
    <w:rsid w:val="00975ECE"/>
    <w:rsid w:val="00976CAE"/>
    <w:rsid w:val="00980BD5"/>
    <w:rsid w:val="009827A2"/>
    <w:rsid w:val="009829AB"/>
    <w:rsid w:val="00983811"/>
    <w:rsid w:val="00983F33"/>
    <w:rsid w:val="009844F1"/>
    <w:rsid w:val="00985ADF"/>
    <w:rsid w:val="00985BC3"/>
    <w:rsid w:val="0098649A"/>
    <w:rsid w:val="00986C3F"/>
    <w:rsid w:val="009871AD"/>
    <w:rsid w:val="00987B72"/>
    <w:rsid w:val="0099021E"/>
    <w:rsid w:val="0099154B"/>
    <w:rsid w:val="009920E4"/>
    <w:rsid w:val="00992254"/>
    <w:rsid w:val="00993783"/>
    <w:rsid w:val="00995DF3"/>
    <w:rsid w:val="009A32D8"/>
    <w:rsid w:val="009A3F5F"/>
    <w:rsid w:val="009A43A3"/>
    <w:rsid w:val="009A56B0"/>
    <w:rsid w:val="009A62EC"/>
    <w:rsid w:val="009A7665"/>
    <w:rsid w:val="009B04BB"/>
    <w:rsid w:val="009B4148"/>
    <w:rsid w:val="009B48EC"/>
    <w:rsid w:val="009B6524"/>
    <w:rsid w:val="009B6ED6"/>
    <w:rsid w:val="009B7D19"/>
    <w:rsid w:val="009B7F89"/>
    <w:rsid w:val="009C104C"/>
    <w:rsid w:val="009C107A"/>
    <w:rsid w:val="009C1176"/>
    <w:rsid w:val="009C12B6"/>
    <w:rsid w:val="009C19AC"/>
    <w:rsid w:val="009C1B75"/>
    <w:rsid w:val="009C1E42"/>
    <w:rsid w:val="009C3248"/>
    <w:rsid w:val="009C395D"/>
    <w:rsid w:val="009C3B48"/>
    <w:rsid w:val="009C48E0"/>
    <w:rsid w:val="009C7F93"/>
    <w:rsid w:val="009D015D"/>
    <w:rsid w:val="009D04D8"/>
    <w:rsid w:val="009D0552"/>
    <w:rsid w:val="009D0711"/>
    <w:rsid w:val="009D092D"/>
    <w:rsid w:val="009D16BD"/>
    <w:rsid w:val="009D18FA"/>
    <w:rsid w:val="009D32A0"/>
    <w:rsid w:val="009D32F1"/>
    <w:rsid w:val="009D74B2"/>
    <w:rsid w:val="009D766B"/>
    <w:rsid w:val="009D7D8B"/>
    <w:rsid w:val="009E06F4"/>
    <w:rsid w:val="009E0BA1"/>
    <w:rsid w:val="009E114D"/>
    <w:rsid w:val="009E254B"/>
    <w:rsid w:val="009E2723"/>
    <w:rsid w:val="009E29DA"/>
    <w:rsid w:val="009E35E9"/>
    <w:rsid w:val="009E455A"/>
    <w:rsid w:val="009E4B1D"/>
    <w:rsid w:val="009E4CF0"/>
    <w:rsid w:val="009E4F65"/>
    <w:rsid w:val="009E6376"/>
    <w:rsid w:val="009E6E69"/>
    <w:rsid w:val="009E7585"/>
    <w:rsid w:val="009F135E"/>
    <w:rsid w:val="009F2EB1"/>
    <w:rsid w:val="009F34C7"/>
    <w:rsid w:val="009F350A"/>
    <w:rsid w:val="009F4570"/>
    <w:rsid w:val="009F544D"/>
    <w:rsid w:val="009F5DA9"/>
    <w:rsid w:val="009F5F57"/>
    <w:rsid w:val="009F6539"/>
    <w:rsid w:val="009F6F82"/>
    <w:rsid w:val="00A00CA4"/>
    <w:rsid w:val="00A00F6C"/>
    <w:rsid w:val="00A011FE"/>
    <w:rsid w:val="00A01C5A"/>
    <w:rsid w:val="00A02392"/>
    <w:rsid w:val="00A02730"/>
    <w:rsid w:val="00A02AA8"/>
    <w:rsid w:val="00A03C50"/>
    <w:rsid w:val="00A045A8"/>
    <w:rsid w:val="00A0487C"/>
    <w:rsid w:val="00A04A0A"/>
    <w:rsid w:val="00A04CB4"/>
    <w:rsid w:val="00A075BC"/>
    <w:rsid w:val="00A13491"/>
    <w:rsid w:val="00A1373E"/>
    <w:rsid w:val="00A13802"/>
    <w:rsid w:val="00A1443F"/>
    <w:rsid w:val="00A1535B"/>
    <w:rsid w:val="00A1552A"/>
    <w:rsid w:val="00A1627A"/>
    <w:rsid w:val="00A1697D"/>
    <w:rsid w:val="00A16CF7"/>
    <w:rsid w:val="00A17246"/>
    <w:rsid w:val="00A20783"/>
    <w:rsid w:val="00A230F6"/>
    <w:rsid w:val="00A25732"/>
    <w:rsid w:val="00A259A5"/>
    <w:rsid w:val="00A266B1"/>
    <w:rsid w:val="00A26839"/>
    <w:rsid w:val="00A26BCF"/>
    <w:rsid w:val="00A305BB"/>
    <w:rsid w:val="00A3074C"/>
    <w:rsid w:val="00A31B14"/>
    <w:rsid w:val="00A31C9E"/>
    <w:rsid w:val="00A32A69"/>
    <w:rsid w:val="00A331E3"/>
    <w:rsid w:val="00A333F1"/>
    <w:rsid w:val="00A33707"/>
    <w:rsid w:val="00A339C2"/>
    <w:rsid w:val="00A352E1"/>
    <w:rsid w:val="00A35C53"/>
    <w:rsid w:val="00A378AA"/>
    <w:rsid w:val="00A41397"/>
    <w:rsid w:val="00A41E5D"/>
    <w:rsid w:val="00A4243D"/>
    <w:rsid w:val="00A42733"/>
    <w:rsid w:val="00A43169"/>
    <w:rsid w:val="00A43711"/>
    <w:rsid w:val="00A44BDD"/>
    <w:rsid w:val="00A46C4E"/>
    <w:rsid w:val="00A473D8"/>
    <w:rsid w:val="00A47737"/>
    <w:rsid w:val="00A514FE"/>
    <w:rsid w:val="00A5182D"/>
    <w:rsid w:val="00A51964"/>
    <w:rsid w:val="00A52C0A"/>
    <w:rsid w:val="00A53942"/>
    <w:rsid w:val="00A53BC9"/>
    <w:rsid w:val="00A542E1"/>
    <w:rsid w:val="00A548FE"/>
    <w:rsid w:val="00A54DF5"/>
    <w:rsid w:val="00A55047"/>
    <w:rsid w:val="00A55B6C"/>
    <w:rsid w:val="00A56148"/>
    <w:rsid w:val="00A5747D"/>
    <w:rsid w:val="00A574E3"/>
    <w:rsid w:val="00A57B00"/>
    <w:rsid w:val="00A600C9"/>
    <w:rsid w:val="00A6105B"/>
    <w:rsid w:val="00A61619"/>
    <w:rsid w:val="00A618EA"/>
    <w:rsid w:val="00A61EB0"/>
    <w:rsid w:val="00A62FFC"/>
    <w:rsid w:val="00A64BBE"/>
    <w:rsid w:val="00A668B1"/>
    <w:rsid w:val="00A701EA"/>
    <w:rsid w:val="00A71577"/>
    <w:rsid w:val="00A722A4"/>
    <w:rsid w:val="00A72F51"/>
    <w:rsid w:val="00A73147"/>
    <w:rsid w:val="00A735D0"/>
    <w:rsid w:val="00A746E0"/>
    <w:rsid w:val="00A750DD"/>
    <w:rsid w:val="00A7660A"/>
    <w:rsid w:val="00A7734A"/>
    <w:rsid w:val="00A810AC"/>
    <w:rsid w:val="00A81238"/>
    <w:rsid w:val="00A81416"/>
    <w:rsid w:val="00A81BD7"/>
    <w:rsid w:val="00A81D50"/>
    <w:rsid w:val="00A83A3D"/>
    <w:rsid w:val="00A85A52"/>
    <w:rsid w:val="00A85EFA"/>
    <w:rsid w:val="00A86AFC"/>
    <w:rsid w:val="00A8735C"/>
    <w:rsid w:val="00A87D80"/>
    <w:rsid w:val="00A87EF8"/>
    <w:rsid w:val="00A908B3"/>
    <w:rsid w:val="00A90D95"/>
    <w:rsid w:val="00A90E76"/>
    <w:rsid w:val="00A913F3"/>
    <w:rsid w:val="00A9167F"/>
    <w:rsid w:val="00A91C03"/>
    <w:rsid w:val="00A91E76"/>
    <w:rsid w:val="00A943BC"/>
    <w:rsid w:val="00A94527"/>
    <w:rsid w:val="00A953FA"/>
    <w:rsid w:val="00A9598D"/>
    <w:rsid w:val="00A96BCE"/>
    <w:rsid w:val="00AA031E"/>
    <w:rsid w:val="00AA03A1"/>
    <w:rsid w:val="00AA1AB3"/>
    <w:rsid w:val="00AA1FA4"/>
    <w:rsid w:val="00AA2EF0"/>
    <w:rsid w:val="00AA33B6"/>
    <w:rsid w:val="00AA4232"/>
    <w:rsid w:val="00AA5336"/>
    <w:rsid w:val="00AA53CF"/>
    <w:rsid w:val="00AA5D3C"/>
    <w:rsid w:val="00AA6B30"/>
    <w:rsid w:val="00AA7772"/>
    <w:rsid w:val="00AA79C3"/>
    <w:rsid w:val="00AA7BB3"/>
    <w:rsid w:val="00AB2088"/>
    <w:rsid w:val="00AB24B0"/>
    <w:rsid w:val="00AB323A"/>
    <w:rsid w:val="00AB3430"/>
    <w:rsid w:val="00AB3727"/>
    <w:rsid w:val="00AB3B6B"/>
    <w:rsid w:val="00AB3E37"/>
    <w:rsid w:val="00AB472D"/>
    <w:rsid w:val="00AB4CC8"/>
    <w:rsid w:val="00AB5E16"/>
    <w:rsid w:val="00AB66D3"/>
    <w:rsid w:val="00AC172E"/>
    <w:rsid w:val="00AC3DBC"/>
    <w:rsid w:val="00AC56BF"/>
    <w:rsid w:val="00AC638C"/>
    <w:rsid w:val="00AC73DF"/>
    <w:rsid w:val="00AC7581"/>
    <w:rsid w:val="00AC7BC6"/>
    <w:rsid w:val="00AD0880"/>
    <w:rsid w:val="00AD1157"/>
    <w:rsid w:val="00AD11D8"/>
    <w:rsid w:val="00AD1516"/>
    <w:rsid w:val="00AD2F3A"/>
    <w:rsid w:val="00AD3D96"/>
    <w:rsid w:val="00AD60EE"/>
    <w:rsid w:val="00AD7A3E"/>
    <w:rsid w:val="00AE00CF"/>
    <w:rsid w:val="00AE04CE"/>
    <w:rsid w:val="00AE0BB0"/>
    <w:rsid w:val="00AE2A46"/>
    <w:rsid w:val="00AE364A"/>
    <w:rsid w:val="00AE446B"/>
    <w:rsid w:val="00AE7F3B"/>
    <w:rsid w:val="00AF0D34"/>
    <w:rsid w:val="00AF1177"/>
    <w:rsid w:val="00AF1BD1"/>
    <w:rsid w:val="00AF1E5C"/>
    <w:rsid w:val="00AF3830"/>
    <w:rsid w:val="00AF4AD2"/>
    <w:rsid w:val="00AF4DAA"/>
    <w:rsid w:val="00AF4E12"/>
    <w:rsid w:val="00AF5B10"/>
    <w:rsid w:val="00AF5FA1"/>
    <w:rsid w:val="00AF636C"/>
    <w:rsid w:val="00AF6418"/>
    <w:rsid w:val="00AF6705"/>
    <w:rsid w:val="00AF7E9F"/>
    <w:rsid w:val="00B01D48"/>
    <w:rsid w:val="00B023D0"/>
    <w:rsid w:val="00B055D4"/>
    <w:rsid w:val="00B05A05"/>
    <w:rsid w:val="00B06B93"/>
    <w:rsid w:val="00B076BB"/>
    <w:rsid w:val="00B1051E"/>
    <w:rsid w:val="00B112D3"/>
    <w:rsid w:val="00B115AF"/>
    <w:rsid w:val="00B1265D"/>
    <w:rsid w:val="00B1290A"/>
    <w:rsid w:val="00B15189"/>
    <w:rsid w:val="00B16204"/>
    <w:rsid w:val="00B1744D"/>
    <w:rsid w:val="00B20733"/>
    <w:rsid w:val="00B2082C"/>
    <w:rsid w:val="00B208AB"/>
    <w:rsid w:val="00B20FA0"/>
    <w:rsid w:val="00B219DE"/>
    <w:rsid w:val="00B2297B"/>
    <w:rsid w:val="00B22FD9"/>
    <w:rsid w:val="00B23E0C"/>
    <w:rsid w:val="00B2542B"/>
    <w:rsid w:val="00B2674B"/>
    <w:rsid w:val="00B26DB7"/>
    <w:rsid w:val="00B270D4"/>
    <w:rsid w:val="00B3138D"/>
    <w:rsid w:val="00B328D7"/>
    <w:rsid w:val="00B32B5B"/>
    <w:rsid w:val="00B333E7"/>
    <w:rsid w:val="00B334E9"/>
    <w:rsid w:val="00B33C8A"/>
    <w:rsid w:val="00B34675"/>
    <w:rsid w:val="00B34A56"/>
    <w:rsid w:val="00B35457"/>
    <w:rsid w:val="00B35EFA"/>
    <w:rsid w:val="00B3628A"/>
    <w:rsid w:val="00B36599"/>
    <w:rsid w:val="00B370B4"/>
    <w:rsid w:val="00B40216"/>
    <w:rsid w:val="00B40825"/>
    <w:rsid w:val="00B408DA"/>
    <w:rsid w:val="00B41FE9"/>
    <w:rsid w:val="00B42C0F"/>
    <w:rsid w:val="00B438CC"/>
    <w:rsid w:val="00B44023"/>
    <w:rsid w:val="00B4597C"/>
    <w:rsid w:val="00B47322"/>
    <w:rsid w:val="00B5208D"/>
    <w:rsid w:val="00B52915"/>
    <w:rsid w:val="00B53F28"/>
    <w:rsid w:val="00B550B5"/>
    <w:rsid w:val="00B5581F"/>
    <w:rsid w:val="00B55BE2"/>
    <w:rsid w:val="00B55CE5"/>
    <w:rsid w:val="00B57366"/>
    <w:rsid w:val="00B579DC"/>
    <w:rsid w:val="00B61951"/>
    <w:rsid w:val="00B64DAA"/>
    <w:rsid w:val="00B66A4A"/>
    <w:rsid w:val="00B66BB1"/>
    <w:rsid w:val="00B67416"/>
    <w:rsid w:val="00B6763D"/>
    <w:rsid w:val="00B678B5"/>
    <w:rsid w:val="00B700A1"/>
    <w:rsid w:val="00B711B7"/>
    <w:rsid w:val="00B718E3"/>
    <w:rsid w:val="00B719B3"/>
    <w:rsid w:val="00B71BBF"/>
    <w:rsid w:val="00B721B8"/>
    <w:rsid w:val="00B72782"/>
    <w:rsid w:val="00B73184"/>
    <w:rsid w:val="00B73D89"/>
    <w:rsid w:val="00B74AE2"/>
    <w:rsid w:val="00B74F94"/>
    <w:rsid w:val="00B76262"/>
    <w:rsid w:val="00B76EC0"/>
    <w:rsid w:val="00B80333"/>
    <w:rsid w:val="00B8143B"/>
    <w:rsid w:val="00B81C88"/>
    <w:rsid w:val="00B81D0E"/>
    <w:rsid w:val="00B823AA"/>
    <w:rsid w:val="00B82E2E"/>
    <w:rsid w:val="00B82F19"/>
    <w:rsid w:val="00B8327D"/>
    <w:rsid w:val="00B84959"/>
    <w:rsid w:val="00B84AAB"/>
    <w:rsid w:val="00B856DC"/>
    <w:rsid w:val="00B86EA7"/>
    <w:rsid w:val="00B86FF7"/>
    <w:rsid w:val="00B908CE"/>
    <w:rsid w:val="00B90F65"/>
    <w:rsid w:val="00B90F6E"/>
    <w:rsid w:val="00B91215"/>
    <w:rsid w:val="00B93008"/>
    <w:rsid w:val="00B953E3"/>
    <w:rsid w:val="00B95C22"/>
    <w:rsid w:val="00B965CD"/>
    <w:rsid w:val="00B973B8"/>
    <w:rsid w:val="00BA05B8"/>
    <w:rsid w:val="00BA1BC0"/>
    <w:rsid w:val="00BA2CA7"/>
    <w:rsid w:val="00BA4976"/>
    <w:rsid w:val="00BA5619"/>
    <w:rsid w:val="00BA6EC0"/>
    <w:rsid w:val="00BB04CB"/>
    <w:rsid w:val="00BB176D"/>
    <w:rsid w:val="00BB4EC1"/>
    <w:rsid w:val="00BB5E18"/>
    <w:rsid w:val="00BB715D"/>
    <w:rsid w:val="00BB73F4"/>
    <w:rsid w:val="00BB772A"/>
    <w:rsid w:val="00BC12B9"/>
    <w:rsid w:val="00BC1915"/>
    <w:rsid w:val="00BC245A"/>
    <w:rsid w:val="00BC2A24"/>
    <w:rsid w:val="00BC3EBD"/>
    <w:rsid w:val="00BC41A0"/>
    <w:rsid w:val="00BC6DA3"/>
    <w:rsid w:val="00BD118B"/>
    <w:rsid w:val="00BD1358"/>
    <w:rsid w:val="00BD1A1B"/>
    <w:rsid w:val="00BD1B83"/>
    <w:rsid w:val="00BD2B42"/>
    <w:rsid w:val="00BD2EF3"/>
    <w:rsid w:val="00BD31F4"/>
    <w:rsid w:val="00BD366B"/>
    <w:rsid w:val="00BD374B"/>
    <w:rsid w:val="00BD468D"/>
    <w:rsid w:val="00BD5C80"/>
    <w:rsid w:val="00BD678E"/>
    <w:rsid w:val="00BD6C0F"/>
    <w:rsid w:val="00BD7409"/>
    <w:rsid w:val="00BD7A92"/>
    <w:rsid w:val="00BD7C3B"/>
    <w:rsid w:val="00BE0D98"/>
    <w:rsid w:val="00BE2693"/>
    <w:rsid w:val="00BE284E"/>
    <w:rsid w:val="00BE2ED5"/>
    <w:rsid w:val="00BE430A"/>
    <w:rsid w:val="00BE6214"/>
    <w:rsid w:val="00BE6327"/>
    <w:rsid w:val="00BE77B1"/>
    <w:rsid w:val="00BE7F92"/>
    <w:rsid w:val="00BF041E"/>
    <w:rsid w:val="00BF0624"/>
    <w:rsid w:val="00BF115F"/>
    <w:rsid w:val="00BF152A"/>
    <w:rsid w:val="00BF27E7"/>
    <w:rsid w:val="00BF33F5"/>
    <w:rsid w:val="00BF3F9F"/>
    <w:rsid w:val="00BF443F"/>
    <w:rsid w:val="00BF4ECE"/>
    <w:rsid w:val="00BF6ECD"/>
    <w:rsid w:val="00C00C11"/>
    <w:rsid w:val="00C00DE8"/>
    <w:rsid w:val="00C00E70"/>
    <w:rsid w:val="00C01294"/>
    <w:rsid w:val="00C01A94"/>
    <w:rsid w:val="00C01D18"/>
    <w:rsid w:val="00C0298A"/>
    <w:rsid w:val="00C03170"/>
    <w:rsid w:val="00C0365E"/>
    <w:rsid w:val="00C04124"/>
    <w:rsid w:val="00C05248"/>
    <w:rsid w:val="00C054ED"/>
    <w:rsid w:val="00C05A5A"/>
    <w:rsid w:val="00C0666D"/>
    <w:rsid w:val="00C06725"/>
    <w:rsid w:val="00C07052"/>
    <w:rsid w:val="00C07DA1"/>
    <w:rsid w:val="00C10883"/>
    <w:rsid w:val="00C10D52"/>
    <w:rsid w:val="00C127AE"/>
    <w:rsid w:val="00C13066"/>
    <w:rsid w:val="00C132DA"/>
    <w:rsid w:val="00C14916"/>
    <w:rsid w:val="00C14AD6"/>
    <w:rsid w:val="00C14D29"/>
    <w:rsid w:val="00C14EE9"/>
    <w:rsid w:val="00C16A9B"/>
    <w:rsid w:val="00C16C72"/>
    <w:rsid w:val="00C17ECD"/>
    <w:rsid w:val="00C204BB"/>
    <w:rsid w:val="00C209F0"/>
    <w:rsid w:val="00C20BBA"/>
    <w:rsid w:val="00C21955"/>
    <w:rsid w:val="00C21D71"/>
    <w:rsid w:val="00C22561"/>
    <w:rsid w:val="00C235FF"/>
    <w:rsid w:val="00C24D67"/>
    <w:rsid w:val="00C25856"/>
    <w:rsid w:val="00C26D79"/>
    <w:rsid w:val="00C27CF1"/>
    <w:rsid w:val="00C318D1"/>
    <w:rsid w:val="00C31CE4"/>
    <w:rsid w:val="00C32688"/>
    <w:rsid w:val="00C33121"/>
    <w:rsid w:val="00C333EC"/>
    <w:rsid w:val="00C333FC"/>
    <w:rsid w:val="00C3368C"/>
    <w:rsid w:val="00C3378D"/>
    <w:rsid w:val="00C344A4"/>
    <w:rsid w:val="00C34F87"/>
    <w:rsid w:val="00C36155"/>
    <w:rsid w:val="00C36993"/>
    <w:rsid w:val="00C37544"/>
    <w:rsid w:val="00C37BE0"/>
    <w:rsid w:val="00C40021"/>
    <w:rsid w:val="00C40AE4"/>
    <w:rsid w:val="00C4152B"/>
    <w:rsid w:val="00C4260C"/>
    <w:rsid w:val="00C42B0D"/>
    <w:rsid w:val="00C44559"/>
    <w:rsid w:val="00C451A3"/>
    <w:rsid w:val="00C45329"/>
    <w:rsid w:val="00C459CD"/>
    <w:rsid w:val="00C46215"/>
    <w:rsid w:val="00C46483"/>
    <w:rsid w:val="00C4707A"/>
    <w:rsid w:val="00C472D9"/>
    <w:rsid w:val="00C474CC"/>
    <w:rsid w:val="00C52073"/>
    <w:rsid w:val="00C52CC8"/>
    <w:rsid w:val="00C530C8"/>
    <w:rsid w:val="00C53632"/>
    <w:rsid w:val="00C53CFE"/>
    <w:rsid w:val="00C55D31"/>
    <w:rsid w:val="00C57073"/>
    <w:rsid w:val="00C57441"/>
    <w:rsid w:val="00C57AC1"/>
    <w:rsid w:val="00C57C43"/>
    <w:rsid w:val="00C60FA7"/>
    <w:rsid w:val="00C61DDE"/>
    <w:rsid w:val="00C61E5A"/>
    <w:rsid w:val="00C623B7"/>
    <w:rsid w:val="00C62613"/>
    <w:rsid w:val="00C65315"/>
    <w:rsid w:val="00C666B0"/>
    <w:rsid w:val="00C66C58"/>
    <w:rsid w:val="00C67452"/>
    <w:rsid w:val="00C70FFC"/>
    <w:rsid w:val="00C71105"/>
    <w:rsid w:val="00C7205F"/>
    <w:rsid w:val="00C722AE"/>
    <w:rsid w:val="00C73282"/>
    <w:rsid w:val="00C73C4F"/>
    <w:rsid w:val="00C7467E"/>
    <w:rsid w:val="00C76D83"/>
    <w:rsid w:val="00C7751B"/>
    <w:rsid w:val="00C77982"/>
    <w:rsid w:val="00C77CDD"/>
    <w:rsid w:val="00C8263A"/>
    <w:rsid w:val="00C82E86"/>
    <w:rsid w:val="00C87651"/>
    <w:rsid w:val="00C87B82"/>
    <w:rsid w:val="00C87FAD"/>
    <w:rsid w:val="00C9159C"/>
    <w:rsid w:val="00C91CEE"/>
    <w:rsid w:val="00C931FE"/>
    <w:rsid w:val="00C93BE4"/>
    <w:rsid w:val="00C94771"/>
    <w:rsid w:val="00C94BE0"/>
    <w:rsid w:val="00C951F0"/>
    <w:rsid w:val="00C95B1E"/>
    <w:rsid w:val="00C96220"/>
    <w:rsid w:val="00C96787"/>
    <w:rsid w:val="00CA0243"/>
    <w:rsid w:val="00CA0A9B"/>
    <w:rsid w:val="00CA1292"/>
    <w:rsid w:val="00CA22A8"/>
    <w:rsid w:val="00CA2D81"/>
    <w:rsid w:val="00CA2FEB"/>
    <w:rsid w:val="00CA508B"/>
    <w:rsid w:val="00CA74EA"/>
    <w:rsid w:val="00CB081F"/>
    <w:rsid w:val="00CB1A89"/>
    <w:rsid w:val="00CB3CE5"/>
    <w:rsid w:val="00CB5832"/>
    <w:rsid w:val="00CB592F"/>
    <w:rsid w:val="00CB5EAB"/>
    <w:rsid w:val="00CB637C"/>
    <w:rsid w:val="00CB723C"/>
    <w:rsid w:val="00CB7244"/>
    <w:rsid w:val="00CB79A1"/>
    <w:rsid w:val="00CB7A6B"/>
    <w:rsid w:val="00CB7F24"/>
    <w:rsid w:val="00CC0243"/>
    <w:rsid w:val="00CC071D"/>
    <w:rsid w:val="00CC0CAF"/>
    <w:rsid w:val="00CC1DF2"/>
    <w:rsid w:val="00CC2119"/>
    <w:rsid w:val="00CC3762"/>
    <w:rsid w:val="00CC3F76"/>
    <w:rsid w:val="00CC5606"/>
    <w:rsid w:val="00CC6BBD"/>
    <w:rsid w:val="00CD0A59"/>
    <w:rsid w:val="00CD0CE1"/>
    <w:rsid w:val="00CD291C"/>
    <w:rsid w:val="00CD43A7"/>
    <w:rsid w:val="00CD5354"/>
    <w:rsid w:val="00CD5967"/>
    <w:rsid w:val="00CD5BAD"/>
    <w:rsid w:val="00CD7BD5"/>
    <w:rsid w:val="00CE011D"/>
    <w:rsid w:val="00CE1414"/>
    <w:rsid w:val="00CE18C0"/>
    <w:rsid w:val="00CE226B"/>
    <w:rsid w:val="00CE3B91"/>
    <w:rsid w:val="00CE3FEB"/>
    <w:rsid w:val="00CE4B3B"/>
    <w:rsid w:val="00CE4FBD"/>
    <w:rsid w:val="00CE51F8"/>
    <w:rsid w:val="00CE5914"/>
    <w:rsid w:val="00CE5A77"/>
    <w:rsid w:val="00CE5E1F"/>
    <w:rsid w:val="00CE5E34"/>
    <w:rsid w:val="00CE5EF0"/>
    <w:rsid w:val="00CE64F5"/>
    <w:rsid w:val="00CE6C59"/>
    <w:rsid w:val="00CE7138"/>
    <w:rsid w:val="00CF022F"/>
    <w:rsid w:val="00CF0469"/>
    <w:rsid w:val="00CF0D02"/>
    <w:rsid w:val="00CF26A3"/>
    <w:rsid w:val="00CF35EC"/>
    <w:rsid w:val="00CF36A0"/>
    <w:rsid w:val="00CF40E3"/>
    <w:rsid w:val="00CF46A5"/>
    <w:rsid w:val="00CF46AF"/>
    <w:rsid w:val="00CF4C3B"/>
    <w:rsid w:val="00CF541E"/>
    <w:rsid w:val="00CF5B26"/>
    <w:rsid w:val="00CF63EB"/>
    <w:rsid w:val="00D005C0"/>
    <w:rsid w:val="00D017DE"/>
    <w:rsid w:val="00D01E94"/>
    <w:rsid w:val="00D01EA2"/>
    <w:rsid w:val="00D022B5"/>
    <w:rsid w:val="00D03721"/>
    <w:rsid w:val="00D03E44"/>
    <w:rsid w:val="00D04E2A"/>
    <w:rsid w:val="00D04FA6"/>
    <w:rsid w:val="00D05D6C"/>
    <w:rsid w:val="00D07576"/>
    <w:rsid w:val="00D07E28"/>
    <w:rsid w:val="00D103E7"/>
    <w:rsid w:val="00D10AED"/>
    <w:rsid w:val="00D11D87"/>
    <w:rsid w:val="00D121DA"/>
    <w:rsid w:val="00D12E4A"/>
    <w:rsid w:val="00D13573"/>
    <w:rsid w:val="00D13680"/>
    <w:rsid w:val="00D143C9"/>
    <w:rsid w:val="00D146AF"/>
    <w:rsid w:val="00D14F49"/>
    <w:rsid w:val="00D150F3"/>
    <w:rsid w:val="00D15435"/>
    <w:rsid w:val="00D163BA"/>
    <w:rsid w:val="00D2044D"/>
    <w:rsid w:val="00D20A61"/>
    <w:rsid w:val="00D20D20"/>
    <w:rsid w:val="00D20E64"/>
    <w:rsid w:val="00D2135C"/>
    <w:rsid w:val="00D21944"/>
    <w:rsid w:val="00D239C4"/>
    <w:rsid w:val="00D24025"/>
    <w:rsid w:val="00D2689E"/>
    <w:rsid w:val="00D272CC"/>
    <w:rsid w:val="00D30E78"/>
    <w:rsid w:val="00D3103B"/>
    <w:rsid w:val="00D320A0"/>
    <w:rsid w:val="00D3287D"/>
    <w:rsid w:val="00D32A5B"/>
    <w:rsid w:val="00D35050"/>
    <w:rsid w:val="00D354B0"/>
    <w:rsid w:val="00D4014D"/>
    <w:rsid w:val="00D40B36"/>
    <w:rsid w:val="00D40BBF"/>
    <w:rsid w:val="00D4298A"/>
    <w:rsid w:val="00D44960"/>
    <w:rsid w:val="00D44EB5"/>
    <w:rsid w:val="00D46BA2"/>
    <w:rsid w:val="00D47CC7"/>
    <w:rsid w:val="00D50229"/>
    <w:rsid w:val="00D506A5"/>
    <w:rsid w:val="00D506AA"/>
    <w:rsid w:val="00D509E0"/>
    <w:rsid w:val="00D50BC0"/>
    <w:rsid w:val="00D52A68"/>
    <w:rsid w:val="00D52F7C"/>
    <w:rsid w:val="00D5318C"/>
    <w:rsid w:val="00D532F9"/>
    <w:rsid w:val="00D55DAE"/>
    <w:rsid w:val="00D5630A"/>
    <w:rsid w:val="00D56E5B"/>
    <w:rsid w:val="00D574C7"/>
    <w:rsid w:val="00D57CB5"/>
    <w:rsid w:val="00D607FC"/>
    <w:rsid w:val="00D60BA6"/>
    <w:rsid w:val="00D61BE6"/>
    <w:rsid w:val="00D6303C"/>
    <w:rsid w:val="00D67015"/>
    <w:rsid w:val="00D70AF9"/>
    <w:rsid w:val="00D732B7"/>
    <w:rsid w:val="00D738F3"/>
    <w:rsid w:val="00D74C2D"/>
    <w:rsid w:val="00D7526D"/>
    <w:rsid w:val="00D75E02"/>
    <w:rsid w:val="00D75EF8"/>
    <w:rsid w:val="00D76C02"/>
    <w:rsid w:val="00D7739D"/>
    <w:rsid w:val="00D80F5B"/>
    <w:rsid w:val="00D819D9"/>
    <w:rsid w:val="00D81B5A"/>
    <w:rsid w:val="00D81CF6"/>
    <w:rsid w:val="00D81F2D"/>
    <w:rsid w:val="00D8209D"/>
    <w:rsid w:val="00D82E29"/>
    <w:rsid w:val="00D840CB"/>
    <w:rsid w:val="00D84E18"/>
    <w:rsid w:val="00D84F95"/>
    <w:rsid w:val="00D859C2"/>
    <w:rsid w:val="00D870EA"/>
    <w:rsid w:val="00D87953"/>
    <w:rsid w:val="00D87E8E"/>
    <w:rsid w:val="00D90590"/>
    <w:rsid w:val="00D90643"/>
    <w:rsid w:val="00D90814"/>
    <w:rsid w:val="00D90F73"/>
    <w:rsid w:val="00D94FFB"/>
    <w:rsid w:val="00D956A2"/>
    <w:rsid w:val="00D95B46"/>
    <w:rsid w:val="00D96F1B"/>
    <w:rsid w:val="00D96F25"/>
    <w:rsid w:val="00DA020F"/>
    <w:rsid w:val="00DA0D31"/>
    <w:rsid w:val="00DA17D0"/>
    <w:rsid w:val="00DA21A0"/>
    <w:rsid w:val="00DA27C6"/>
    <w:rsid w:val="00DA3D50"/>
    <w:rsid w:val="00DA44E8"/>
    <w:rsid w:val="00DA78F1"/>
    <w:rsid w:val="00DB12B1"/>
    <w:rsid w:val="00DB15FB"/>
    <w:rsid w:val="00DB26A7"/>
    <w:rsid w:val="00DB3147"/>
    <w:rsid w:val="00DB345C"/>
    <w:rsid w:val="00DB371B"/>
    <w:rsid w:val="00DB4151"/>
    <w:rsid w:val="00DB415A"/>
    <w:rsid w:val="00DB620E"/>
    <w:rsid w:val="00DB631D"/>
    <w:rsid w:val="00DB64AC"/>
    <w:rsid w:val="00DB6A0B"/>
    <w:rsid w:val="00DC031F"/>
    <w:rsid w:val="00DC0448"/>
    <w:rsid w:val="00DC11BA"/>
    <w:rsid w:val="00DC2E1D"/>
    <w:rsid w:val="00DC3508"/>
    <w:rsid w:val="00DC3F84"/>
    <w:rsid w:val="00DC412B"/>
    <w:rsid w:val="00DC4278"/>
    <w:rsid w:val="00DC46B1"/>
    <w:rsid w:val="00DC485F"/>
    <w:rsid w:val="00DC5F3D"/>
    <w:rsid w:val="00DC6010"/>
    <w:rsid w:val="00DC6715"/>
    <w:rsid w:val="00DC6954"/>
    <w:rsid w:val="00DC7D4F"/>
    <w:rsid w:val="00DD0C65"/>
    <w:rsid w:val="00DD2A18"/>
    <w:rsid w:val="00DD2BA7"/>
    <w:rsid w:val="00DD32DC"/>
    <w:rsid w:val="00DD4811"/>
    <w:rsid w:val="00DD7283"/>
    <w:rsid w:val="00DD7482"/>
    <w:rsid w:val="00DE0021"/>
    <w:rsid w:val="00DE1B6E"/>
    <w:rsid w:val="00DE2378"/>
    <w:rsid w:val="00DE25F3"/>
    <w:rsid w:val="00DE43ED"/>
    <w:rsid w:val="00DE4742"/>
    <w:rsid w:val="00DE49E2"/>
    <w:rsid w:val="00DE4F7E"/>
    <w:rsid w:val="00DE584E"/>
    <w:rsid w:val="00DE5DC0"/>
    <w:rsid w:val="00DE6055"/>
    <w:rsid w:val="00DE60CA"/>
    <w:rsid w:val="00DF0BBF"/>
    <w:rsid w:val="00DF1B57"/>
    <w:rsid w:val="00DF1D0A"/>
    <w:rsid w:val="00DF1EDC"/>
    <w:rsid w:val="00DF20A8"/>
    <w:rsid w:val="00DF22FC"/>
    <w:rsid w:val="00DF3AA2"/>
    <w:rsid w:val="00DF40C4"/>
    <w:rsid w:val="00DF438B"/>
    <w:rsid w:val="00DF5DAF"/>
    <w:rsid w:val="00DF5E14"/>
    <w:rsid w:val="00DF6A13"/>
    <w:rsid w:val="00DF6E11"/>
    <w:rsid w:val="00E00067"/>
    <w:rsid w:val="00E00743"/>
    <w:rsid w:val="00E00760"/>
    <w:rsid w:val="00E02803"/>
    <w:rsid w:val="00E03163"/>
    <w:rsid w:val="00E031AA"/>
    <w:rsid w:val="00E039CB"/>
    <w:rsid w:val="00E045B5"/>
    <w:rsid w:val="00E04B25"/>
    <w:rsid w:val="00E04C14"/>
    <w:rsid w:val="00E04FFA"/>
    <w:rsid w:val="00E069BE"/>
    <w:rsid w:val="00E10C5B"/>
    <w:rsid w:val="00E11443"/>
    <w:rsid w:val="00E12187"/>
    <w:rsid w:val="00E12A4F"/>
    <w:rsid w:val="00E1580E"/>
    <w:rsid w:val="00E15AC6"/>
    <w:rsid w:val="00E16BB7"/>
    <w:rsid w:val="00E177C2"/>
    <w:rsid w:val="00E17A2F"/>
    <w:rsid w:val="00E201E5"/>
    <w:rsid w:val="00E210DC"/>
    <w:rsid w:val="00E21607"/>
    <w:rsid w:val="00E2199E"/>
    <w:rsid w:val="00E22A74"/>
    <w:rsid w:val="00E22B7B"/>
    <w:rsid w:val="00E2321E"/>
    <w:rsid w:val="00E24075"/>
    <w:rsid w:val="00E24C18"/>
    <w:rsid w:val="00E25874"/>
    <w:rsid w:val="00E271FE"/>
    <w:rsid w:val="00E27932"/>
    <w:rsid w:val="00E27E6E"/>
    <w:rsid w:val="00E30156"/>
    <w:rsid w:val="00E32678"/>
    <w:rsid w:val="00E33A98"/>
    <w:rsid w:val="00E347CE"/>
    <w:rsid w:val="00E3512B"/>
    <w:rsid w:val="00E35D3C"/>
    <w:rsid w:val="00E36DD5"/>
    <w:rsid w:val="00E370DC"/>
    <w:rsid w:val="00E4025A"/>
    <w:rsid w:val="00E40462"/>
    <w:rsid w:val="00E407C6"/>
    <w:rsid w:val="00E43A4B"/>
    <w:rsid w:val="00E4574A"/>
    <w:rsid w:val="00E46E73"/>
    <w:rsid w:val="00E471EA"/>
    <w:rsid w:val="00E473EF"/>
    <w:rsid w:val="00E50A0F"/>
    <w:rsid w:val="00E52155"/>
    <w:rsid w:val="00E52590"/>
    <w:rsid w:val="00E55F41"/>
    <w:rsid w:val="00E576FA"/>
    <w:rsid w:val="00E61213"/>
    <w:rsid w:val="00E615F1"/>
    <w:rsid w:val="00E61F4C"/>
    <w:rsid w:val="00E627E5"/>
    <w:rsid w:val="00E63B51"/>
    <w:rsid w:val="00E63FB0"/>
    <w:rsid w:val="00E64120"/>
    <w:rsid w:val="00E6437A"/>
    <w:rsid w:val="00E64F85"/>
    <w:rsid w:val="00E6660C"/>
    <w:rsid w:val="00E671BC"/>
    <w:rsid w:val="00E677CA"/>
    <w:rsid w:val="00E70195"/>
    <w:rsid w:val="00E70937"/>
    <w:rsid w:val="00E709BD"/>
    <w:rsid w:val="00E70C9A"/>
    <w:rsid w:val="00E73328"/>
    <w:rsid w:val="00E73BC0"/>
    <w:rsid w:val="00E755CB"/>
    <w:rsid w:val="00E778CC"/>
    <w:rsid w:val="00E81123"/>
    <w:rsid w:val="00E81DF8"/>
    <w:rsid w:val="00E82202"/>
    <w:rsid w:val="00E828BA"/>
    <w:rsid w:val="00E828C3"/>
    <w:rsid w:val="00E83C5A"/>
    <w:rsid w:val="00E85BDD"/>
    <w:rsid w:val="00E86100"/>
    <w:rsid w:val="00E870BF"/>
    <w:rsid w:val="00E877BF"/>
    <w:rsid w:val="00E90702"/>
    <w:rsid w:val="00E9163E"/>
    <w:rsid w:val="00E9165A"/>
    <w:rsid w:val="00E91D19"/>
    <w:rsid w:val="00E928C2"/>
    <w:rsid w:val="00E93591"/>
    <w:rsid w:val="00E940C4"/>
    <w:rsid w:val="00E9454C"/>
    <w:rsid w:val="00E94824"/>
    <w:rsid w:val="00E96209"/>
    <w:rsid w:val="00E97E07"/>
    <w:rsid w:val="00E97E36"/>
    <w:rsid w:val="00EA0343"/>
    <w:rsid w:val="00EA06FE"/>
    <w:rsid w:val="00EA1248"/>
    <w:rsid w:val="00EA1517"/>
    <w:rsid w:val="00EA1BEC"/>
    <w:rsid w:val="00EA26FB"/>
    <w:rsid w:val="00EA2BF3"/>
    <w:rsid w:val="00EA2E7E"/>
    <w:rsid w:val="00EA560F"/>
    <w:rsid w:val="00EA5D1B"/>
    <w:rsid w:val="00EA63D2"/>
    <w:rsid w:val="00EA66D1"/>
    <w:rsid w:val="00EA6E50"/>
    <w:rsid w:val="00EA7459"/>
    <w:rsid w:val="00EA7F6A"/>
    <w:rsid w:val="00EB095A"/>
    <w:rsid w:val="00EB2503"/>
    <w:rsid w:val="00EB3BB1"/>
    <w:rsid w:val="00EB3D55"/>
    <w:rsid w:val="00EB3F3E"/>
    <w:rsid w:val="00EB471C"/>
    <w:rsid w:val="00EB5B23"/>
    <w:rsid w:val="00EB5D04"/>
    <w:rsid w:val="00EB7B75"/>
    <w:rsid w:val="00EC0DF0"/>
    <w:rsid w:val="00EC1FE2"/>
    <w:rsid w:val="00EC21D8"/>
    <w:rsid w:val="00EC4176"/>
    <w:rsid w:val="00EC65C1"/>
    <w:rsid w:val="00ED1728"/>
    <w:rsid w:val="00ED175C"/>
    <w:rsid w:val="00ED1DF7"/>
    <w:rsid w:val="00ED350E"/>
    <w:rsid w:val="00ED364B"/>
    <w:rsid w:val="00ED4139"/>
    <w:rsid w:val="00ED5B54"/>
    <w:rsid w:val="00ED638D"/>
    <w:rsid w:val="00EE2841"/>
    <w:rsid w:val="00EE2A8F"/>
    <w:rsid w:val="00EE2DF1"/>
    <w:rsid w:val="00EE3558"/>
    <w:rsid w:val="00EE39B8"/>
    <w:rsid w:val="00EE41B3"/>
    <w:rsid w:val="00EE47B9"/>
    <w:rsid w:val="00EE6EC2"/>
    <w:rsid w:val="00EE7772"/>
    <w:rsid w:val="00EF0A64"/>
    <w:rsid w:val="00EF0EAE"/>
    <w:rsid w:val="00EF0F33"/>
    <w:rsid w:val="00EF165C"/>
    <w:rsid w:val="00EF1A53"/>
    <w:rsid w:val="00EF202F"/>
    <w:rsid w:val="00EF352C"/>
    <w:rsid w:val="00EF39CF"/>
    <w:rsid w:val="00EF5092"/>
    <w:rsid w:val="00EF5392"/>
    <w:rsid w:val="00EF5E1F"/>
    <w:rsid w:val="00EF6B37"/>
    <w:rsid w:val="00EF7165"/>
    <w:rsid w:val="00EF7BB8"/>
    <w:rsid w:val="00F018EA"/>
    <w:rsid w:val="00F0241F"/>
    <w:rsid w:val="00F02C9D"/>
    <w:rsid w:val="00F04758"/>
    <w:rsid w:val="00F058B1"/>
    <w:rsid w:val="00F05B0E"/>
    <w:rsid w:val="00F06912"/>
    <w:rsid w:val="00F078A7"/>
    <w:rsid w:val="00F10219"/>
    <w:rsid w:val="00F10CC9"/>
    <w:rsid w:val="00F11389"/>
    <w:rsid w:val="00F1159A"/>
    <w:rsid w:val="00F11868"/>
    <w:rsid w:val="00F12764"/>
    <w:rsid w:val="00F127E1"/>
    <w:rsid w:val="00F12FA9"/>
    <w:rsid w:val="00F134FC"/>
    <w:rsid w:val="00F13901"/>
    <w:rsid w:val="00F139C5"/>
    <w:rsid w:val="00F15809"/>
    <w:rsid w:val="00F166B2"/>
    <w:rsid w:val="00F20396"/>
    <w:rsid w:val="00F21390"/>
    <w:rsid w:val="00F21626"/>
    <w:rsid w:val="00F21CE6"/>
    <w:rsid w:val="00F21EBB"/>
    <w:rsid w:val="00F22975"/>
    <w:rsid w:val="00F22D1D"/>
    <w:rsid w:val="00F230DE"/>
    <w:rsid w:val="00F24F68"/>
    <w:rsid w:val="00F25BBE"/>
    <w:rsid w:val="00F25C04"/>
    <w:rsid w:val="00F279AF"/>
    <w:rsid w:val="00F27D89"/>
    <w:rsid w:val="00F3050C"/>
    <w:rsid w:val="00F3394A"/>
    <w:rsid w:val="00F33CA1"/>
    <w:rsid w:val="00F36001"/>
    <w:rsid w:val="00F37489"/>
    <w:rsid w:val="00F40FD0"/>
    <w:rsid w:val="00F425BD"/>
    <w:rsid w:val="00F44D00"/>
    <w:rsid w:val="00F44D6D"/>
    <w:rsid w:val="00F4530F"/>
    <w:rsid w:val="00F453A7"/>
    <w:rsid w:val="00F45860"/>
    <w:rsid w:val="00F46FAA"/>
    <w:rsid w:val="00F46FD3"/>
    <w:rsid w:val="00F47F80"/>
    <w:rsid w:val="00F51265"/>
    <w:rsid w:val="00F512DA"/>
    <w:rsid w:val="00F51BAE"/>
    <w:rsid w:val="00F51BC8"/>
    <w:rsid w:val="00F523E7"/>
    <w:rsid w:val="00F52537"/>
    <w:rsid w:val="00F52C69"/>
    <w:rsid w:val="00F5574F"/>
    <w:rsid w:val="00F55A24"/>
    <w:rsid w:val="00F56815"/>
    <w:rsid w:val="00F5682D"/>
    <w:rsid w:val="00F57166"/>
    <w:rsid w:val="00F6053E"/>
    <w:rsid w:val="00F60AD1"/>
    <w:rsid w:val="00F60D21"/>
    <w:rsid w:val="00F6232E"/>
    <w:rsid w:val="00F63B9B"/>
    <w:rsid w:val="00F63FC0"/>
    <w:rsid w:val="00F673FA"/>
    <w:rsid w:val="00F678F0"/>
    <w:rsid w:val="00F708DC"/>
    <w:rsid w:val="00F708FC"/>
    <w:rsid w:val="00F70F48"/>
    <w:rsid w:val="00F712F5"/>
    <w:rsid w:val="00F713C6"/>
    <w:rsid w:val="00F71E42"/>
    <w:rsid w:val="00F71EDD"/>
    <w:rsid w:val="00F7202A"/>
    <w:rsid w:val="00F72FFB"/>
    <w:rsid w:val="00F7359F"/>
    <w:rsid w:val="00F7454C"/>
    <w:rsid w:val="00F76BDE"/>
    <w:rsid w:val="00F81703"/>
    <w:rsid w:val="00F826E3"/>
    <w:rsid w:val="00F82A2A"/>
    <w:rsid w:val="00F82C33"/>
    <w:rsid w:val="00F83C6D"/>
    <w:rsid w:val="00F84F66"/>
    <w:rsid w:val="00F86E7C"/>
    <w:rsid w:val="00F87257"/>
    <w:rsid w:val="00F900D6"/>
    <w:rsid w:val="00F9057B"/>
    <w:rsid w:val="00F90E82"/>
    <w:rsid w:val="00F91D5D"/>
    <w:rsid w:val="00F938FC"/>
    <w:rsid w:val="00F94FF6"/>
    <w:rsid w:val="00F97240"/>
    <w:rsid w:val="00F97552"/>
    <w:rsid w:val="00F9768E"/>
    <w:rsid w:val="00F976AC"/>
    <w:rsid w:val="00FA1836"/>
    <w:rsid w:val="00FA26F1"/>
    <w:rsid w:val="00FA3045"/>
    <w:rsid w:val="00FA30ED"/>
    <w:rsid w:val="00FA4B5D"/>
    <w:rsid w:val="00FA7109"/>
    <w:rsid w:val="00FB1977"/>
    <w:rsid w:val="00FB3CBE"/>
    <w:rsid w:val="00FB4FBA"/>
    <w:rsid w:val="00FB5815"/>
    <w:rsid w:val="00FB6500"/>
    <w:rsid w:val="00FB680A"/>
    <w:rsid w:val="00FB74A2"/>
    <w:rsid w:val="00FB761F"/>
    <w:rsid w:val="00FC009D"/>
    <w:rsid w:val="00FC1C87"/>
    <w:rsid w:val="00FC1FC8"/>
    <w:rsid w:val="00FC25E1"/>
    <w:rsid w:val="00FC45EE"/>
    <w:rsid w:val="00FC4FC6"/>
    <w:rsid w:val="00FC530E"/>
    <w:rsid w:val="00FC5AEE"/>
    <w:rsid w:val="00FC63BE"/>
    <w:rsid w:val="00FC6E4A"/>
    <w:rsid w:val="00FC6E99"/>
    <w:rsid w:val="00FC7A74"/>
    <w:rsid w:val="00FD02C1"/>
    <w:rsid w:val="00FD11DD"/>
    <w:rsid w:val="00FD131E"/>
    <w:rsid w:val="00FD136D"/>
    <w:rsid w:val="00FD1914"/>
    <w:rsid w:val="00FD2323"/>
    <w:rsid w:val="00FD268D"/>
    <w:rsid w:val="00FD390A"/>
    <w:rsid w:val="00FD4285"/>
    <w:rsid w:val="00FD47E4"/>
    <w:rsid w:val="00FD51AE"/>
    <w:rsid w:val="00FD5B4C"/>
    <w:rsid w:val="00FD63FA"/>
    <w:rsid w:val="00FD7D70"/>
    <w:rsid w:val="00FE1034"/>
    <w:rsid w:val="00FE11B1"/>
    <w:rsid w:val="00FE3A09"/>
    <w:rsid w:val="00FE3F78"/>
    <w:rsid w:val="00FE5331"/>
    <w:rsid w:val="00FE592A"/>
    <w:rsid w:val="00FE6D93"/>
    <w:rsid w:val="00FF0AFF"/>
    <w:rsid w:val="00FF1D43"/>
    <w:rsid w:val="00FF3196"/>
    <w:rsid w:val="00FF38BC"/>
    <w:rsid w:val="00FF3E7B"/>
    <w:rsid w:val="00FF4FA1"/>
    <w:rsid w:val="00FF5E67"/>
    <w:rsid w:val="00FF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38724"/>
  <w15:docId w15:val="{ADE84D5C-95F4-7D42-BB38-F3A5F3E9D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216483"/>
    <w:pPr>
      <w:spacing w:before="180" w:line="300" w:lineRule="exact"/>
    </w:pPr>
    <w:rPr>
      <w:rFonts w:ascii="Arial" w:hAnsi="Arial"/>
      <w:szCs w:val="24"/>
      <w:lang w:eastAsia="en-US"/>
    </w:rPr>
  </w:style>
  <w:style w:type="paragraph" w:styleId="berschrift1">
    <w:name w:val="heading 1"/>
    <w:basedOn w:val="Standard"/>
    <w:pPr>
      <w:spacing w:before="100" w:beforeAutospacing="1" w:after="240" w:line="240" w:lineRule="auto"/>
      <w:outlineLvl w:val="0"/>
    </w:pPr>
    <w:rPr>
      <w:rFonts w:eastAsia="Arial Unicode MS" w:cs="Arial Unicode MS"/>
      <w:b/>
      <w:bCs/>
      <w:kern w:val="36"/>
      <w:sz w:val="24"/>
      <w:szCs w:val="48"/>
    </w:rPr>
  </w:style>
  <w:style w:type="paragraph" w:styleId="berschrift2">
    <w:name w:val="heading 2"/>
    <w:basedOn w:val="Standard"/>
    <w:pPr>
      <w:spacing w:after="120" w:line="240" w:lineRule="auto"/>
      <w:outlineLvl w:val="1"/>
    </w:pPr>
    <w:rPr>
      <w:rFonts w:eastAsia="Arial Unicode MS" w:cs="Arial Unicode MS"/>
      <w:b/>
      <w:bCs/>
      <w:szCs w:val="36"/>
    </w:rPr>
  </w:style>
  <w:style w:type="paragraph" w:styleId="berschrift3">
    <w:name w:val="heading 3"/>
    <w:basedOn w:val="Standard"/>
    <w:next w:val="Standard"/>
    <w:pPr>
      <w:keepNext/>
      <w:autoSpaceDE w:val="0"/>
      <w:autoSpaceDN w:val="0"/>
      <w:adjustRightInd w:val="0"/>
      <w:spacing w:line="240" w:lineRule="atLeast"/>
      <w:outlineLvl w:val="2"/>
    </w:pPr>
    <w:rPr>
      <w:rFonts w:cs="Arial"/>
      <w:b/>
      <w:bCs/>
      <w:color w:val="000000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cs="Arial"/>
      <w:b/>
      <w:bCs/>
      <w:szCs w:val="32"/>
    </w:rPr>
  </w:style>
  <w:style w:type="paragraph" w:styleId="berschrift5">
    <w:name w:val="heading 5"/>
    <w:basedOn w:val="Standard"/>
    <w:next w:val="Standard"/>
    <w:pPr>
      <w:keepNext/>
      <w:outlineLvl w:val="4"/>
    </w:pPr>
    <w:rPr>
      <w:rFonts w:cs="Arial"/>
      <w:b/>
      <w:bCs/>
    </w:rPr>
  </w:style>
  <w:style w:type="paragraph" w:styleId="berschrift6">
    <w:name w:val="heading 6"/>
    <w:basedOn w:val="Standard"/>
    <w:next w:val="Standard"/>
    <w:pPr>
      <w:keepNext/>
      <w:outlineLvl w:val="5"/>
    </w:pPr>
    <w:rPr>
      <w:rFonts w:cs="Arial"/>
      <w:b/>
      <w:bCs/>
      <w:sz w:val="16"/>
    </w:rPr>
  </w:style>
  <w:style w:type="paragraph" w:styleId="berschrift7">
    <w:name w:val="heading 7"/>
    <w:basedOn w:val="Standard"/>
    <w:next w:val="Standard"/>
    <w:link w:val="berschrift7Zchn"/>
    <w:pPr>
      <w:keepNext/>
      <w:jc w:val="right"/>
      <w:outlineLvl w:val="6"/>
    </w:pPr>
    <w:rPr>
      <w:rFonts w:cs="Arial"/>
      <w:b/>
      <w:bCs/>
      <w:sz w:val="16"/>
    </w:rPr>
  </w:style>
  <w:style w:type="paragraph" w:styleId="berschrift8">
    <w:name w:val="heading 8"/>
    <w:basedOn w:val="Standard"/>
    <w:next w:val="Standard"/>
    <w:pPr>
      <w:keepNext/>
      <w:outlineLvl w:val="7"/>
    </w:pPr>
    <w:rPr>
      <w:rFonts w:cs="Arial"/>
      <w:b/>
      <w:bCs/>
      <w:color w:val="FF0000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autoRedefine/>
    <w:pPr>
      <w:autoSpaceDE w:val="0"/>
      <w:autoSpaceDN w:val="0"/>
      <w:adjustRightInd w:val="0"/>
      <w:spacing w:line="240" w:lineRule="atLeast"/>
    </w:pPr>
    <w:rPr>
      <w:color w:val="000000"/>
      <w:szCs w:val="20"/>
    </w:rPr>
  </w:style>
  <w:style w:type="paragraph" w:styleId="Textkrper2">
    <w:name w:val="Body Text 2"/>
    <w:basedOn w:val="Standard"/>
    <w:pPr>
      <w:autoSpaceDE w:val="0"/>
      <w:autoSpaceDN w:val="0"/>
      <w:adjustRightInd w:val="0"/>
      <w:spacing w:before="0" w:line="240" w:lineRule="atLeast"/>
    </w:pPr>
    <w:rPr>
      <w:rFonts w:ascii="Helv" w:hAnsi="Helv"/>
      <w:bCs/>
      <w:color w:val="000000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paragraph" w:styleId="Textkrper3">
    <w:name w:val="Body Text 3"/>
    <w:basedOn w:val="Standard"/>
    <w:rPr>
      <w:rFonts w:cs="Arial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Internetlink">
    <w:name w:val="Internet link"/>
    <w:rPr>
      <w:rFonts w:cs="Tahoma"/>
      <w:color w:val="000080"/>
      <w:u w:val="single"/>
    </w:rPr>
  </w:style>
  <w:style w:type="character" w:styleId="Seitenzahl">
    <w:name w:val="page number"/>
    <w:basedOn w:val="Absatz-Standardschriftart"/>
  </w:style>
  <w:style w:type="paragraph" w:styleId="KeinLeerraum">
    <w:name w:val="No Spacing"/>
    <w:rPr>
      <w:rFonts w:ascii="Arial" w:hAnsi="Arial"/>
      <w:szCs w:val="24"/>
    </w:rPr>
  </w:style>
  <w:style w:type="paragraph" w:styleId="Listenabsatz">
    <w:name w:val="List Paragraph"/>
    <w:basedOn w:val="Standard"/>
    <w:uiPriority w:val="34"/>
    <w:qFormat/>
    <w:pPr>
      <w:ind w:left="720"/>
    </w:pPr>
  </w:style>
  <w:style w:type="paragraph" w:styleId="Aufzhlungszeichen">
    <w:name w:val="List Bullet"/>
    <w:basedOn w:val="Standard"/>
    <w:autoRedefine/>
    <w:pPr>
      <w:numPr>
        <w:numId w:val="4"/>
      </w:numPr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Formatvorlage1">
    <w:name w:val="Formatvorlage1"/>
    <w:basedOn w:val="Textkrper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D44960"/>
    <w:rPr>
      <w:rFonts w:ascii="Arial" w:hAnsi="Arial"/>
      <w:szCs w:val="24"/>
    </w:rPr>
  </w:style>
  <w:style w:type="paragraph" w:customStyle="1" w:styleId="PMBullets">
    <w:name w:val="PM Bullets"/>
    <w:basedOn w:val="Standard"/>
    <w:link w:val="PMBulletsZchn"/>
    <w:qFormat/>
    <w:rsid w:val="00E27E6E"/>
    <w:pPr>
      <w:numPr>
        <w:numId w:val="17"/>
      </w:numPr>
      <w:spacing w:before="0" w:after="120" w:line="360" w:lineRule="exact"/>
      <w:ind w:left="357" w:hanging="357"/>
    </w:pPr>
    <w:rPr>
      <w:rFonts w:ascii="Hella DIN Universal" w:hAnsi="Hella DIN Universal" w:cs="Hella DIN Universal"/>
      <w:sz w:val="24"/>
    </w:rPr>
  </w:style>
  <w:style w:type="paragraph" w:customStyle="1" w:styleId="PMBody">
    <w:name w:val="PM Body"/>
    <w:basedOn w:val="Standard"/>
    <w:link w:val="PMBodyZchn"/>
    <w:qFormat/>
    <w:rsid w:val="00216483"/>
    <w:pPr>
      <w:spacing w:before="240" w:line="330" w:lineRule="exact"/>
    </w:pPr>
    <w:rPr>
      <w:sz w:val="22"/>
      <w:szCs w:val="22"/>
    </w:rPr>
  </w:style>
  <w:style w:type="character" w:customStyle="1" w:styleId="PMBulletsZchn">
    <w:name w:val="PM Bullets Zchn"/>
    <w:link w:val="PMBullets"/>
    <w:rsid w:val="00E27E6E"/>
    <w:rPr>
      <w:rFonts w:ascii="Hella DIN Universal" w:hAnsi="Hella DIN Universal" w:cs="Hella DIN Universal"/>
      <w:sz w:val="24"/>
      <w:szCs w:val="24"/>
    </w:rPr>
  </w:style>
  <w:style w:type="paragraph" w:customStyle="1" w:styleId="PMBoilerplate">
    <w:name w:val="PM Boilerplate"/>
    <w:basedOn w:val="Standard"/>
    <w:link w:val="PMBoilerplateZchn"/>
    <w:qFormat/>
    <w:rsid w:val="0022556A"/>
    <w:pPr>
      <w:spacing w:before="0" w:after="180"/>
    </w:pPr>
  </w:style>
  <w:style w:type="paragraph" w:styleId="Titel">
    <w:name w:val="Title"/>
    <w:basedOn w:val="Standard"/>
    <w:next w:val="Standard"/>
    <w:link w:val="TitelZchn"/>
    <w:rsid w:val="00B208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B2082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MSubheading">
    <w:name w:val="PM Subheading"/>
    <w:basedOn w:val="Standard"/>
    <w:link w:val="PMSubheadingZchn"/>
    <w:qFormat/>
    <w:rsid w:val="00532AD4"/>
    <w:pPr>
      <w:spacing w:before="240"/>
    </w:pPr>
    <w:rPr>
      <w:b/>
      <w:bCs/>
      <w:sz w:val="22"/>
      <w:szCs w:val="22"/>
    </w:rPr>
  </w:style>
  <w:style w:type="character" w:customStyle="1" w:styleId="PMBodyZchn">
    <w:name w:val="PM Body Zchn"/>
    <w:link w:val="PMBody"/>
    <w:rsid w:val="00216483"/>
    <w:rPr>
      <w:rFonts w:ascii="Arial" w:hAnsi="Arial"/>
      <w:sz w:val="22"/>
      <w:szCs w:val="22"/>
    </w:rPr>
  </w:style>
  <w:style w:type="paragraph" w:customStyle="1" w:styleId="PM1stpargraph">
    <w:name w:val="PM 1st pargraph"/>
    <w:basedOn w:val="Standard"/>
    <w:link w:val="PM1stpargraphZchn"/>
    <w:qFormat/>
    <w:rsid w:val="00532AD4"/>
    <w:pPr>
      <w:spacing w:before="300" w:line="330" w:lineRule="exact"/>
    </w:pPr>
    <w:rPr>
      <w:sz w:val="22"/>
      <w:szCs w:val="22"/>
    </w:rPr>
  </w:style>
  <w:style w:type="paragraph" w:customStyle="1" w:styleId="Formatvorlage3">
    <w:name w:val="Formatvorlage3"/>
    <w:rsid w:val="002834B5"/>
    <w:rPr>
      <w:rFonts w:ascii="Hella DIN Universal" w:hAnsi="Hella DIN Universal" w:cs="Hella DIN Universal"/>
      <w:sz w:val="40"/>
      <w:szCs w:val="40"/>
      <w:lang w:eastAsia="en-US"/>
    </w:rPr>
  </w:style>
  <w:style w:type="paragraph" w:customStyle="1" w:styleId="Formatvorlage2">
    <w:name w:val="Formatvorlage2"/>
    <w:basedOn w:val="Standard"/>
    <w:rsid w:val="00531998"/>
    <w:pPr>
      <w:spacing w:before="120" w:line="240" w:lineRule="auto"/>
    </w:pPr>
    <w:rPr>
      <w:rFonts w:cs="Hella DIN Universal Light"/>
      <w:b/>
      <w:bCs/>
      <w:sz w:val="22"/>
      <w:szCs w:val="20"/>
    </w:rPr>
  </w:style>
  <w:style w:type="character" w:styleId="Kommentarzeichen">
    <w:name w:val="annotation reference"/>
    <w:rsid w:val="001F6A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1F6AC5"/>
    <w:pPr>
      <w:spacing w:line="240" w:lineRule="auto"/>
    </w:pPr>
    <w:rPr>
      <w:szCs w:val="20"/>
    </w:rPr>
  </w:style>
  <w:style w:type="character" w:customStyle="1" w:styleId="KommentartextZchn">
    <w:name w:val="Kommentartext Zchn"/>
    <w:link w:val="Kommentartext"/>
    <w:uiPriority w:val="99"/>
    <w:rsid w:val="001F6AC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F6AC5"/>
    <w:rPr>
      <w:b/>
      <w:bCs/>
    </w:rPr>
  </w:style>
  <w:style w:type="character" w:customStyle="1" w:styleId="KommentarthemaZchn">
    <w:name w:val="Kommentarthema Zchn"/>
    <w:link w:val="Kommentarthema"/>
    <w:rsid w:val="001F6AC5"/>
    <w:rPr>
      <w:rFonts w:ascii="Arial" w:hAnsi="Arial"/>
      <w:b/>
      <w:bCs/>
    </w:rPr>
  </w:style>
  <w:style w:type="paragraph" w:customStyle="1" w:styleId="Flietext9ptblockFinanzteilFlietext">
    <w:name w:val="Fließtext 9pt block (Finanzteil:Fließtext)"/>
    <w:basedOn w:val="Standard"/>
    <w:uiPriority w:val="99"/>
    <w:rsid w:val="00DE584E"/>
    <w:pPr>
      <w:tabs>
        <w:tab w:val="left" w:pos="227"/>
        <w:tab w:val="left" w:pos="425"/>
      </w:tabs>
      <w:autoSpaceDE w:val="0"/>
      <w:autoSpaceDN w:val="0"/>
      <w:adjustRightInd w:val="0"/>
      <w:spacing w:before="0" w:line="228" w:lineRule="atLeast"/>
      <w:jc w:val="both"/>
      <w:textAlignment w:val="center"/>
    </w:pPr>
    <w:rPr>
      <w:rFonts w:ascii="Hella DIN Universal Light" w:hAnsi="Hella DIN Universal Light" w:cs="Hella DIN Universal Light"/>
      <w:color w:val="000000"/>
      <w:sz w:val="18"/>
      <w:szCs w:val="18"/>
    </w:rPr>
  </w:style>
  <w:style w:type="character" w:styleId="NichtaufgelsteErwhnung">
    <w:name w:val="Unresolved Mention"/>
    <w:uiPriority w:val="99"/>
    <w:semiHidden/>
    <w:unhideWhenUsed/>
    <w:rsid w:val="009E4CF0"/>
    <w:rPr>
      <w:color w:val="605E5C"/>
      <w:shd w:val="clear" w:color="auto" w:fill="E1DFDD"/>
    </w:rPr>
  </w:style>
  <w:style w:type="character" w:customStyle="1" w:styleId="PMBoilerplateZchn">
    <w:name w:val="PM Boilerplate Zchn"/>
    <w:link w:val="PMBoilerplate"/>
    <w:rsid w:val="0022556A"/>
    <w:rPr>
      <w:rFonts w:ascii="Arial" w:hAnsi="Arial"/>
      <w:szCs w:val="24"/>
    </w:rPr>
  </w:style>
  <w:style w:type="character" w:customStyle="1" w:styleId="PMSubheadingZchn">
    <w:name w:val="PM Subheading Zchn"/>
    <w:link w:val="PMSubheading"/>
    <w:rsid w:val="00532AD4"/>
    <w:rPr>
      <w:rFonts w:ascii="Arial" w:hAnsi="Arial"/>
      <w:b/>
      <w:bCs/>
      <w:sz w:val="22"/>
      <w:szCs w:val="22"/>
    </w:rPr>
  </w:style>
  <w:style w:type="character" w:customStyle="1" w:styleId="PM1stpargraphZchn">
    <w:name w:val="PM 1st pargraph Zchn"/>
    <w:link w:val="PM1stpargraph"/>
    <w:rsid w:val="00532AD4"/>
    <w:rPr>
      <w:rFonts w:ascii="Arial" w:hAnsi="Arial"/>
      <w:sz w:val="22"/>
      <w:szCs w:val="22"/>
    </w:rPr>
  </w:style>
  <w:style w:type="paragraph" w:customStyle="1" w:styleId="PMHeadline1">
    <w:name w:val="PM Headline1"/>
    <w:basedOn w:val="Standard"/>
    <w:link w:val="PMHeadline1Zchn"/>
    <w:qFormat/>
    <w:rsid w:val="00531998"/>
    <w:pPr>
      <w:spacing w:before="0" w:after="300" w:line="500" w:lineRule="exact"/>
    </w:pPr>
    <w:rPr>
      <w:rFonts w:ascii="Hella DIN Universal" w:hAnsi="Hella DIN Universal" w:cs="Hella DIN Universal"/>
      <w:sz w:val="40"/>
      <w:szCs w:val="40"/>
    </w:rPr>
  </w:style>
  <w:style w:type="character" w:customStyle="1" w:styleId="PMHeadline1Zchn">
    <w:name w:val="PM Headline1 Zchn"/>
    <w:link w:val="PMHeadline1"/>
    <w:rsid w:val="00531998"/>
    <w:rPr>
      <w:rFonts w:ascii="Hella DIN Universal" w:hAnsi="Hella DIN Universal" w:cs="Hella DIN Universal"/>
      <w:b w:val="0"/>
      <w:bCs w:val="0"/>
      <w:sz w:val="40"/>
      <w:szCs w:val="40"/>
    </w:rPr>
  </w:style>
  <w:style w:type="character" w:customStyle="1" w:styleId="berschrift7Zchn">
    <w:name w:val="Überschrift 7 Zchn"/>
    <w:link w:val="berschrift7"/>
    <w:rsid w:val="00E22B7B"/>
    <w:rPr>
      <w:rFonts w:ascii="Arial" w:hAnsi="Arial" w:cs="Arial"/>
      <w:b/>
      <w:bCs/>
      <w:sz w:val="16"/>
      <w:szCs w:val="24"/>
    </w:rPr>
  </w:style>
  <w:style w:type="character" w:customStyle="1" w:styleId="FuzeileZchn">
    <w:name w:val="Fußzeile Zchn"/>
    <w:link w:val="Fuzeile"/>
    <w:rsid w:val="00E22B7B"/>
    <w:rPr>
      <w:rFonts w:ascii="Arial" w:hAnsi="Arial"/>
      <w:szCs w:val="24"/>
    </w:rPr>
  </w:style>
  <w:style w:type="paragraph" w:customStyle="1" w:styleId="PMAbbinder">
    <w:name w:val="PM Abbinder"/>
    <w:basedOn w:val="Standard"/>
    <w:link w:val="PMAbbinderZchn"/>
    <w:qFormat/>
    <w:rsid w:val="00597E8B"/>
    <w:pPr>
      <w:spacing w:before="0" w:line="240" w:lineRule="auto"/>
    </w:pPr>
    <w:rPr>
      <w:rFonts w:cs="Arial"/>
      <w:sz w:val="24"/>
      <w:szCs w:val="18"/>
    </w:rPr>
  </w:style>
  <w:style w:type="character" w:customStyle="1" w:styleId="PMAbbinderZchn">
    <w:name w:val="PM Abbinder Zchn"/>
    <w:link w:val="PMAbbinder"/>
    <w:locked/>
    <w:rsid w:val="00597E8B"/>
    <w:rPr>
      <w:rFonts w:ascii="Arial" w:hAnsi="Arial" w:cs="Arial"/>
      <w:sz w:val="24"/>
      <w:szCs w:val="18"/>
    </w:rPr>
  </w:style>
  <w:style w:type="paragraph" w:customStyle="1" w:styleId="Textkrper21">
    <w:name w:val="Textkörper 21"/>
    <w:basedOn w:val="Standard"/>
    <w:rsid w:val="00D272CC"/>
    <w:pPr>
      <w:suppressAutoHyphens/>
      <w:autoSpaceDE w:val="0"/>
      <w:spacing w:before="0" w:line="240" w:lineRule="atLeast"/>
    </w:pPr>
    <w:rPr>
      <w:rFonts w:ascii="Helv" w:hAnsi="Helv"/>
      <w:bCs/>
      <w:color w:val="000000"/>
      <w:sz w:val="24"/>
      <w:lang w:eastAsia="ar-SA"/>
    </w:rPr>
  </w:style>
  <w:style w:type="paragraph" w:customStyle="1" w:styleId="PMStandTxt">
    <w:name w:val="PM StandTxt"/>
    <w:basedOn w:val="Standard"/>
    <w:link w:val="PMStandTxtZchn"/>
    <w:qFormat/>
    <w:rsid w:val="008A2E9C"/>
    <w:pPr>
      <w:spacing w:before="300" w:after="300" w:line="360" w:lineRule="exact"/>
    </w:pPr>
    <w:rPr>
      <w:sz w:val="22"/>
      <w:szCs w:val="20"/>
    </w:rPr>
  </w:style>
  <w:style w:type="character" w:customStyle="1" w:styleId="PMStandTxtZchn">
    <w:name w:val="PM StandTxt Zchn"/>
    <w:link w:val="PMStandTxt"/>
    <w:locked/>
    <w:rsid w:val="008A2E9C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Absatz-Standardschriftart"/>
    <w:rsid w:val="00BC2A24"/>
  </w:style>
  <w:style w:type="paragraph" w:customStyle="1" w:styleId="pm1stpargraph0">
    <w:name w:val="pm1stpargraph"/>
    <w:basedOn w:val="Standard"/>
    <w:rsid w:val="00DB371B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5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3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8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4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226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0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45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281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846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259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306">
              <w:marLeft w:val="0"/>
              <w:marRight w:val="-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192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6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956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8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2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90767">
          <w:marLeft w:val="30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hella-gutmann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presse@hella-gutmann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ella-gutmann.com/de/hella-gutmann/presse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hella-gutmann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e@hella-gutmann.com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uschiwinkler/Desktop/PI_2022/xxxx.xx.xx_HGS%20PMxx_Template_d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EC0E5858F4D42B1A4B9FB8D5D2F89" ma:contentTypeVersion="24" ma:contentTypeDescription="Create a new document." ma:contentTypeScope="" ma:versionID="30c6acc7f8aa4e3d0415254d0b731813">
  <xsd:schema xmlns:xsd="http://www.w3.org/2001/XMLSchema" xmlns:xs="http://www.w3.org/2001/XMLSchema" xmlns:p="http://schemas.microsoft.com/office/2006/metadata/properties" xmlns:ns1="http://schemas.microsoft.com/sharepoint/v3" xmlns:ns2="d836a169-a660-453e-bba8-453fb3668e64" xmlns:ns3="40806c8d-a960-4ea9-b42d-1b643f9679f1" targetNamespace="http://schemas.microsoft.com/office/2006/metadata/properties" ma:root="true" ma:fieldsID="fdb242bdb6b762e8c24c23fdb551f172" ns1:_="" ns2:_="" ns3:_="">
    <xsd:import namespace="http://schemas.microsoft.com/sharepoint/v3"/>
    <xsd:import namespace="d836a169-a660-453e-bba8-453fb3668e64"/>
    <xsd:import namespace="40806c8d-a960-4ea9-b42d-1b643f967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Language" minOccurs="0"/>
                <xsd:element ref="ns2:Classification" minOccurs="0"/>
                <xsd:element ref="ns2:Copyright" minOccurs="0"/>
                <xsd:element ref="ns2:Category" minOccurs="0"/>
                <xsd:element ref="ns2:Business_x0020_Division" minOccurs="0"/>
                <xsd:element ref="ns2:Subtitles" minOccurs="0"/>
                <xsd:element ref="ns2:Video_x0020_type" minOccurs="0"/>
                <xsd:element ref="ns2:Tag_x0020_Test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Supplie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6a169-a660-453e-bba8-453fb3668e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anguage" ma:index="18" nillable="true" ma:displayName="Language" ma:internalName="Language">
      <xsd:simpleType>
        <xsd:restriction base="dms:Text">
          <xsd:maxLength value="255"/>
        </xsd:restriction>
      </xsd:simpleType>
    </xsd:element>
    <xsd:element name="Classification" ma:index="19" nillable="true" ma:displayName="Classification" ma:default="Internal" ma:description="Public or internal" ma:format="Dropdown" ma:internalName="Classification">
      <xsd:simpleType>
        <xsd:restriction base="dms:Text">
          <xsd:maxLength value="255"/>
        </xsd:restriction>
      </xsd:simpleType>
    </xsd:element>
    <xsd:element name="Copyright" ma:index="20" nillable="true" ma:displayName="Copyright" ma:default="HELLA" ma:description="Enter who owns the Copyright of the video" ma:format="Dropdown" ma:internalName="Copyright">
      <xsd:simpleType>
        <xsd:restriction base="dms:Text">
          <xsd:maxLength value="255"/>
        </xsd:restriction>
      </xsd:simpleType>
    </xsd:element>
    <xsd:element name="Category" ma:index="21" nillable="true" ma:displayName="Category" ma:format="Dropdown" ma:internalName="Category">
      <xsd:simpleType>
        <xsd:restriction base="dms:Text">
          <xsd:maxLength value="255"/>
        </xsd:restriction>
      </xsd:simpleType>
    </xsd:element>
    <xsd:element name="Business_x0020_Division" ma:index="22" nillable="true" ma:displayName="Business Division" ma:format="Dropdown" ma:internalName="Business_x0020_Division">
      <xsd:simpleType>
        <xsd:restriction base="dms:Text">
          <xsd:maxLength value="255"/>
        </xsd:restriction>
      </xsd:simpleType>
    </xsd:element>
    <xsd:element name="Subtitles" ma:index="23" nillable="true" ma:displayName="Subtitles" ma:default="0" ma:format="Dropdown" ma:internalName="Subtitles">
      <xsd:simpleType>
        <xsd:restriction base="dms:Boolean"/>
      </xsd:simpleType>
    </xsd:element>
    <xsd:element name="Video_x0020_type" ma:index="24" nillable="true" ma:displayName="Video type" ma:description="E.g. Image video, Tutorial" ma:format="Dropdown" ma:internalName="Video_x0020_type">
      <xsd:simpleType>
        <xsd:restriction base="dms:Text">
          <xsd:maxLength value="255"/>
        </xsd:restriction>
      </xsd:simpleType>
    </xsd:element>
    <xsd:element name="Tag_x0020_Test" ma:index="25" nillable="true" ma:displayName="Tag Test" ma:default="Enter Choice #1" ma:format="Dropdown" ma:internalName="Tag_x0020_Test">
      <xsd:simpleType>
        <xsd:union memberTypes="dms:Text">
          <xsd:simpleType>
            <xsd:restriction base="dms:Choice">
              <xsd:enumeration value="Enter Choice #1"/>
              <xsd:enumeration value="Enter Choice #2"/>
              <xsd:enumeration value="Enter Choice #3"/>
            </xsd:restriction>
          </xsd:simpleType>
        </xsd:un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upplier" ma:index="30" nillable="true" ma:displayName="Supplier" ma:format="Dropdown" ma:internalName="Supplier">
      <xsd:simpleType>
        <xsd:restriction base="dms:Text">
          <xsd:maxLength value="255"/>
        </xsd:restriction>
      </xsd:simpleType>
    </xsd:element>
    <xsd:element name="MediaLengthInSeconds" ma:index="3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06c8d-a960-4ea9-b42d-1b643f967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titles xmlns="d836a169-a660-453e-bba8-453fb3668e64">false</Subtitles>
    <Tag_x0020_Test xmlns="d836a169-a660-453e-bba8-453fb3668e64">Enter Choice #1</Tag_x0020_Test>
    <Copyright xmlns="d836a169-a660-453e-bba8-453fb3668e64">HELLA</Copyright>
    <Classification xmlns="d836a169-a660-453e-bba8-453fb3668e64">Internal</Classification>
    <Business_x0020_Division xmlns="d836a169-a660-453e-bba8-453fb3668e64" xsi:nil="true"/>
    <_ip_UnifiedCompliancePolicyUIAction xmlns="http://schemas.microsoft.com/sharepoint/v3" xsi:nil="true"/>
    <Language xmlns="d836a169-a660-453e-bba8-453fb3668e64" xsi:nil="true"/>
    <_ip_UnifiedCompliancePolicyProperties xmlns="http://schemas.microsoft.com/sharepoint/v3" xsi:nil="true"/>
    <Supplier xmlns="d836a169-a660-453e-bba8-453fb3668e64" xsi:nil="true"/>
    <Video_x0020_type xmlns="d836a169-a660-453e-bba8-453fb3668e64" xsi:nil="true"/>
    <Category xmlns="d836a169-a660-453e-bba8-453fb3668e64" xsi:nil="true"/>
  </documentManagement>
</p:properties>
</file>

<file path=customXml/itemProps1.xml><?xml version="1.0" encoding="utf-8"?>
<ds:datastoreItem xmlns:ds="http://schemas.openxmlformats.org/officeDocument/2006/customXml" ds:itemID="{A62D7E6B-8629-455C-858A-1554D3CA12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60BB0E-F13C-4269-BC1E-8EFF8E3AB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D3C326-D05F-45A3-91F9-35A99E636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836a169-a660-453e-bba8-453fb3668e64"/>
    <ds:schemaRef ds:uri="40806c8d-a960-4ea9-b42d-1b643f9679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23888A-57F2-4A78-BB89-A82D3394ABCC}">
  <ds:schemaRefs>
    <ds:schemaRef ds:uri="http://schemas.microsoft.com/office/2006/metadata/properties"/>
    <ds:schemaRef ds:uri="http://schemas.microsoft.com/office/infopath/2007/PartnerControls"/>
    <ds:schemaRef ds:uri="d836a169-a660-453e-bba8-453fb3668e6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xxxx.xx.xx_HGS PMxx_Template_de.dot</Template>
  <TotalTime>0</TotalTime>
  <Pages>3</Pages>
  <Words>606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HELLA Pressemitteilung</vt:lpstr>
    </vt:vector>
  </TitlesOfParts>
  <Company>Hella KGaA Hueck &amp; Co.</Company>
  <LinksUpToDate>false</LinksUpToDate>
  <CharactersWithSpaces>4417</CharactersWithSpaces>
  <SharedDoc>false</SharedDoc>
  <HLinks>
    <vt:vector size="36" baseType="variant">
      <vt:variant>
        <vt:i4>6357108</vt:i4>
      </vt:variant>
      <vt:variant>
        <vt:i4>3</vt:i4>
      </vt:variant>
      <vt:variant>
        <vt:i4>0</vt:i4>
      </vt:variant>
      <vt:variant>
        <vt:i4>5</vt:i4>
      </vt:variant>
      <vt:variant>
        <vt:lpwstr>http://www.hella.de/presse</vt:lpwstr>
      </vt:variant>
      <vt:variant>
        <vt:lpwstr/>
      </vt:variant>
      <vt:variant>
        <vt:i4>917526</vt:i4>
      </vt:variant>
      <vt:variant>
        <vt:i4>0</vt:i4>
      </vt:variant>
      <vt:variant>
        <vt:i4>0</vt:i4>
      </vt:variant>
      <vt:variant>
        <vt:i4>5</vt:i4>
      </vt:variant>
      <vt:variant>
        <vt:lpwstr>http://www.hella-gutmann.com/de/hella-gutmann/presse/</vt:lpwstr>
      </vt:variant>
      <vt:variant>
        <vt:lpwstr/>
      </vt:variant>
      <vt:variant>
        <vt:i4>4194328</vt:i4>
      </vt:variant>
      <vt:variant>
        <vt:i4>9</vt:i4>
      </vt:variant>
      <vt:variant>
        <vt:i4>0</vt:i4>
      </vt:variant>
      <vt:variant>
        <vt:i4>5</vt:i4>
      </vt:variant>
      <vt:variant>
        <vt:lpwstr>http://www.hella.com/</vt:lpwstr>
      </vt:variant>
      <vt:variant>
        <vt:lpwstr/>
      </vt:variant>
      <vt:variant>
        <vt:i4>6029379</vt:i4>
      </vt:variant>
      <vt:variant>
        <vt:i4>6</vt:i4>
      </vt:variant>
      <vt:variant>
        <vt:i4>0</vt:i4>
      </vt:variant>
      <vt:variant>
        <vt:i4>5</vt:i4>
      </vt:variant>
      <vt:variant>
        <vt:lpwstr>http://www.hella-gutmann.com/</vt:lpwstr>
      </vt:variant>
      <vt:variant>
        <vt:lpwstr/>
      </vt:variant>
      <vt:variant>
        <vt:i4>4849698</vt:i4>
      </vt:variant>
      <vt:variant>
        <vt:i4>3</vt:i4>
      </vt:variant>
      <vt:variant>
        <vt:i4>0</vt:i4>
      </vt:variant>
      <vt:variant>
        <vt:i4>5</vt:i4>
      </vt:variant>
      <vt:variant>
        <vt:lpwstr>mailto:Markus.Richter@hella.com</vt:lpwstr>
      </vt:variant>
      <vt:variant>
        <vt:lpwstr/>
      </vt:variant>
      <vt:variant>
        <vt:i4>5701684</vt:i4>
      </vt:variant>
      <vt:variant>
        <vt:i4>0</vt:i4>
      </vt:variant>
      <vt:variant>
        <vt:i4>0</vt:i4>
      </vt:variant>
      <vt:variant>
        <vt:i4>5</vt:i4>
      </vt:variant>
      <vt:variant>
        <vt:lpwstr>mailto:presse@hella-gutmann.com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HELLA Pressemitteilung</dc:title>
  <dc:subject/>
  <dc:creator>Microsoft Office User</dc:creator>
  <cp:keywords/>
  <cp:lastModifiedBy>Uschi Winkler</cp:lastModifiedBy>
  <cp:revision>29</cp:revision>
  <cp:lastPrinted>2023-11-13T09:06:00Z</cp:lastPrinted>
  <dcterms:created xsi:type="dcterms:W3CDTF">2024-06-13T07:22:00Z</dcterms:created>
  <dcterms:modified xsi:type="dcterms:W3CDTF">2024-08-13T12:24:00Z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0x010100B0DEC0E5858F4D42B1A4B9FB8D5D2F89</vt:lpwstr>
  </property>
  <property fmtid="{D5CDD505-2E9C-101B-9397-08002B2CF9AE}" pid="3" name="MSIP_Label_2dc7705b-6e4c-417b-ac68-327728b40a07_Enabled">
    <vt:lpwstr>true</vt:lpwstr>
  </property>
  <property fmtid="{D5CDD505-2E9C-101B-9397-08002B2CF9AE}" pid="4" name="MSIP_Label_2dc7705b-6e4c-417b-ac68-327728b40a07_SetDate">
    <vt:lpwstr>2022-02-17T08:34:30Z</vt:lpwstr>
  </property>
  <property fmtid="{D5CDD505-2E9C-101B-9397-08002B2CF9AE}" pid="5" name="MSIP_Label_2dc7705b-6e4c-417b-ac68-327728b40a07_Method">
    <vt:lpwstr>Privileged</vt:lpwstr>
  </property>
  <property fmtid="{D5CDD505-2E9C-101B-9397-08002B2CF9AE}" pid="6" name="MSIP_Label_2dc7705b-6e4c-417b-ac68-327728b40a07_Name">
    <vt:lpwstr>2dc7705b-6e4c-417b-ac68-327728b40a07</vt:lpwstr>
  </property>
  <property fmtid="{D5CDD505-2E9C-101B-9397-08002B2CF9AE}" pid="7" name="MSIP_Label_2dc7705b-6e4c-417b-ac68-327728b40a07_SiteId">
    <vt:lpwstr>2d5eb7e2-d3ee-4bf5-bc62-79d5ae9cd9e1</vt:lpwstr>
  </property>
  <property fmtid="{D5CDD505-2E9C-101B-9397-08002B2CF9AE}" pid="8" name="MSIP_Label_2dc7705b-6e4c-417b-ac68-327728b40a07_ActionId">
    <vt:lpwstr>8dbc9b1a-4fe3-4522-9489-fd626c8f925b</vt:lpwstr>
  </property>
  <property fmtid="{D5CDD505-2E9C-101B-9397-08002B2CF9AE}" pid="9" name="MSIP_Label_2dc7705b-6e4c-417b-ac68-327728b40a07_ContentBits">
    <vt:lpwstr>1</vt:lpwstr>
  </property>
</Properties>
</file>